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008" w:rsidRPr="0095687C" w:rsidRDefault="00595008" w:rsidP="00EC30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5687C">
        <w:rPr>
          <w:rFonts w:ascii="Times New Roman" w:hAnsi="Times New Roman"/>
          <w:b/>
          <w:sz w:val="28"/>
          <w:szCs w:val="28"/>
        </w:rPr>
        <w:t>Администрация города Шарыпово</w:t>
      </w:r>
    </w:p>
    <w:p w:rsidR="00595008" w:rsidRPr="0095687C" w:rsidRDefault="00595008" w:rsidP="00EC300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5687C">
        <w:rPr>
          <w:rFonts w:ascii="Times New Roman" w:hAnsi="Times New Roman"/>
          <w:b/>
          <w:sz w:val="28"/>
          <w:szCs w:val="28"/>
        </w:rPr>
        <w:t xml:space="preserve">город Шарыпово Красноярского края </w:t>
      </w:r>
    </w:p>
    <w:p w:rsidR="00595008" w:rsidRPr="0095687C" w:rsidRDefault="00595008" w:rsidP="00EC3001">
      <w:pPr>
        <w:spacing w:after="0"/>
        <w:ind w:left="-567"/>
        <w:jc w:val="right"/>
        <w:rPr>
          <w:rFonts w:ascii="Times New Roman" w:hAnsi="Times New Roman"/>
          <w:sz w:val="20"/>
          <w:szCs w:val="20"/>
        </w:rPr>
      </w:pPr>
      <w:r>
        <w:rPr>
          <w:noProof/>
          <w:lang w:eastAsia="ru-RU"/>
        </w:rPr>
        <w:pict>
          <v:line id="_x0000_s1026" style="position:absolute;left:0;text-align:left;z-index:251658240" from="-75.6pt,4.1pt" to="493.25pt,4.15pt" o:allowincell="f"/>
        </w:pict>
      </w:r>
      <w:r>
        <w:rPr>
          <w:noProof/>
          <w:lang w:eastAsia="ru-RU"/>
        </w:rPr>
        <w:pict>
          <v:line id="_x0000_s1027" style="position:absolute;left:0;text-align:left;z-index:251659264" from="-75.6pt,10.95pt" to="493.25pt,11pt" o:allowincell="f" strokeweight="2pt"/>
        </w:pict>
      </w:r>
    </w:p>
    <w:p w:rsidR="00595008" w:rsidRPr="0095687C" w:rsidRDefault="00595008" w:rsidP="00EC3001">
      <w:pPr>
        <w:spacing w:after="0"/>
        <w:jc w:val="center"/>
        <w:rPr>
          <w:rFonts w:ascii="Times New Roman" w:hAnsi="Times New Roman"/>
        </w:rPr>
      </w:pPr>
    </w:p>
    <w:p w:rsidR="00595008" w:rsidRPr="0095687C" w:rsidRDefault="00595008" w:rsidP="00EC3001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595008" w:rsidRPr="0095687C" w:rsidRDefault="00595008" w:rsidP="00EC3001">
      <w:pPr>
        <w:spacing w:after="0"/>
        <w:jc w:val="center"/>
        <w:rPr>
          <w:rFonts w:ascii="Times New Roman" w:hAnsi="Times New Roman"/>
          <w:b/>
          <w:sz w:val="24"/>
        </w:rPr>
      </w:pPr>
      <w:r w:rsidRPr="0095687C">
        <w:rPr>
          <w:rFonts w:ascii="Times New Roman" w:hAnsi="Times New Roman"/>
          <w:b/>
          <w:sz w:val="24"/>
        </w:rPr>
        <w:t>ПОСТАНОВЛЕНИЕ</w:t>
      </w:r>
    </w:p>
    <w:p w:rsidR="00595008" w:rsidRDefault="00595008" w:rsidP="00EC300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95008" w:rsidRDefault="00595008" w:rsidP="00EC300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11.11.2013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274</w:t>
      </w:r>
    </w:p>
    <w:p w:rsidR="00595008" w:rsidRPr="0095687C" w:rsidRDefault="00595008" w:rsidP="00EC3001">
      <w:pPr>
        <w:tabs>
          <w:tab w:val="left" w:pos="9356"/>
        </w:tabs>
        <w:spacing w:after="0" w:line="240" w:lineRule="auto"/>
        <w:ind w:right="297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города Шарыпово от 04.10.2013 г. № 238 «Об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муниципальной программы «Молодежь города Ш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рыпово в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 w:rsidRPr="000360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веке на 2014-2016 годы»». </w:t>
      </w:r>
    </w:p>
    <w:p w:rsidR="00595008" w:rsidRPr="0095687C" w:rsidRDefault="00595008" w:rsidP="00EC30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687C">
        <w:rPr>
          <w:rFonts w:ascii="Times New Roman" w:hAnsi="Times New Roman"/>
          <w:sz w:val="28"/>
          <w:szCs w:val="28"/>
        </w:rPr>
        <w:tab/>
      </w:r>
      <w:r w:rsidRPr="0095687C">
        <w:rPr>
          <w:rFonts w:ascii="Times New Roman" w:hAnsi="Times New Roman"/>
          <w:sz w:val="28"/>
          <w:szCs w:val="28"/>
        </w:rPr>
        <w:tab/>
      </w:r>
      <w:r w:rsidRPr="0095687C">
        <w:rPr>
          <w:rFonts w:ascii="Times New Roman" w:hAnsi="Times New Roman"/>
          <w:sz w:val="28"/>
          <w:szCs w:val="28"/>
        </w:rPr>
        <w:tab/>
      </w:r>
      <w:r w:rsidRPr="0095687C">
        <w:rPr>
          <w:rFonts w:ascii="Times New Roman" w:hAnsi="Times New Roman"/>
          <w:sz w:val="28"/>
          <w:szCs w:val="28"/>
        </w:rPr>
        <w:tab/>
      </w:r>
    </w:p>
    <w:p w:rsidR="00595008" w:rsidRPr="0095687C" w:rsidRDefault="00595008" w:rsidP="00EC3001">
      <w:pPr>
        <w:spacing w:after="0"/>
        <w:rPr>
          <w:rFonts w:ascii="Times New Roman" w:hAnsi="Times New Roman"/>
          <w:sz w:val="28"/>
          <w:szCs w:val="28"/>
        </w:rPr>
      </w:pPr>
      <w:r w:rsidRPr="0095687C">
        <w:rPr>
          <w:rFonts w:ascii="Times New Roman" w:hAnsi="Times New Roman"/>
          <w:sz w:val="28"/>
          <w:szCs w:val="28"/>
        </w:rPr>
        <w:tab/>
      </w:r>
    </w:p>
    <w:p w:rsidR="00595008" w:rsidRPr="00FF3632" w:rsidRDefault="00595008" w:rsidP="00EC3001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0CDF">
        <w:rPr>
          <w:rFonts w:ascii="Times New Roman" w:hAnsi="Times New Roman"/>
          <w:sz w:val="28"/>
          <w:szCs w:val="28"/>
        </w:rPr>
        <w:t>В соответствии со ст. 179 Бюджетного кодекса Российской Федерации,</w:t>
      </w:r>
      <w:r w:rsidRPr="00570ED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06282">
        <w:rPr>
          <w:rFonts w:ascii="Times New Roman" w:hAnsi="Times New Roman"/>
          <w:color w:val="000000"/>
          <w:sz w:val="28"/>
          <w:szCs w:val="28"/>
        </w:rPr>
        <w:t>п</w:t>
      </w:r>
      <w:r w:rsidRPr="00006282">
        <w:rPr>
          <w:rFonts w:ascii="Times New Roman" w:hAnsi="Times New Roman"/>
          <w:color w:val="000000"/>
          <w:sz w:val="28"/>
          <w:szCs w:val="28"/>
        </w:rPr>
        <w:t>о</w:t>
      </w:r>
      <w:r w:rsidRPr="00006282">
        <w:rPr>
          <w:rFonts w:ascii="Times New Roman" w:hAnsi="Times New Roman"/>
          <w:color w:val="000000"/>
          <w:sz w:val="28"/>
          <w:szCs w:val="28"/>
        </w:rPr>
        <w:t xml:space="preserve">становлением </w:t>
      </w:r>
      <w:r>
        <w:rPr>
          <w:rFonts w:ascii="Times New Roman" w:hAnsi="Times New Roman"/>
          <w:sz w:val="28"/>
          <w:szCs w:val="28"/>
        </w:rPr>
        <w:t>администрации города Шарыпово от 30.07.13 года № 171 «</w:t>
      </w:r>
      <w:r w:rsidRPr="00A94758">
        <w:rPr>
          <w:rFonts w:ascii="Times New Roman" w:hAnsi="Times New Roman"/>
          <w:sz w:val="28"/>
          <w:szCs w:val="28"/>
        </w:rPr>
        <w:t>О п</w:t>
      </w:r>
      <w:r w:rsidRPr="00A94758">
        <w:rPr>
          <w:rFonts w:ascii="Times New Roman" w:hAnsi="Times New Roman"/>
          <w:sz w:val="28"/>
          <w:szCs w:val="28"/>
        </w:rPr>
        <w:t>о</w:t>
      </w:r>
      <w:r w:rsidRPr="00A94758">
        <w:rPr>
          <w:rFonts w:ascii="Times New Roman" w:hAnsi="Times New Roman"/>
          <w:sz w:val="28"/>
          <w:szCs w:val="28"/>
        </w:rPr>
        <w:t>рядке принятия решений о разработке муниципальных программ муниципального образования города Шарыпово Красноярского края, их формирования и реализ</w:t>
      </w:r>
      <w:r w:rsidRPr="00A94758">
        <w:rPr>
          <w:rFonts w:ascii="Times New Roman" w:hAnsi="Times New Roman"/>
          <w:sz w:val="28"/>
          <w:szCs w:val="28"/>
        </w:rPr>
        <w:t>а</w:t>
      </w:r>
      <w:r w:rsidRPr="00A94758">
        <w:rPr>
          <w:rFonts w:ascii="Times New Roman" w:hAnsi="Times New Roman"/>
          <w:sz w:val="28"/>
          <w:szCs w:val="28"/>
        </w:rPr>
        <w:t>ции</w:t>
      </w:r>
      <w:r>
        <w:rPr>
          <w:rFonts w:ascii="Times New Roman" w:hAnsi="Times New Roman"/>
          <w:sz w:val="28"/>
          <w:szCs w:val="28"/>
        </w:rPr>
        <w:t>», р</w:t>
      </w:r>
      <w:r w:rsidRPr="00FF3632">
        <w:rPr>
          <w:rFonts w:ascii="Times New Roman" w:hAnsi="Times New Roman"/>
          <w:sz w:val="28"/>
          <w:szCs w:val="28"/>
        </w:rPr>
        <w:t>уководствуясь 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3632">
        <w:rPr>
          <w:rFonts w:ascii="Times New Roman" w:hAnsi="Times New Roman"/>
          <w:sz w:val="28"/>
          <w:szCs w:val="28"/>
        </w:rPr>
        <w:t>37 Устава города Шарыпово</w:t>
      </w:r>
    </w:p>
    <w:p w:rsidR="00595008" w:rsidRPr="00FF6620" w:rsidRDefault="00595008" w:rsidP="00EC3001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F6620">
        <w:rPr>
          <w:rFonts w:ascii="Times New Roman" w:hAnsi="Times New Roman"/>
          <w:sz w:val="28"/>
          <w:szCs w:val="28"/>
        </w:rPr>
        <w:t>ПОСТАНОВЛЯЮ:</w:t>
      </w:r>
    </w:p>
    <w:p w:rsidR="00595008" w:rsidRDefault="00595008" w:rsidP="00EC3001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города Шарыпово от 04.10.2013 года № 238 «Об утверждении муниципальной программы «Молодежь города Ш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рыпово в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 w:rsidRPr="000360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веке на 2014-2016 годы»» следующие изменения:</w:t>
      </w:r>
    </w:p>
    <w:p w:rsidR="00595008" w:rsidRDefault="00595008" w:rsidP="00EC3001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к постановлению «Муниципальная программа «Молодежь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рода Шарыпово в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 w:rsidRPr="000360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веке на 2014-2016 годы» изложить в новой редакции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гласно приложению.</w:t>
      </w:r>
    </w:p>
    <w:p w:rsidR="00595008" w:rsidRPr="0095687C" w:rsidRDefault="00595008" w:rsidP="00EC3001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</w:t>
      </w:r>
      <w:r w:rsidRPr="0095687C">
        <w:rPr>
          <w:rFonts w:ascii="Times New Roman" w:hAnsi="Times New Roman"/>
          <w:sz w:val="28"/>
          <w:szCs w:val="28"/>
        </w:rPr>
        <w:t>онтроль за</w:t>
      </w:r>
      <w:r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Pr="0095687C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>
        <w:rPr>
          <w:rFonts w:ascii="Times New Roman" w:hAnsi="Times New Roman"/>
          <w:sz w:val="28"/>
          <w:szCs w:val="28"/>
        </w:rPr>
        <w:t>заме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тителя Главы города Шарыпово по социальным вопросам Шепель С.П.</w:t>
      </w:r>
    </w:p>
    <w:p w:rsidR="00595008" w:rsidRDefault="00595008" w:rsidP="00EC3001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7C07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57DE">
        <w:rPr>
          <w:rFonts w:ascii="Times New Roman" w:hAnsi="Times New Roman"/>
          <w:sz w:val="28"/>
          <w:szCs w:val="28"/>
        </w:rPr>
        <w:t>Постановление вступает в силу в день, следующий за днем его офиц</w:t>
      </w:r>
      <w:r w:rsidRPr="006257DE">
        <w:rPr>
          <w:rFonts w:ascii="Times New Roman" w:hAnsi="Times New Roman"/>
          <w:sz w:val="28"/>
          <w:szCs w:val="28"/>
        </w:rPr>
        <w:t>и</w:t>
      </w:r>
      <w:r w:rsidRPr="006257DE">
        <w:rPr>
          <w:rFonts w:ascii="Times New Roman" w:hAnsi="Times New Roman"/>
          <w:sz w:val="28"/>
          <w:szCs w:val="28"/>
        </w:rPr>
        <w:t>ального опубликования в периодическом печатном издании «Официальный вес</w:t>
      </w:r>
      <w:r w:rsidRPr="006257DE">
        <w:rPr>
          <w:rFonts w:ascii="Times New Roman" w:hAnsi="Times New Roman"/>
          <w:sz w:val="28"/>
          <w:szCs w:val="28"/>
        </w:rPr>
        <w:t>т</w:t>
      </w:r>
      <w:r w:rsidRPr="006257DE">
        <w:rPr>
          <w:rFonts w:ascii="Times New Roman" w:hAnsi="Times New Roman"/>
          <w:sz w:val="28"/>
          <w:szCs w:val="28"/>
        </w:rPr>
        <w:t xml:space="preserve">ник города Шарыпово», </w:t>
      </w:r>
      <w:r>
        <w:rPr>
          <w:rFonts w:ascii="Times New Roman" w:hAnsi="Times New Roman"/>
          <w:sz w:val="28"/>
          <w:szCs w:val="28"/>
        </w:rPr>
        <w:t xml:space="preserve">но не ранее 01.01.2014 года, </w:t>
      </w:r>
      <w:r w:rsidRPr="006257DE">
        <w:rPr>
          <w:rFonts w:ascii="Times New Roman" w:hAnsi="Times New Roman"/>
          <w:sz w:val="28"/>
          <w:szCs w:val="28"/>
        </w:rPr>
        <w:t>подлежит размещению в с</w:t>
      </w:r>
      <w:r w:rsidRPr="006257DE">
        <w:rPr>
          <w:rFonts w:ascii="Times New Roman" w:hAnsi="Times New Roman"/>
          <w:sz w:val="28"/>
          <w:szCs w:val="28"/>
        </w:rPr>
        <w:t>е</w:t>
      </w:r>
      <w:r w:rsidRPr="006257DE">
        <w:rPr>
          <w:rFonts w:ascii="Times New Roman" w:hAnsi="Times New Roman"/>
          <w:sz w:val="28"/>
          <w:szCs w:val="28"/>
        </w:rPr>
        <w:t>ти Интернет на официальном сайте муниципального образования города Шар</w:t>
      </w:r>
      <w:r w:rsidRPr="006257DE">
        <w:rPr>
          <w:rFonts w:ascii="Times New Roman" w:hAnsi="Times New Roman"/>
          <w:sz w:val="28"/>
          <w:szCs w:val="28"/>
        </w:rPr>
        <w:t>ы</w:t>
      </w:r>
      <w:r w:rsidRPr="006257DE">
        <w:rPr>
          <w:rFonts w:ascii="Times New Roman" w:hAnsi="Times New Roman"/>
          <w:sz w:val="28"/>
          <w:szCs w:val="28"/>
        </w:rPr>
        <w:t xml:space="preserve">пово. </w:t>
      </w:r>
    </w:p>
    <w:p w:rsidR="00595008" w:rsidRDefault="00595008" w:rsidP="00EC3001">
      <w:pPr>
        <w:spacing w:after="0" w:line="240" w:lineRule="atLeast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95008" w:rsidRDefault="00595008" w:rsidP="00EC3001">
      <w:pPr>
        <w:spacing w:after="0" w:line="240" w:lineRule="atLeast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95008" w:rsidRDefault="00595008" w:rsidP="00EC300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95008" w:rsidRDefault="00595008" w:rsidP="00EC30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Шарыпово      </w:t>
      </w:r>
      <w:r>
        <w:rPr>
          <w:rFonts w:ascii="Times New Roman" w:hAnsi="Times New Roman"/>
          <w:sz w:val="28"/>
          <w:szCs w:val="28"/>
        </w:rPr>
        <w:tab/>
      </w:r>
      <w:r w:rsidRPr="0095687C">
        <w:rPr>
          <w:rFonts w:ascii="Times New Roman" w:hAnsi="Times New Roman"/>
          <w:sz w:val="28"/>
          <w:szCs w:val="28"/>
        </w:rPr>
        <w:tab/>
      </w:r>
      <w:r w:rsidRPr="0095687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В.Г. Хохлов</w:t>
      </w:r>
    </w:p>
    <w:p w:rsidR="00595008" w:rsidRDefault="00595008" w:rsidP="00EC30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5008" w:rsidRDefault="00595008" w:rsidP="00EC3426">
      <w:pPr>
        <w:spacing w:after="0"/>
        <w:ind w:left="5245"/>
        <w:rPr>
          <w:rFonts w:ascii="Times New Roman" w:hAnsi="Times New Roman"/>
          <w:sz w:val="28"/>
          <w:szCs w:val="28"/>
        </w:rPr>
      </w:pPr>
    </w:p>
    <w:p w:rsidR="00595008" w:rsidRDefault="00595008" w:rsidP="00EC3426">
      <w:pPr>
        <w:spacing w:after="0"/>
        <w:ind w:left="5245"/>
        <w:rPr>
          <w:rFonts w:ascii="Times New Roman" w:hAnsi="Times New Roman"/>
          <w:sz w:val="28"/>
          <w:szCs w:val="28"/>
        </w:rPr>
      </w:pPr>
    </w:p>
    <w:p w:rsidR="00595008" w:rsidRDefault="00595008" w:rsidP="00EC3426">
      <w:pPr>
        <w:spacing w:after="0"/>
        <w:ind w:left="5245"/>
        <w:rPr>
          <w:rFonts w:ascii="Times New Roman" w:hAnsi="Times New Roman"/>
          <w:sz w:val="28"/>
          <w:szCs w:val="28"/>
        </w:rPr>
      </w:pPr>
    </w:p>
    <w:p w:rsidR="00595008" w:rsidRDefault="00595008" w:rsidP="00EC3426">
      <w:pPr>
        <w:spacing w:after="0"/>
        <w:ind w:left="5245"/>
        <w:rPr>
          <w:rFonts w:ascii="Times New Roman" w:hAnsi="Times New Roman"/>
          <w:sz w:val="28"/>
          <w:szCs w:val="28"/>
        </w:rPr>
      </w:pPr>
    </w:p>
    <w:p w:rsidR="00595008" w:rsidRDefault="00595008" w:rsidP="00EC3426">
      <w:pPr>
        <w:spacing w:after="0"/>
        <w:ind w:left="5245"/>
        <w:rPr>
          <w:rFonts w:ascii="Times New Roman" w:hAnsi="Times New Roman"/>
          <w:sz w:val="28"/>
          <w:szCs w:val="28"/>
        </w:rPr>
      </w:pPr>
    </w:p>
    <w:p w:rsidR="00595008" w:rsidRDefault="00595008" w:rsidP="00EC3426">
      <w:pPr>
        <w:spacing w:after="0"/>
        <w:ind w:left="5245"/>
        <w:rPr>
          <w:rFonts w:ascii="Times New Roman" w:hAnsi="Times New Roman"/>
          <w:sz w:val="28"/>
          <w:szCs w:val="28"/>
        </w:rPr>
      </w:pPr>
    </w:p>
    <w:p w:rsidR="00595008" w:rsidRDefault="00595008" w:rsidP="00EC3426">
      <w:pPr>
        <w:spacing w:after="0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595008" w:rsidRDefault="00595008" w:rsidP="00EC3426">
      <w:pPr>
        <w:spacing w:after="0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Шарыпово  </w:t>
      </w:r>
    </w:p>
    <w:p w:rsidR="00595008" w:rsidRDefault="00595008" w:rsidP="00EC3426">
      <w:pPr>
        <w:spacing w:after="0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11.11.2013</w:t>
      </w:r>
      <w:r>
        <w:rPr>
          <w:rFonts w:ascii="Times New Roman" w:hAnsi="Times New Roman"/>
          <w:sz w:val="28"/>
          <w:szCs w:val="28"/>
        </w:rPr>
        <w:t xml:space="preserve">  №  </w:t>
      </w:r>
      <w:r w:rsidRPr="008152DE">
        <w:rPr>
          <w:rFonts w:ascii="Times New Roman" w:hAnsi="Times New Roman"/>
          <w:sz w:val="28"/>
          <w:szCs w:val="28"/>
          <w:u w:val="single"/>
        </w:rPr>
        <w:t>2</w:t>
      </w:r>
      <w:r>
        <w:rPr>
          <w:rFonts w:ascii="Times New Roman" w:hAnsi="Times New Roman"/>
          <w:sz w:val="28"/>
          <w:szCs w:val="28"/>
          <w:u w:val="single"/>
        </w:rPr>
        <w:t>74</w:t>
      </w:r>
    </w:p>
    <w:p w:rsidR="00595008" w:rsidRDefault="00595008" w:rsidP="00EC3426">
      <w:pPr>
        <w:spacing w:after="0"/>
        <w:ind w:left="5245"/>
        <w:rPr>
          <w:rFonts w:ascii="Times New Roman" w:hAnsi="Times New Roman"/>
          <w:sz w:val="28"/>
          <w:szCs w:val="28"/>
        </w:rPr>
      </w:pPr>
    </w:p>
    <w:p w:rsidR="00595008" w:rsidRPr="00EC3426" w:rsidRDefault="00595008" w:rsidP="00EC342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C3426">
        <w:rPr>
          <w:rFonts w:ascii="Times New Roman" w:hAnsi="Times New Roman"/>
          <w:b/>
          <w:sz w:val="28"/>
          <w:szCs w:val="28"/>
        </w:rPr>
        <w:t xml:space="preserve">«Молодежь города Шарыпово в </w:t>
      </w:r>
      <w:r w:rsidRPr="00EC3426">
        <w:rPr>
          <w:rFonts w:ascii="Times New Roman" w:hAnsi="Times New Roman"/>
          <w:b/>
          <w:sz w:val="28"/>
          <w:szCs w:val="28"/>
          <w:lang w:val="en-US"/>
        </w:rPr>
        <w:t>XXI</w:t>
      </w:r>
      <w:r>
        <w:rPr>
          <w:rFonts w:ascii="Times New Roman" w:hAnsi="Times New Roman"/>
          <w:b/>
          <w:sz w:val="28"/>
          <w:szCs w:val="28"/>
        </w:rPr>
        <w:t xml:space="preserve"> веке на 2014-2016 годы</w:t>
      </w:r>
      <w:r w:rsidRPr="00EC3426">
        <w:rPr>
          <w:rFonts w:ascii="Times New Roman" w:hAnsi="Times New Roman"/>
          <w:b/>
          <w:sz w:val="28"/>
          <w:szCs w:val="28"/>
        </w:rPr>
        <w:t>»</w:t>
      </w:r>
    </w:p>
    <w:p w:rsidR="00595008" w:rsidRPr="00EC3426" w:rsidRDefault="00595008" w:rsidP="00EC342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95008" w:rsidRDefault="00595008" w:rsidP="00EC342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Паспорт </w:t>
      </w:r>
    </w:p>
    <w:p w:rsidR="00595008" w:rsidRDefault="00595008" w:rsidP="00EC342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EC3426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Pr="00EC3426">
        <w:rPr>
          <w:rFonts w:ascii="Times New Roman" w:hAnsi="Times New Roman"/>
          <w:sz w:val="28"/>
          <w:szCs w:val="28"/>
          <w:lang w:val="en-US"/>
        </w:rPr>
        <w:t>XXI</w:t>
      </w:r>
      <w:r>
        <w:rPr>
          <w:rFonts w:ascii="Times New Roman" w:hAnsi="Times New Roman"/>
          <w:sz w:val="28"/>
          <w:szCs w:val="28"/>
        </w:rPr>
        <w:t xml:space="preserve"> веке</w:t>
      </w:r>
      <w:r w:rsidRPr="00EC3426">
        <w:rPr>
          <w:rFonts w:ascii="Times New Roman" w:hAnsi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63"/>
      </w:tblGrid>
      <w:tr w:rsidR="00595008" w:rsidRPr="00A94758" w:rsidTr="00A94758">
        <w:tc>
          <w:tcPr>
            <w:tcW w:w="2943" w:type="dxa"/>
          </w:tcPr>
          <w:p w:rsidR="00595008" w:rsidRPr="00A94758" w:rsidRDefault="00595008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Наименование мун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ципальной программы</w:t>
            </w:r>
          </w:p>
        </w:tc>
        <w:tc>
          <w:tcPr>
            <w:tcW w:w="6663" w:type="dxa"/>
          </w:tcPr>
          <w:p w:rsidR="00595008" w:rsidRPr="00A94758" w:rsidRDefault="00595008" w:rsidP="00A947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Молодежь города Шарыпово в </w:t>
            </w:r>
            <w:r w:rsidRPr="00A94758">
              <w:rPr>
                <w:rFonts w:ascii="Times New Roman" w:hAnsi="Times New Roman"/>
                <w:sz w:val="28"/>
                <w:szCs w:val="28"/>
                <w:lang w:val="en-US"/>
              </w:rPr>
              <w:t>XXI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 веке на 2014-2016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595008" w:rsidRPr="00A94758" w:rsidTr="00A94758">
        <w:tc>
          <w:tcPr>
            <w:tcW w:w="2943" w:type="dxa"/>
          </w:tcPr>
          <w:p w:rsidR="00595008" w:rsidRPr="00A94758" w:rsidRDefault="00595008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Основание для разр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ботки Программы</w:t>
            </w:r>
          </w:p>
        </w:tc>
        <w:tc>
          <w:tcPr>
            <w:tcW w:w="6663" w:type="dxa"/>
          </w:tcPr>
          <w:p w:rsidR="00595008" w:rsidRDefault="00595008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Постановление Администрации города Шарыпово от 30.07.2013 года № 171 «О порядке принятия решений о разработке муниципальных программ муниципал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ного образования города Шарыпово Красноярского края, их формирования и реализации».</w:t>
            </w:r>
          </w:p>
          <w:p w:rsidR="00595008" w:rsidRPr="00A94758" w:rsidRDefault="00595008" w:rsidP="003F3B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Распоряжение Администрации города Шарыпово от 30.07.2013 г. № 1664 «Об утверждении перечня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ниципальных программ»</w:t>
            </w:r>
          </w:p>
        </w:tc>
      </w:tr>
      <w:tr w:rsidR="00595008" w:rsidRPr="00A94758" w:rsidTr="00A94758">
        <w:tc>
          <w:tcPr>
            <w:tcW w:w="2943" w:type="dxa"/>
          </w:tcPr>
          <w:p w:rsidR="00595008" w:rsidRPr="00A94758" w:rsidRDefault="00595008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Ответственный и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с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полнитель</w:t>
            </w:r>
          </w:p>
        </w:tc>
        <w:tc>
          <w:tcPr>
            <w:tcW w:w="6663" w:type="dxa"/>
          </w:tcPr>
          <w:p w:rsidR="00595008" w:rsidRPr="00A94758" w:rsidRDefault="00595008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Отдел спорта, туризма и молодежной политики А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д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министрации города Шарыпово</w:t>
            </w:r>
          </w:p>
        </w:tc>
      </w:tr>
      <w:tr w:rsidR="00595008" w:rsidRPr="00A94758" w:rsidTr="00A94758">
        <w:tc>
          <w:tcPr>
            <w:tcW w:w="2943" w:type="dxa"/>
          </w:tcPr>
          <w:p w:rsidR="00595008" w:rsidRPr="00A94758" w:rsidRDefault="00595008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Соисполнители Пр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6663" w:type="dxa"/>
          </w:tcPr>
          <w:p w:rsidR="00595008" w:rsidRPr="00B30F93" w:rsidRDefault="00595008" w:rsidP="00B30F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0F93">
              <w:rPr>
                <w:rFonts w:ascii="Times New Roman" w:hAnsi="Times New Roman"/>
                <w:sz w:val="28"/>
                <w:szCs w:val="28"/>
              </w:rPr>
              <w:t>Комитет по управлению муниципальным имущес</w:t>
            </w:r>
            <w:r w:rsidRPr="00B30F93">
              <w:rPr>
                <w:rFonts w:ascii="Times New Roman" w:hAnsi="Times New Roman"/>
                <w:sz w:val="28"/>
                <w:szCs w:val="28"/>
              </w:rPr>
              <w:t>т</w:t>
            </w:r>
            <w:r w:rsidRPr="00B30F93">
              <w:rPr>
                <w:rFonts w:ascii="Times New Roman" w:hAnsi="Times New Roman"/>
                <w:sz w:val="28"/>
                <w:szCs w:val="28"/>
              </w:rPr>
              <w:t>вом и земельными отношениями Администрации г</w:t>
            </w:r>
            <w:r w:rsidRPr="00B30F93">
              <w:rPr>
                <w:rFonts w:ascii="Times New Roman" w:hAnsi="Times New Roman"/>
                <w:sz w:val="28"/>
                <w:szCs w:val="28"/>
              </w:rPr>
              <w:t>о</w:t>
            </w:r>
            <w:r w:rsidRPr="00B30F93">
              <w:rPr>
                <w:rFonts w:ascii="Times New Roman" w:hAnsi="Times New Roman"/>
                <w:sz w:val="28"/>
                <w:szCs w:val="28"/>
              </w:rPr>
              <w:t xml:space="preserve">рода Шарыпово </w:t>
            </w:r>
          </w:p>
        </w:tc>
      </w:tr>
      <w:tr w:rsidR="00595008" w:rsidRPr="00A94758" w:rsidTr="00A94758">
        <w:tc>
          <w:tcPr>
            <w:tcW w:w="2943" w:type="dxa"/>
          </w:tcPr>
          <w:p w:rsidR="00595008" w:rsidRPr="00A94758" w:rsidRDefault="00595008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Перечень Подпр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грамм </w:t>
            </w:r>
          </w:p>
        </w:tc>
        <w:tc>
          <w:tcPr>
            <w:tcW w:w="6663" w:type="dxa"/>
          </w:tcPr>
          <w:p w:rsidR="00595008" w:rsidRPr="00A94758" w:rsidRDefault="00595008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Подпрограмма 1 «Вовлечение молодежи в социал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ь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ную практи</w:t>
            </w:r>
            <w:r>
              <w:rPr>
                <w:rFonts w:ascii="Times New Roman" w:hAnsi="Times New Roman"/>
                <w:sz w:val="28"/>
                <w:szCs w:val="28"/>
              </w:rPr>
              <w:t>ку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 на 2014-2016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95008" w:rsidRPr="00A94758" w:rsidRDefault="00595008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Подпрограмма 2 «Патриотическое воспитание мол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дежи города Шарыпово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 на 2014-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2016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95008" w:rsidRPr="00EB6DE3" w:rsidRDefault="00595008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EB6DE3">
              <w:rPr>
                <w:rFonts w:ascii="Times New Roman" w:hAnsi="Times New Roman"/>
                <w:sz w:val="28"/>
                <w:szCs w:val="28"/>
              </w:rPr>
              <w:t>Подпрограмма 3 «Обеспечение жильем молодых с</w:t>
            </w:r>
            <w:r w:rsidRPr="00EB6DE3">
              <w:rPr>
                <w:rFonts w:ascii="Times New Roman" w:hAnsi="Times New Roman"/>
                <w:sz w:val="28"/>
                <w:szCs w:val="28"/>
              </w:rPr>
              <w:t>е</w:t>
            </w:r>
            <w:r w:rsidRPr="00EB6DE3">
              <w:rPr>
                <w:rFonts w:ascii="Times New Roman" w:hAnsi="Times New Roman"/>
                <w:sz w:val="28"/>
                <w:szCs w:val="28"/>
              </w:rPr>
              <w:t>мей в городе Шарыпово» на 2014-2016 годы.</w:t>
            </w:r>
          </w:p>
        </w:tc>
      </w:tr>
      <w:tr w:rsidR="00595008" w:rsidRPr="00A94758" w:rsidTr="00A94758">
        <w:tc>
          <w:tcPr>
            <w:tcW w:w="2943" w:type="dxa"/>
          </w:tcPr>
          <w:p w:rsidR="00595008" w:rsidRPr="00A94758" w:rsidRDefault="00595008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663" w:type="dxa"/>
          </w:tcPr>
          <w:p w:rsidR="00595008" w:rsidRPr="00A94758" w:rsidRDefault="00595008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Создание условий для развития и реализации поте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н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циала молодежи в интересах муниципального обр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зования города Шарыпово.</w:t>
            </w:r>
          </w:p>
        </w:tc>
      </w:tr>
      <w:tr w:rsidR="00595008" w:rsidRPr="00A94758" w:rsidTr="00A94758">
        <w:tc>
          <w:tcPr>
            <w:tcW w:w="2943" w:type="dxa"/>
          </w:tcPr>
          <w:p w:rsidR="00595008" w:rsidRPr="00A94758" w:rsidRDefault="00595008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663" w:type="dxa"/>
          </w:tcPr>
          <w:p w:rsidR="00595008" w:rsidRDefault="00595008" w:rsidP="00F21AB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социализации и эффективной с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мореализации молодежи муниципального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города Шарыпово;</w:t>
            </w:r>
          </w:p>
          <w:p w:rsidR="00595008" w:rsidRDefault="00595008" w:rsidP="00F21AB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дальнейшего развития и с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вершенствования системы патриотического воспит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ния;</w:t>
            </w:r>
          </w:p>
          <w:p w:rsidR="00595008" w:rsidRPr="00EB6DE3" w:rsidRDefault="00595008" w:rsidP="00F21AB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1FEE">
              <w:rPr>
                <w:rFonts w:ascii="Times New Roman" w:hAnsi="Times New Roman"/>
                <w:sz w:val="28"/>
                <w:szCs w:val="28"/>
              </w:rPr>
              <w:t>государственная поддержка в решении жилищной проблемы молодых семей, признанных в устано</w:t>
            </w:r>
            <w:r w:rsidRPr="00151FEE">
              <w:rPr>
                <w:rFonts w:ascii="Times New Roman" w:hAnsi="Times New Roman"/>
                <w:sz w:val="28"/>
                <w:szCs w:val="28"/>
              </w:rPr>
              <w:t>в</w:t>
            </w:r>
            <w:r w:rsidRPr="00151FEE">
              <w:rPr>
                <w:rFonts w:ascii="Times New Roman" w:hAnsi="Times New Roman"/>
                <w:sz w:val="28"/>
                <w:szCs w:val="28"/>
              </w:rPr>
              <w:t>ленном порядке, нуждающимися в улучшении ж</w:t>
            </w:r>
            <w:r w:rsidRPr="00151FEE">
              <w:rPr>
                <w:rFonts w:ascii="Times New Roman" w:hAnsi="Times New Roman"/>
                <w:sz w:val="28"/>
                <w:szCs w:val="28"/>
              </w:rPr>
              <w:t>и</w:t>
            </w:r>
            <w:r w:rsidRPr="00151FEE">
              <w:rPr>
                <w:rFonts w:ascii="Times New Roman" w:hAnsi="Times New Roman"/>
                <w:sz w:val="28"/>
                <w:szCs w:val="28"/>
              </w:rPr>
              <w:t>лищных условий.</w:t>
            </w:r>
          </w:p>
        </w:tc>
      </w:tr>
      <w:tr w:rsidR="00595008" w:rsidRPr="00A94758" w:rsidTr="00A94758">
        <w:tc>
          <w:tcPr>
            <w:tcW w:w="2943" w:type="dxa"/>
          </w:tcPr>
          <w:p w:rsidR="00595008" w:rsidRPr="00A94758" w:rsidRDefault="00595008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Этапы и сроки реал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зации Программы</w:t>
            </w:r>
          </w:p>
        </w:tc>
        <w:tc>
          <w:tcPr>
            <w:tcW w:w="6663" w:type="dxa"/>
          </w:tcPr>
          <w:p w:rsidR="00595008" w:rsidRPr="00A94758" w:rsidRDefault="00595008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2014-2016 годы</w:t>
            </w:r>
          </w:p>
          <w:p w:rsidR="00595008" w:rsidRPr="00A94758" w:rsidRDefault="00595008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 xml:space="preserve">2014 – </w:t>
            </w:r>
            <w:r w:rsidRPr="00A9475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 этап;</w:t>
            </w:r>
          </w:p>
          <w:p w:rsidR="00595008" w:rsidRPr="00A94758" w:rsidRDefault="00595008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 xml:space="preserve">2015 – </w:t>
            </w:r>
            <w:r w:rsidRPr="00A94758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этап;</w:t>
            </w:r>
          </w:p>
          <w:p w:rsidR="00595008" w:rsidRPr="00A94758" w:rsidRDefault="00595008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 xml:space="preserve">2016 – </w:t>
            </w:r>
            <w:r w:rsidRPr="00A94758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 этап.</w:t>
            </w:r>
          </w:p>
        </w:tc>
      </w:tr>
      <w:tr w:rsidR="00595008" w:rsidRPr="00A94758" w:rsidTr="00A94758">
        <w:tc>
          <w:tcPr>
            <w:tcW w:w="2943" w:type="dxa"/>
          </w:tcPr>
          <w:p w:rsidR="00595008" w:rsidRPr="00A94758" w:rsidRDefault="00595008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Целевые показатели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показатели результ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тивности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663" w:type="dxa"/>
          </w:tcPr>
          <w:p w:rsidR="00595008" w:rsidRDefault="00595008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Количество поддержанных социально-экономических проектов, реализуемых молодежью города;</w:t>
            </w:r>
          </w:p>
          <w:p w:rsidR="00595008" w:rsidRDefault="00595008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Удельный вес молодых граждан, вовлеченных в реализацию  социально-экономических проектов;</w:t>
            </w:r>
          </w:p>
          <w:p w:rsidR="00595008" w:rsidRDefault="00595008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Удельный вес благополучателей – граждан, получающих безвозмездные услуги от участников молодежных  социально-экономических проектов;</w:t>
            </w:r>
          </w:p>
          <w:p w:rsidR="00595008" w:rsidRDefault="00595008" w:rsidP="00A94758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Доля молодых семей, улучшивших жилищные условия за счет полученных социальных выплат, к общему количеству молодых семей, состоящих на учете нуждающихся в улучшении жилищных условий.</w:t>
            </w:r>
          </w:p>
          <w:p w:rsidR="00595008" w:rsidRPr="00A94758" w:rsidRDefault="00595008" w:rsidP="00CE025B">
            <w:pPr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CF3">
              <w:rPr>
                <w:rFonts w:ascii="Times New Roman" w:hAnsi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Паспорту Программы</w:t>
            </w:r>
            <w:r w:rsidRPr="00471C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значения целевых показателей на долгосрочный период </w:t>
            </w:r>
            <w:r w:rsidRPr="00471CF3">
              <w:rPr>
                <w:rFonts w:ascii="Times New Roman" w:hAnsi="Times New Roman"/>
                <w:sz w:val="28"/>
                <w:szCs w:val="28"/>
              </w:rPr>
              <w:t>представлены в приложении №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Паспорту Программы</w:t>
            </w:r>
            <w:r w:rsidRPr="00471CF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95008" w:rsidRPr="00A94758" w:rsidTr="00A94758">
        <w:tc>
          <w:tcPr>
            <w:tcW w:w="2943" w:type="dxa"/>
          </w:tcPr>
          <w:p w:rsidR="00595008" w:rsidRPr="00A94758" w:rsidRDefault="00595008" w:rsidP="00A947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758">
              <w:rPr>
                <w:rFonts w:ascii="Times New Roman" w:hAnsi="Times New Roman"/>
                <w:sz w:val="28"/>
                <w:szCs w:val="28"/>
              </w:rPr>
              <w:t>Ресурсное обеспеч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>е</w:t>
            </w:r>
            <w:r w:rsidRPr="00A94758">
              <w:rPr>
                <w:rFonts w:ascii="Times New Roman" w:hAnsi="Times New Roman"/>
                <w:sz w:val="28"/>
                <w:szCs w:val="28"/>
              </w:rPr>
              <w:t xml:space="preserve">ние Программы </w:t>
            </w:r>
          </w:p>
        </w:tc>
        <w:tc>
          <w:tcPr>
            <w:tcW w:w="6663" w:type="dxa"/>
          </w:tcPr>
          <w:p w:rsidR="00595008" w:rsidRPr="0047618D" w:rsidRDefault="0059500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618D">
              <w:rPr>
                <w:rFonts w:ascii="Times New Roman" w:hAnsi="Times New Roman"/>
                <w:sz w:val="26"/>
                <w:szCs w:val="26"/>
              </w:rPr>
              <w:t>Объем бюджетных ассигнований на реализацию Пр</w:t>
            </w:r>
            <w:r w:rsidRPr="0047618D">
              <w:rPr>
                <w:rFonts w:ascii="Times New Roman" w:hAnsi="Times New Roman"/>
                <w:sz w:val="26"/>
                <w:szCs w:val="26"/>
              </w:rPr>
              <w:t>о</w:t>
            </w:r>
            <w:r w:rsidRPr="0047618D">
              <w:rPr>
                <w:rFonts w:ascii="Times New Roman" w:hAnsi="Times New Roman"/>
                <w:sz w:val="26"/>
                <w:szCs w:val="26"/>
              </w:rPr>
              <w:t>граммы всего составил: 19 320,46 тыс. рублей, в том чи</w:t>
            </w:r>
            <w:r w:rsidRPr="0047618D">
              <w:rPr>
                <w:rFonts w:ascii="Times New Roman" w:hAnsi="Times New Roman"/>
                <w:sz w:val="26"/>
                <w:szCs w:val="26"/>
              </w:rPr>
              <w:t>с</w:t>
            </w:r>
            <w:r w:rsidRPr="0047618D">
              <w:rPr>
                <w:rFonts w:ascii="Times New Roman" w:hAnsi="Times New Roman"/>
                <w:sz w:val="26"/>
                <w:szCs w:val="26"/>
              </w:rPr>
              <w:t>ле:</w:t>
            </w:r>
          </w:p>
          <w:p w:rsidR="00595008" w:rsidRPr="0047618D" w:rsidRDefault="0059500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618D">
              <w:rPr>
                <w:rFonts w:ascii="Times New Roman" w:hAnsi="Times New Roman"/>
                <w:sz w:val="26"/>
                <w:szCs w:val="26"/>
              </w:rPr>
              <w:t>бюджет города – 14 611,36 тыс. рублей;</w:t>
            </w:r>
          </w:p>
          <w:p w:rsidR="00595008" w:rsidRPr="0047618D" w:rsidRDefault="0059500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618D">
              <w:rPr>
                <w:rFonts w:ascii="Times New Roman" w:hAnsi="Times New Roman"/>
                <w:sz w:val="26"/>
                <w:szCs w:val="26"/>
              </w:rPr>
              <w:t>краевой бюджет – 2 309, 10 тыс. рублей;</w:t>
            </w:r>
          </w:p>
          <w:p w:rsidR="00595008" w:rsidRPr="0047618D" w:rsidRDefault="0059500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618D">
              <w:rPr>
                <w:rFonts w:ascii="Times New Roman" w:hAnsi="Times New Roman"/>
                <w:sz w:val="26"/>
                <w:szCs w:val="26"/>
              </w:rPr>
              <w:t xml:space="preserve">внебюджетные источники – 2 400, 00 тыс. рублей.           </w:t>
            </w:r>
          </w:p>
          <w:p w:rsidR="00595008" w:rsidRPr="0047618D" w:rsidRDefault="0059500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618D">
              <w:rPr>
                <w:rFonts w:ascii="Times New Roman" w:hAnsi="Times New Roman"/>
                <w:sz w:val="26"/>
                <w:szCs w:val="26"/>
              </w:rPr>
              <w:t>по годам:</w:t>
            </w:r>
          </w:p>
          <w:p w:rsidR="00595008" w:rsidRPr="0047618D" w:rsidRDefault="0059500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618D">
              <w:rPr>
                <w:rFonts w:ascii="Times New Roman" w:hAnsi="Times New Roman"/>
                <w:sz w:val="26"/>
                <w:szCs w:val="26"/>
              </w:rPr>
              <w:t>2014 год – 6 363, 28 тыс. рублей, в том числе:</w:t>
            </w:r>
          </w:p>
          <w:p w:rsidR="00595008" w:rsidRPr="0047618D" w:rsidRDefault="0059500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618D">
              <w:rPr>
                <w:rFonts w:ascii="Times New Roman" w:hAnsi="Times New Roman"/>
                <w:sz w:val="26"/>
                <w:szCs w:val="26"/>
              </w:rPr>
              <w:t>местный бюджет – 4 793, 58 тыс. рублей;</w:t>
            </w:r>
          </w:p>
          <w:p w:rsidR="00595008" w:rsidRPr="0047618D" w:rsidRDefault="0059500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618D">
              <w:rPr>
                <w:rFonts w:ascii="Times New Roman" w:hAnsi="Times New Roman"/>
                <w:sz w:val="26"/>
                <w:szCs w:val="26"/>
              </w:rPr>
              <w:t>краевой бюджет – 769, 70 тыс. рублей;</w:t>
            </w:r>
          </w:p>
          <w:p w:rsidR="00595008" w:rsidRPr="0047618D" w:rsidRDefault="0059500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618D">
              <w:rPr>
                <w:rFonts w:ascii="Times New Roman" w:hAnsi="Times New Roman"/>
                <w:sz w:val="26"/>
                <w:szCs w:val="26"/>
              </w:rPr>
              <w:t>внебюдж</w:t>
            </w:r>
            <w:bookmarkStart w:id="0" w:name="_GoBack"/>
            <w:bookmarkEnd w:id="0"/>
            <w:r w:rsidRPr="0047618D">
              <w:rPr>
                <w:rFonts w:ascii="Times New Roman" w:hAnsi="Times New Roman"/>
                <w:sz w:val="26"/>
                <w:szCs w:val="26"/>
              </w:rPr>
              <w:t>етные источники – 800, 00 тыс. рублей;</w:t>
            </w:r>
          </w:p>
          <w:p w:rsidR="00595008" w:rsidRPr="0047618D" w:rsidRDefault="0059500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618D">
              <w:rPr>
                <w:rFonts w:ascii="Times New Roman" w:hAnsi="Times New Roman"/>
                <w:sz w:val="26"/>
                <w:szCs w:val="26"/>
              </w:rPr>
              <w:t xml:space="preserve">2015 год – 6 478, 59 тыс. рублей; </w:t>
            </w:r>
          </w:p>
          <w:p w:rsidR="00595008" w:rsidRPr="0047618D" w:rsidRDefault="0059500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618D">
              <w:rPr>
                <w:rFonts w:ascii="Times New Roman" w:hAnsi="Times New Roman"/>
                <w:sz w:val="26"/>
                <w:szCs w:val="26"/>
              </w:rPr>
              <w:t>местный бюджет – 4 908, 89 тыс. рублей;</w:t>
            </w:r>
          </w:p>
          <w:p w:rsidR="00595008" w:rsidRPr="0047618D" w:rsidRDefault="0059500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618D">
              <w:rPr>
                <w:rFonts w:ascii="Times New Roman" w:hAnsi="Times New Roman"/>
                <w:sz w:val="26"/>
                <w:szCs w:val="26"/>
              </w:rPr>
              <w:t>краевой бюджет – 769, 70 тыс. рублей;</w:t>
            </w:r>
          </w:p>
          <w:p w:rsidR="00595008" w:rsidRPr="0047618D" w:rsidRDefault="0059500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618D">
              <w:rPr>
                <w:rFonts w:ascii="Times New Roman" w:hAnsi="Times New Roman"/>
                <w:sz w:val="26"/>
                <w:szCs w:val="26"/>
              </w:rPr>
              <w:t>внебюджетные источники – 800, 00 тыс. рублей;</w:t>
            </w:r>
          </w:p>
          <w:p w:rsidR="00595008" w:rsidRPr="0047618D" w:rsidRDefault="0059500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618D">
              <w:rPr>
                <w:rFonts w:ascii="Times New Roman" w:hAnsi="Times New Roman"/>
                <w:sz w:val="26"/>
                <w:szCs w:val="26"/>
              </w:rPr>
              <w:t xml:space="preserve">2016 год – 6 478, 59 тыс. рублей; </w:t>
            </w:r>
          </w:p>
          <w:p w:rsidR="00595008" w:rsidRPr="0047618D" w:rsidRDefault="0059500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618D">
              <w:rPr>
                <w:rFonts w:ascii="Times New Roman" w:hAnsi="Times New Roman"/>
                <w:sz w:val="26"/>
                <w:szCs w:val="26"/>
              </w:rPr>
              <w:t>местный бюджет – 4 908, 89 тыс. рублей;</w:t>
            </w:r>
          </w:p>
          <w:p w:rsidR="00595008" w:rsidRPr="0047618D" w:rsidRDefault="0059500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7618D">
              <w:rPr>
                <w:rFonts w:ascii="Times New Roman" w:hAnsi="Times New Roman"/>
                <w:sz w:val="26"/>
                <w:szCs w:val="26"/>
              </w:rPr>
              <w:t>краевой бюджет – 769, 70 тыс. рублей;</w:t>
            </w:r>
          </w:p>
          <w:p w:rsidR="00595008" w:rsidRPr="00A94758" w:rsidRDefault="00595008" w:rsidP="00CD35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618D">
              <w:rPr>
                <w:rFonts w:ascii="Times New Roman" w:hAnsi="Times New Roman"/>
                <w:sz w:val="26"/>
                <w:szCs w:val="26"/>
              </w:rPr>
              <w:t>внебюджетные источники – 800, 00 тыс. рублей;</w:t>
            </w:r>
          </w:p>
        </w:tc>
      </w:tr>
    </w:tbl>
    <w:p w:rsidR="00595008" w:rsidRDefault="00595008" w:rsidP="007161B8">
      <w:pPr>
        <w:pStyle w:val="ListParagraph"/>
        <w:spacing w:after="0"/>
        <w:rPr>
          <w:rFonts w:ascii="Times New Roman" w:hAnsi="Times New Roman"/>
          <w:sz w:val="28"/>
          <w:szCs w:val="28"/>
        </w:rPr>
      </w:pPr>
    </w:p>
    <w:p w:rsidR="00595008" w:rsidRDefault="00595008" w:rsidP="00EA6EE4">
      <w:pPr>
        <w:pStyle w:val="ListParagraph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8"/>
          <w:szCs w:val="28"/>
        </w:rPr>
      </w:pPr>
      <w:r w:rsidRPr="00EA6EE4">
        <w:rPr>
          <w:rFonts w:ascii="Times New Roman" w:hAnsi="Times New Roman"/>
          <w:sz w:val="28"/>
          <w:szCs w:val="28"/>
        </w:rPr>
        <w:t xml:space="preserve">Общая характеристика </w:t>
      </w:r>
      <w:r>
        <w:rPr>
          <w:rFonts w:ascii="Times New Roman" w:hAnsi="Times New Roman"/>
          <w:sz w:val="28"/>
          <w:szCs w:val="28"/>
        </w:rPr>
        <w:t>молодежной политики муниципального образования города Шарыпово</w:t>
      </w:r>
    </w:p>
    <w:p w:rsidR="00595008" w:rsidRDefault="00595008" w:rsidP="00DC7F40">
      <w:pPr>
        <w:pStyle w:val="ListParagraph"/>
        <w:spacing w:after="0"/>
        <w:rPr>
          <w:rFonts w:ascii="Times New Roman" w:hAnsi="Times New Roman"/>
          <w:sz w:val="28"/>
          <w:szCs w:val="28"/>
        </w:rPr>
      </w:pPr>
    </w:p>
    <w:p w:rsidR="00595008" w:rsidRPr="00AD3429" w:rsidRDefault="00595008" w:rsidP="00272C09">
      <w:pPr>
        <w:pStyle w:val="ListParagraph"/>
        <w:spacing w:line="10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429">
        <w:rPr>
          <w:rFonts w:ascii="Times New Roman" w:hAnsi="Times New Roman"/>
          <w:bCs/>
          <w:color w:val="000000"/>
          <w:sz w:val="28"/>
          <w:szCs w:val="28"/>
        </w:rPr>
        <w:t>В Концепции долгосрочного социально-экономического развития Росси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>й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>ской Федерации на период до 2020 года</w:t>
      </w:r>
      <w:r w:rsidRPr="00AD3429">
        <w:rPr>
          <w:rFonts w:ascii="Times New Roman" w:hAnsi="Times New Roman"/>
          <w:sz w:val="28"/>
          <w:szCs w:val="28"/>
        </w:rPr>
        <w:t xml:space="preserve"> (</w:t>
      </w:r>
      <w:r w:rsidRPr="00AD3429">
        <w:rPr>
          <w:rFonts w:ascii="Times New Roman" w:hAnsi="Times New Roman"/>
          <w:color w:val="000000"/>
          <w:sz w:val="28"/>
          <w:szCs w:val="28"/>
        </w:rPr>
        <w:t>распоряжение Правительства Росси</w:t>
      </w:r>
      <w:r w:rsidRPr="00AD3429">
        <w:rPr>
          <w:rFonts w:ascii="Times New Roman" w:hAnsi="Times New Roman"/>
          <w:color w:val="000000"/>
          <w:sz w:val="28"/>
          <w:szCs w:val="28"/>
        </w:rPr>
        <w:t>й</w:t>
      </w:r>
      <w:r w:rsidRPr="00AD3429">
        <w:rPr>
          <w:rFonts w:ascii="Times New Roman" w:hAnsi="Times New Roman"/>
          <w:color w:val="000000"/>
          <w:sz w:val="28"/>
          <w:szCs w:val="28"/>
        </w:rPr>
        <w:t>ской Федерации от 17.11.2008 № 1662-р) указано, что «г</w:t>
      </w:r>
      <w:r w:rsidRPr="00AD3429">
        <w:rPr>
          <w:rStyle w:val="A1"/>
          <w:rFonts w:ascii="Times New Roman" w:hAnsi="Times New Roman"/>
          <w:sz w:val="28"/>
          <w:szCs w:val="28"/>
        </w:rPr>
        <w:t>осударственную мол</w:t>
      </w:r>
      <w:r w:rsidRPr="00AD3429">
        <w:rPr>
          <w:rStyle w:val="A1"/>
          <w:rFonts w:ascii="Times New Roman" w:hAnsi="Times New Roman"/>
          <w:sz w:val="28"/>
          <w:szCs w:val="28"/>
        </w:rPr>
        <w:t>о</w:t>
      </w:r>
      <w:r w:rsidRPr="00AD3429">
        <w:rPr>
          <w:rStyle w:val="A1"/>
          <w:rFonts w:ascii="Times New Roman" w:hAnsi="Times New Roman"/>
          <w:sz w:val="28"/>
          <w:szCs w:val="28"/>
        </w:rPr>
        <w:t>дежную политику следует рассматривать как самостоятельное направление де</w:t>
      </w:r>
      <w:r w:rsidRPr="00AD3429">
        <w:rPr>
          <w:rStyle w:val="A1"/>
          <w:rFonts w:ascii="Times New Roman" w:hAnsi="Times New Roman"/>
          <w:sz w:val="28"/>
          <w:szCs w:val="28"/>
        </w:rPr>
        <w:t>я</w:t>
      </w:r>
      <w:r w:rsidRPr="00AD3429">
        <w:rPr>
          <w:rStyle w:val="A1"/>
          <w:rFonts w:ascii="Times New Roman" w:hAnsi="Times New Roman"/>
          <w:sz w:val="28"/>
          <w:szCs w:val="28"/>
        </w:rPr>
        <w:t>тельности государства, предусматривающее формирование необходимых соц</w:t>
      </w:r>
      <w:r w:rsidRPr="00AD3429">
        <w:rPr>
          <w:rStyle w:val="A1"/>
          <w:rFonts w:ascii="Times New Roman" w:hAnsi="Times New Roman"/>
          <w:sz w:val="28"/>
          <w:szCs w:val="28"/>
        </w:rPr>
        <w:t>и</w:t>
      </w:r>
      <w:r w:rsidRPr="00AD3429">
        <w:rPr>
          <w:rStyle w:val="A1"/>
          <w:rFonts w:ascii="Times New Roman" w:hAnsi="Times New Roman"/>
          <w:sz w:val="28"/>
          <w:szCs w:val="28"/>
        </w:rPr>
        <w:t>альных условий инновационного развития страны, реализуемое на основе акти</w:t>
      </w:r>
      <w:r w:rsidRPr="00AD3429">
        <w:rPr>
          <w:rStyle w:val="A1"/>
          <w:rFonts w:ascii="Times New Roman" w:hAnsi="Times New Roman"/>
          <w:sz w:val="28"/>
          <w:szCs w:val="28"/>
        </w:rPr>
        <w:t>в</w:t>
      </w:r>
      <w:r w:rsidRPr="00AD3429">
        <w:rPr>
          <w:rStyle w:val="A1"/>
          <w:rFonts w:ascii="Times New Roman" w:hAnsi="Times New Roman"/>
          <w:sz w:val="28"/>
          <w:szCs w:val="28"/>
        </w:rPr>
        <w:t xml:space="preserve">ного взаимодействия с институтами гражданского общества, общественными объединениями и молодежными организациями», которая </w:t>
      </w:r>
      <w:r w:rsidRPr="00AD3429">
        <w:rPr>
          <w:rFonts w:ascii="Times New Roman" w:hAnsi="Times New Roman"/>
          <w:bCs/>
          <w:sz w:val="28"/>
          <w:szCs w:val="28"/>
        </w:rPr>
        <w:t xml:space="preserve">согласно 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>Стратеги</w:t>
      </w:r>
      <w:r w:rsidRPr="00AD3429">
        <w:rPr>
          <w:rFonts w:ascii="Times New Roman" w:hAnsi="Times New Roman"/>
          <w:bCs/>
          <w:sz w:val="28"/>
          <w:szCs w:val="28"/>
        </w:rPr>
        <w:t>и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 xml:space="preserve"> г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 xml:space="preserve">сударственной молодежной политики </w:t>
      </w:r>
      <w:r w:rsidRPr="00AD3429">
        <w:rPr>
          <w:rFonts w:ascii="Times New Roman" w:hAnsi="Times New Roman"/>
          <w:bCs/>
          <w:sz w:val="28"/>
          <w:szCs w:val="28"/>
        </w:rPr>
        <w:t xml:space="preserve">в 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>Российской Федерации(</w:t>
      </w:r>
      <w:r w:rsidRPr="00AD3429">
        <w:rPr>
          <w:rFonts w:ascii="Times New Roman" w:hAnsi="Times New Roman"/>
          <w:bCs/>
          <w:sz w:val="28"/>
          <w:szCs w:val="28"/>
        </w:rPr>
        <w:t>Р</w:t>
      </w:r>
      <w:r w:rsidRPr="00AD3429">
        <w:rPr>
          <w:rStyle w:val="A1"/>
          <w:rFonts w:ascii="Times New Roman" w:hAnsi="Times New Roman"/>
          <w:sz w:val="28"/>
          <w:szCs w:val="28"/>
        </w:rPr>
        <w:t>аспоряжение Правительства Российской Федерации от 18.12.2006 № 1760-р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>),</w:t>
      </w:r>
      <w:r w:rsidRPr="00AD3429">
        <w:rPr>
          <w:rStyle w:val="A1"/>
          <w:rFonts w:ascii="Times New Roman" w:hAnsi="Times New Roman"/>
          <w:sz w:val="28"/>
          <w:szCs w:val="28"/>
        </w:rPr>
        <w:t xml:space="preserve">направлена на </w:t>
      </w:r>
      <w:r w:rsidRPr="00AD3429">
        <w:rPr>
          <w:rFonts w:ascii="Times New Roman" w:hAnsi="Times New Roman"/>
          <w:bCs/>
          <w:color w:val="000000"/>
          <w:sz w:val="28"/>
          <w:szCs w:val="28"/>
        </w:rPr>
        <w:t xml:space="preserve">развитие потенциала молодежи в интересах России. </w:t>
      </w:r>
    </w:p>
    <w:p w:rsidR="00595008" w:rsidRPr="00AD3429" w:rsidRDefault="00595008" w:rsidP="00272C09">
      <w:pPr>
        <w:pStyle w:val="Default"/>
        <w:ind w:firstLine="709"/>
        <w:jc w:val="both"/>
        <w:rPr>
          <w:sz w:val="28"/>
          <w:szCs w:val="28"/>
        </w:rPr>
      </w:pPr>
      <w:r w:rsidRPr="00AD3429">
        <w:rPr>
          <w:sz w:val="28"/>
          <w:szCs w:val="28"/>
        </w:rPr>
        <w:t>Заявленные приоритеты социально-экономического развития Сибири – «…превращение регионов Сибири в территорию комфортного проживания и у</w:t>
      </w:r>
      <w:r w:rsidRPr="00AD3429">
        <w:rPr>
          <w:sz w:val="28"/>
          <w:szCs w:val="28"/>
        </w:rPr>
        <w:t>с</w:t>
      </w:r>
      <w:r w:rsidRPr="00AD3429">
        <w:rPr>
          <w:sz w:val="28"/>
          <w:szCs w:val="28"/>
        </w:rPr>
        <w:t>пешного ведения бизнеса» (</w:t>
      </w:r>
      <w:r w:rsidRPr="00AD3429">
        <w:rPr>
          <w:bCs/>
          <w:sz w:val="28"/>
          <w:szCs w:val="28"/>
        </w:rPr>
        <w:t>Стратегия социально-экономического развития Сиб</w:t>
      </w:r>
      <w:r w:rsidRPr="00AD3429">
        <w:rPr>
          <w:bCs/>
          <w:sz w:val="28"/>
          <w:szCs w:val="28"/>
        </w:rPr>
        <w:t>и</w:t>
      </w:r>
      <w:r w:rsidRPr="00AD3429">
        <w:rPr>
          <w:bCs/>
          <w:sz w:val="28"/>
          <w:szCs w:val="28"/>
        </w:rPr>
        <w:t xml:space="preserve">ри до 2020 года, утверждена </w:t>
      </w:r>
      <w:r w:rsidRPr="00AD3429">
        <w:rPr>
          <w:sz w:val="28"/>
          <w:szCs w:val="28"/>
        </w:rPr>
        <w:t>распоряжением Правительства Российской Федер</w:t>
      </w:r>
      <w:r w:rsidRPr="00AD3429">
        <w:rPr>
          <w:sz w:val="28"/>
          <w:szCs w:val="28"/>
        </w:rPr>
        <w:t>а</w:t>
      </w:r>
      <w:r w:rsidRPr="00AD3429">
        <w:rPr>
          <w:sz w:val="28"/>
          <w:szCs w:val="28"/>
        </w:rPr>
        <w:t>ции от 05.07.2010 № 1120-р) закрепляют особую ответственность органов гос</w:t>
      </w:r>
      <w:r w:rsidRPr="00AD3429">
        <w:rPr>
          <w:sz w:val="28"/>
          <w:szCs w:val="28"/>
        </w:rPr>
        <w:t>у</w:t>
      </w:r>
      <w:r w:rsidRPr="00AD3429">
        <w:rPr>
          <w:sz w:val="28"/>
          <w:szCs w:val="28"/>
        </w:rPr>
        <w:t>дарственной власти в формировании у молодежи устойчивого убеждения о нал</w:t>
      </w:r>
      <w:r w:rsidRPr="00AD3429">
        <w:rPr>
          <w:sz w:val="28"/>
          <w:szCs w:val="28"/>
        </w:rPr>
        <w:t>и</w:t>
      </w:r>
      <w:r w:rsidRPr="00AD3429">
        <w:rPr>
          <w:sz w:val="28"/>
          <w:szCs w:val="28"/>
        </w:rPr>
        <w:t>чии всех возможностей собственного развития, построения успешной карьеры в Сибири, в Красноярском крае, а не за его пределами. Подобные амбиции опред</w:t>
      </w:r>
      <w:r w:rsidRPr="00AD3429">
        <w:rPr>
          <w:sz w:val="28"/>
          <w:szCs w:val="28"/>
        </w:rPr>
        <w:t>е</w:t>
      </w:r>
      <w:r w:rsidRPr="00AD3429">
        <w:rPr>
          <w:sz w:val="28"/>
          <w:szCs w:val="28"/>
        </w:rPr>
        <w:t>ляют вектор развития региональной молодежной политики, которая должна в</w:t>
      </w:r>
      <w:r w:rsidRPr="00AD3429">
        <w:rPr>
          <w:sz w:val="28"/>
          <w:szCs w:val="28"/>
        </w:rPr>
        <w:t>ы</w:t>
      </w:r>
      <w:r w:rsidRPr="00AD3429">
        <w:rPr>
          <w:sz w:val="28"/>
          <w:szCs w:val="28"/>
        </w:rPr>
        <w:t>страивать межведомственную политику работы с молодежью с учетом личных запросов каждого молодого человека и стратегических задач экономики региона. В этой связи выделяются направления программных действий: создание условий для развития потенциала молодежи и его реализации в интересах развития Кра</w:t>
      </w:r>
      <w:r w:rsidRPr="00AD3429">
        <w:rPr>
          <w:sz w:val="28"/>
          <w:szCs w:val="28"/>
        </w:rPr>
        <w:t>с</w:t>
      </w:r>
      <w:r w:rsidRPr="00AD3429">
        <w:rPr>
          <w:sz w:val="28"/>
          <w:szCs w:val="28"/>
        </w:rPr>
        <w:t xml:space="preserve">ноярского края, усиление патриотического воспитания молодежи края, развитие мер поддержки молодежи, в том числе в части обеспечения молодежи (молодых семей) жильем. </w:t>
      </w:r>
    </w:p>
    <w:p w:rsidR="00595008" w:rsidRDefault="00595008" w:rsidP="00272C0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D3429">
        <w:rPr>
          <w:rFonts w:ascii="Times New Roman" w:hAnsi="Times New Roman" w:cs="Times New Roman"/>
          <w:b w:val="0"/>
          <w:sz w:val="28"/>
          <w:szCs w:val="28"/>
        </w:rPr>
        <w:t xml:space="preserve">К 2013 году сложилась структура государственной молодежной политики Красноярского края.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Субсидиарная поддержка молодежному центру, выделяемая с краевого бюджета способствует развитию всего спектра деятельности молодежного центра. </w:t>
      </w:r>
      <w:r w:rsidRPr="00AD3429">
        <w:rPr>
          <w:rFonts w:ascii="Times New Roman" w:hAnsi="Times New Roman" w:cs="Times New Roman"/>
          <w:b w:val="0"/>
          <w:sz w:val="28"/>
          <w:szCs w:val="28"/>
        </w:rPr>
        <w:t xml:space="preserve">Миссия </w:t>
      </w:r>
      <w:r>
        <w:rPr>
          <w:rFonts w:ascii="Times New Roman" w:hAnsi="Times New Roman" w:cs="Times New Roman"/>
          <w:b w:val="0"/>
          <w:sz w:val="28"/>
          <w:szCs w:val="28"/>
        </w:rPr>
        <w:t>молодежного</w:t>
      </w:r>
      <w:r w:rsidRPr="00AD3429">
        <w:rPr>
          <w:rFonts w:ascii="Times New Roman" w:hAnsi="Times New Roman" w:cs="Times New Roman"/>
          <w:b w:val="0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AD3429">
        <w:rPr>
          <w:rFonts w:ascii="Times New Roman" w:hAnsi="Times New Roman" w:cs="Times New Roman"/>
          <w:b w:val="0"/>
          <w:sz w:val="28"/>
          <w:szCs w:val="28"/>
        </w:rPr>
        <w:t xml:space="preserve"> – выявление, развитие и направление потенциала молодежи на решение вопросов развития территории. Но пока всего </w:t>
      </w:r>
      <w:r w:rsidRPr="00B07B31">
        <w:rPr>
          <w:rFonts w:ascii="Times New Roman" w:hAnsi="Times New Roman" w:cs="Times New Roman"/>
          <w:b w:val="0"/>
          <w:sz w:val="28"/>
          <w:szCs w:val="28"/>
        </w:rPr>
        <w:t xml:space="preserve">1,2 % от общей численности </w:t>
      </w:r>
      <w:r w:rsidRPr="00AD3429">
        <w:rPr>
          <w:rFonts w:ascii="Times New Roman" w:hAnsi="Times New Roman" w:cs="Times New Roman"/>
          <w:b w:val="0"/>
          <w:sz w:val="28"/>
          <w:szCs w:val="28"/>
        </w:rPr>
        <w:t xml:space="preserve">молодежи участвуют в социальных проектах от всей молодежи, проживающей в </w:t>
      </w:r>
      <w:r>
        <w:rPr>
          <w:rFonts w:ascii="Times New Roman" w:hAnsi="Times New Roman" w:cs="Times New Roman"/>
          <w:b w:val="0"/>
          <w:sz w:val="28"/>
          <w:szCs w:val="28"/>
        </w:rPr>
        <w:t>городе</w:t>
      </w:r>
      <w:r w:rsidRPr="00AD342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95008" w:rsidRPr="00AD3429" w:rsidRDefault="00595008" w:rsidP="00272C0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Патриотическое воспитание - </w:t>
      </w:r>
      <w:r w:rsidRPr="009B3129">
        <w:rPr>
          <w:rFonts w:ascii="Times New Roman" w:hAnsi="Times New Roman" w:cs="Times New Roman"/>
          <w:b w:val="0"/>
          <w:sz w:val="28"/>
          <w:szCs w:val="28"/>
        </w:rPr>
        <w:t xml:space="preserve">спорное, сложное, но, безусловно, необходимое для нашей страны, города. Реализация патриотического воспитания молодежи  муниципального образования города Шарыпово осуществляется через </w:t>
      </w:r>
      <w:r>
        <w:rPr>
          <w:rFonts w:ascii="Times New Roman" w:hAnsi="Times New Roman" w:cs="Times New Roman"/>
          <w:b w:val="0"/>
          <w:sz w:val="28"/>
          <w:szCs w:val="28"/>
        </w:rPr>
        <w:t>создание клубов и объединений. В 2012 году</w:t>
      </w:r>
      <w:r w:rsidRPr="009B3129">
        <w:rPr>
          <w:rFonts w:ascii="Times New Roman" w:hAnsi="Times New Roman" w:cs="Times New Roman"/>
          <w:b w:val="0"/>
          <w:sz w:val="28"/>
          <w:szCs w:val="28"/>
        </w:rPr>
        <w:t xml:space="preserve"> в городе создано патриотическое объединение «Щит», деятельностью которого является: строевая подготовка,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изучение </w:t>
      </w:r>
      <w:r w:rsidRPr="009B3129">
        <w:rPr>
          <w:rFonts w:ascii="Times New Roman" w:hAnsi="Times New Roman" w:cs="Times New Roman"/>
          <w:b w:val="0"/>
          <w:sz w:val="28"/>
          <w:szCs w:val="28"/>
        </w:rPr>
        <w:t>истори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9B3129">
        <w:rPr>
          <w:rFonts w:ascii="Times New Roman" w:hAnsi="Times New Roman" w:cs="Times New Roman"/>
          <w:b w:val="0"/>
          <w:sz w:val="28"/>
          <w:szCs w:val="28"/>
        </w:rPr>
        <w:t xml:space="preserve"> Вооруженных сил России, рукопашный бой, физическая подготовка, оказание первой медицинской помощи. В 2013 году в состав объединения входят 12 клубов, с общей численностью занимающихся 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73 </w:t>
      </w:r>
      <w:r w:rsidRPr="009B3129">
        <w:rPr>
          <w:rFonts w:ascii="Times New Roman" w:hAnsi="Times New Roman" w:cs="Times New Roman"/>
          <w:b w:val="0"/>
          <w:sz w:val="28"/>
          <w:szCs w:val="28"/>
        </w:rPr>
        <w:t>человек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9B3129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595008" w:rsidRDefault="00595008" w:rsidP="00B07B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751AC">
        <w:rPr>
          <w:rFonts w:ascii="Times New Roman" w:hAnsi="Times New Roman"/>
          <w:sz w:val="28"/>
          <w:szCs w:val="28"/>
        </w:rPr>
        <w:t>Программой предусмотрен комплекс мер по реализации потенциала мол</w:t>
      </w:r>
      <w:r w:rsidRPr="007751AC">
        <w:rPr>
          <w:rFonts w:ascii="Times New Roman" w:hAnsi="Times New Roman"/>
          <w:sz w:val="28"/>
          <w:szCs w:val="28"/>
        </w:rPr>
        <w:t>о</w:t>
      </w:r>
      <w:r w:rsidRPr="007751AC">
        <w:rPr>
          <w:rFonts w:ascii="Times New Roman" w:hAnsi="Times New Roman"/>
          <w:sz w:val="28"/>
          <w:szCs w:val="28"/>
        </w:rPr>
        <w:t>дежи, гражданскому образованию, патриотическому воспитанию, формированию толерантности, поддержке молодежных инициатив, развитию волонтерского (добровольческого) движения, включению молодежи в социальную практику, инициативной и талантливой молодежи.</w:t>
      </w:r>
    </w:p>
    <w:p w:rsidR="00595008" w:rsidRDefault="00595008" w:rsidP="00B07B3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r w:rsidRPr="00091233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ассматривает риски</w:t>
      </w:r>
      <w:r w:rsidRPr="00091233">
        <w:rPr>
          <w:rFonts w:ascii="Times New Roman" w:hAnsi="Times New Roman"/>
          <w:sz w:val="28"/>
          <w:szCs w:val="28"/>
        </w:rPr>
        <w:t>:</w:t>
      </w:r>
    </w:p>
    <w:p w:rsidR="00595008" w:rsidRDefault="00595008" w:rsidP="00D2164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91233">
        <w:rPr>
          <w:rFonts w:ascii="Times New Roman" w:hAnsi="Times New Roman"/>
          <w:sz w:val="28"/>
          <w:szCs w:val="28"/>
        </w:rPr>
        <w:t>несоответствие жизненных установок, ценностей и моделей поведения м</w:t>
      </w:r>
      <w:r w:rsidRPr="00091233">
        <w:rPr>
          <w:rFonts w:ascii="Times New Roman" w:hAnsi="Times New Roman"/>
          <w:sz w:val="28"/>
          <w:szCs w:val="28"/>
        </w:rPr>
        <w:t>о</w:t>
      </w:r>
      <w:r w:rsidRPr="00091233">
        <w:rPr>
          <w:rFonts w:ascii="Times New Roman" w:hAnsi="Times New Roman"/>
          <w:sz w:val="28"/>
          <w:szCs w:val="28"/>
        </w:rPr>
        <w:t xml:space="preserve">лодых людей потребностям </w:t>
      </w:r>
      <w:r>
        <w:rPr>
          <w:rFonts w:ascii="Times New Roman" w:hAnsi="Times New Roman"/>
          <w:sz w:val="28"/>
          <w:szCs w:val="28"/>
        </w:rPr>
        <w:t>города</w:t>
      </w:r>
      <w:r w:rsidRPr="00091233">
        <w:rPr>
          <w:rFonts w:ascii="Times New Roman" w:hAnsi="Times New Roman"/>
          <w:sz w:val="28"/>
          <w:szCs w:val="28"/>
        </w:rPr>
        <w:t>;</w:t>
      </w:r>
    </w:p>
    <w:p w:rsidR="00595008" w:rsidRDefault="00595008" w:rsidP="00D2164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91233">
        <w:rPr>
          <w:rFonts w:ascii="Times New Roman" w:hAnsi="Times New Roman"/>
          <w:sz w:val="28"/>
          <w:szCs w:val="28"/>
        </w:rPr>
        <w:t>отсутствие комплексной системы выявления и продвижения инициативной и талантливой молодежи;</w:t>
      </w:r>
    </w:p>
    <w:p w:rsidR="00595008" w:rsidRDefault="00595008" w:rsidP="00D2164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91233">
        <w:rPr>
          <w:rFonts w:ascii="Times New Roman" w:hAnsi="Times New Roman"/>
          <w:sz w:val="28"/>
          <w:szCs w:val="28"/>
        </w:rPr>
        <w:t>отсутствие у молодежи интереса к участию в общественно-политической жизни общества;</w:t>
      </w:r>
    </w:p>
    <w:p w:rsidR="00595008" w:rsidRDefault="00595008" w:rsidP="00D2164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91233">
        <w:rPr>
          <w:rFonts w:ascii="Times New Roman" w:hAnsi="Times New Roman"/>
          <w:sz w:val="28"/>
          <w:szCs w:val="28"/>
        </w:rPr>
        <w:t xml:space="preserve">социальная изолированность молодых людей, находящихся в трудной жизненной ситуации, отсутствие возможностей для полноценной социализации и вовлечения в </w:t>
      </w:r>
      <w:r>
        <w:rPr>
          <w:rFonts w:ascii="Times New Roman" w:hAnsi="Times New Roman"/>
          <w:sz w:val="28"/>
          <w:szCs w:val="28"/>
        </w:rPr>
        <w:t>социально – экономическую жизнь города</w:t>
      </w:r>
      <w:r w:rsidRPr="00091233">
        <w:rPr>
          <w:rFonts w:ascii="Times New Roman" w:hAnsi="Times New Roman"/>
          <w:sz w:val="28"/>
          <w:szCs w:val="28"/>
        </w:rPr>
        <w:t>;</w:t>
      </w:r>
    </w:p>
    <w:p w:rsidR="00595008" w:rsidRDefault="00595008" w:rsidP="00D2164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91233">
        <w:rPr>
          <w:rFonts w:ascii="Times New Roman" w:hAnsi="Times New Roman"/>
          <w:sz w:val="28"/>
          <w:szCs w:val="28"/>
        </w:rPr>
        <w:t>несоответствие кадрового состава и материально-технической базы раб</w:t>
      </w:r>
      <w:r w:rsidRPr="00091233">
        <w:rPr>
          <w:rFonts w:ascii="Times New Roman" w:hAnsi="Times New Roman"/>
          <w:sz w:val="28"/>
          <w:szCs w:val="28"/>
        </w:rPr>
        <w:t>о</w:t>
      </w:r>
      <w:r w:rsidRPr="00091233">
        <w:rPr>
          <w:rFonts w:ascii="Times New Roman" w:hAnsi="Times New Roman"/>
          <w:sz w:val="28"/>
          <w:szCs w:val="28"/>
        </w:rPr>
        <w:t>тающих с молодежью организаций современным технологиям работы и ожидан</w:t>
      </w:r>
      <w:r w:rsidRPr="00091233">
        <w:rPr>
          <w:rFonts w:ascii="Times New Roman" w:hAnsi="Times New Roman"/>
          <w:sz w:val="28"/>
          <w:szCs w:val="28"/>
        </w:rPr>
        <w:t>и</w:t>
      </w:r>
      <w:r w:rsidRPr="00091233">
        <w:rPr>
          <w:rFonts w:ascii="Times New Roman" w:hAnsi="Times New Roman"/>
          <w:sz w:val="28"/>
          <w:szCs w:val="28"/>
        </w:rPr>
        <w:t>ям молодых людей.</w:t>
      </w:r>
    </w:p>
    <w:p w:rsidR="00595008" w:rsidRPr="00091233" w:rsidRDefault="00595008" w:rsidP="00D2164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1233">
        <w:rPr>
          <w:rFonts w:ascii="Times New Roman" w:hAnsi="Times New Roman"/>
          <w:sz w:val="28"/>
          <w:szCs w:val="28"/>
        </w:rPr>
        <w:t>Перечисленные проблемы требуют системного решения, так как проявл</w:t>
      </w:r>
      <w:r w:rsidRPr="00091233">
        <w:rPr>
          <w:rFonts w:ascii="Times New Roman" w:hAnsi="Times New Roman"/>
          <w:sz w:val="28"/>
          <w:szCs w:val="28"/>
        </w:rPr>
        <w:t>я</w:t>
      </w:r>
      <w:r w:rsidRPr="00091233">
        <w:rPr>
          <w:rFonts w:ascii="Times New Roman" w:hAnsi="Times New Roman"/>
          <w:sz w:val="28"/>
          <w:szCs w:val="28"/>
        </w:rPr>
        <w:t>ются во всех сферах жизнедеятельности молодежи на фоне ухудшения здоровья молодого поколения, роста социальной апатии молодежи, снижения экономич</w:t>
      </w:r>
      <w:r w:rsidRPr="00091233">
        <w:rPr>
          <w:rFonts w:ascii="Times New Roman" w:hAnsi="Times New Roman"/>
          <w:sz w:val="28"/>
          <w:szCs w:val="28"/>
        </w:rPr>
        <w:t>е</w:t>
      </w:r>
      <w:r w:rsidRPr="00091233">
        <w:rPr>
          <w:rFonts w:ascii="Times New Roman" w:hAnsi="Times New Roman"/>
          <w:sz w:val="28"/>
          <w:szCs w:val="28"/>
        </w:rPr>
        <w:t>ской активности, криминализации молодежной среды, роста в ее среде нетерп</w:t>
      </w:r>
      <w:r w:rsidRPr="00091233">
        <w:rPr>
          <w:rFonts w:ascii="Times New Roman" w:hAnsi="Times New Roman"/>
          <w:sz w:val="28"/>
          <w:szCs w:val="28"/>
        </w:rPr>
        <w:t>и</w:t>
      </w:r>
      <w:r w:rsidRPr="00091233">
        <w:rPr>
          <w:rFonts w:ascii="Times New Roman" w:hAnsi="Times New Roman"/>
          <w:sz w:val="28"/>
          <w:szCs w:val="28"/>
        </w:rPr>
        <w:t>мости, этнического и религиозно-политического экстремизма.</w:t>
      </w:r>
    </w:p>
    <w:p w:rsidR="00595008" w:rsidRPr="003C4A4B" w:rsidRDefault="00595008" w:rsidP="003C4A4B">
      <w:pPr>
        <w:pStyle w:val="ListParagraph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В части развития мер поддержки молодежи, в частности, обеспечение жил</w:t>
      </w:r>
      <w:r w:rsidRPr="003C4A4B">
        <w:rPr>
          <w:rFonts w:ascii="Times New Roman" w:hAnsi="Times New Roman"/>
          <w:sz w:val="28"/>
          <w:szCs w:val="28"/>
        </w:rPr>
        <w:t>ь</w:t>
      </w:r>
      <w:r w:rsidRPr="003C4A4B">
        <w:rPr>
          <w:rFonts w:ascii="Times New Roman" w:hAnsi="Times New Roman"/>
          <w:sz w:val="28"/>
          <w:szCs w:val="28"/>
        </w:rPr>
        <w:t>ем молодых семей, нуждающихся в улучшении жилищных условий, ситуация складывается следующим образом.</w:t>
      </w:r>
    </w:p>
    <w:p w:rsidR="00595008" w:rsidRPr="003C4A4B" w:rsidRDefault="00595008" w:rsidP="00A55EC7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На начало 2012 года в Админ</w:t>
      </w:r>
      <w:r>
        <w:rPr>
          <w:rFonts w:ascii="Times New Roman" w:hAnsi="Times New Roman"/>
          <w:sz w:val="28"/>
          <w:szCs w:val="28"/>
        </w:rPr>
        <w:t>истрации города Шарыпово состояли</w:t>
      </w:r>
      <w:r w:rsidRPr="003C4A4B">
        <w:rPr>
          <w:rFonts w:ascii="Times New Roman" w:hAnsi="Times New Roman"/>
          <w:sz w:val="28"/>
          <w:szCs w:val="28"/>
        </w:rPr>
        <w:t xml:space="preserve"> на учете в качестве нуждающихся в улучшении жилищных условий</w:t>
      </w:r>
      <w:r>
        <w:rPr>
          <w:rFonts w:ascii="Times New Roman" w:hAnsi="Times New Roman"/>
          <w:sz w:val="28"/>
          <w:szCs w:val="28"/>
        </w:rPr>
        <w:t>,</w:t>
      </w:r>
      <w:r w:rsidRPr="003C4A4B">
        <w:rPr>
          <w:rFonts w:ascii="Times New Roman" w:hAnsi="Times New Roman"/>
          <w:sz w:val="28"/>
          <w:szCs w:val="28"/>
        </w:rPr>
        <w:t xml:space="preserve"> в соответствии с де</w:t>
      </w:r>
      <w:r w:rsidRPr="003C4A4B">
        <w:rPr>
          <w:rFonts w:ascii="Times New Roman" w:hAnsi="Times New Roman"/>
          <w:sz w:val="28"/>
          <w:szCs w:val="28"/>
        </w:rPr>
        <w:t>й</w:t>
      </w:r>
      <w:r w:rsidRPr="003C4A4B">
        <w:rPr>
          <w:rFonts w:ascii="Times New Roman" w:hAnsi="Times New Roman"/>
          <w:sz w:val="28"/>
          <w:szCs w:val="28"/>
        </w:rPr>
        <w:t>ствующим законодательством</w:t>
      </w:r>
      <w:r>
        <w:rPr>
          <w:rFonts w:ascii="Times New Roman" w:hAnsi="Times New Roman"/>
          <w:sz w:val="28"/>
          <w:szCs w:val="28"/>
        </w:rPr>
        <w:t>,</w:t>
      </w:r>
      <w:r w:rsidRPr="003C4A4B">
        <w:rPr>
          <w:rFonts w:ascii="Times New Roman" w:hAnsi="Times New Roman"/>
          <w:sz w:val="28"/>
          <w:szCs w:val="28"/>
        </w:rPr>
        <w:t xml:space="preserve"> 974 семьи, из них 75 молодых семей. </w:t>
      </w:r>
    </w:p>
    <w:p w:rsidR="00595008" w:rsidRPr="003C4A4B" w:rsidRDefault="00595008" w:rsidP="00A55EC7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Государственная поддержка в приобретении жилья молодыми семьями в муниципальном образовании город Шарыпово осуществляется с 2007 года в соо</w:t>
      </w:r>
      <w:r w:rsidRPr="003C4A4B">
        <w:rPr>
          <w:rFonts w:ascii="Times New Roman" w:hAnsi="Times New Roman"/>
          <w:sz w:val="28"/>
          <w:szCs w:val="28"/>
        </w:rPr>
        <w:t>т</w:t>
      </w:r>
      <w:r w:rsidRPr="003C4A4B">
        <w:rPr>
          <w:rFonts w:ascii="Times New Roman" w:hAnsi="Times New Roman"/>
          <w:sz w:val="28"/>
          <w:szCs w:val="28"/>
        </w:rPr>
        <w:t>ветствии с муниципальной целевой программой «Обеспечение жильем молодых семей, проживающих на территории муниципального образования город Шар</w:t>
      </w:r>
      <w:r w:rsidRPr="003C4A4B">
        <w:rPr>
          <w:rFonts w:ascii="Times New Roman" w:hAnsi="Times New Roman"/>
          <w:sz w:val="28"/>
          <w:szCs w:val="28"/>
        </w:rPr>
        <w:t>ы</w:t>
      </w:r>
      <w:r w:rsidRPr="003C4A4B">
        <w:rPr>
          <w:rFonts w:ascii="Times New Roman" w:hAnsi="Times New Roman"/>
          <w:sz w:val="28"/>
          <w:szCs w:val="28"/>
        </w:rPr>
        <w:t>пово Красноярского края» на 2007 - 2008 годы, утвержденной Решением Шар</w:t>
      </w:r>
      <w:r w:rsidRPr="003C4A4B">
        <w:rPr>
          <w:rFonts w:ascii="Times New Roman" w:hAnsi="Times New Roman"/>
          <w:sz w:val="28"/>
          <w:szCs w:val="28"/>
        </w:rPr>
        <w:t>ы</w:t>
      </w:r>
      <w:r w:rsidRPr="003C4A4B">
        <w:rPr>
          <w:rFonts w:ascii="Times New Roman" w:hAnsi="Times New Roman"/>
          <w:sz w:val="28"/>
          <w:szCs w:val="28"/>
        </w:rPr>
        <w:t>повского городского Совета депутатов от 29.08.2006г. № 12-100, в соответствии с муниципальной целевой программой «Обеспечение жильем молодых семей, пр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живающих на территории муниципального образования город Шарыпово Красн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ярского края» на 2009 - 2011 годы, утвержденной Решением Шарыповского г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родского Совета депутатов от 23.12.2008 № 40-420.</w:t>
      </w:r>
    </w:p>
    <w:p w:rsidR="00595008" w:rsidRPr="003C4A4B" w:rsidRDefault="00595008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В рамках реализации мероприятий программ:</w:t>
      </w:r>
    </w:p>
    <w:p w:rsidR="00595008" w:rsidRPr="003C4A4B" w:rsidRDefault="00595008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в 2009 году свидетельства о выделении государственной помощи, и улу</w:t>
      </w:r>
      <w:r w:rsidRPr="003C4A4B">
        <w:rPr>
          <w:rFonts w:ascii="Times New Roman" w:hAnsi="Times New Roman"/>
          <w:sz w:val="28"/>
          <w:szCs w:val="28"/>
        </w:rPr>
        <w:t>ч</w:t>
      </w:r>
      <w:r w:rsidRPr="003C4A4B">
        <w:rPr>
          <w:rFonts w:ascii="Times New Roman" w:hAnsi="Times New Roman"/>
          <w:sz w:val="28"/>
          <w:szCs w:val="28"/>
        </w:rPr>
        <w:t>шили свои жилищные условия путем приобретения жи</w:t>
      </w:r>
      <w:r>
        <w:rPr>
          <w:rFonts w:ascii="Times New Roman" w:hAnsi="Times New Roman"/>
          <w:sz w:val="28"/>
          <w:szCs w:val="28"/>
        </w:rPr>
        <w:t>лья</w:t>
      </w:r>
      <w:r w:rsidRPr="00F21AB9">
        <w:rPr>
          <w:rFonts w:ascii="Times New Roman" w:hAnsi="Times New Roman"/>
          <w:sz w:val="28"/>
          <w:szCs w:val="28"/>
        </w:rPr>
        <w:t xml:space="preserve"> </w:t>
      </w:r>
      <w:r w:rsidRPr="003C4A4B">
        <w:rPr>
          <w:rFonts w:ascii="Times New Roman" w:hAnsi="Times New Roman"/>
          <w:sz w:val="28"/>
          <w:szCs w:val="28"/>
        </w:rPr>
        <w:t>получили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4A4B">
        <w:rPr>
          <w:rFonts w:ascii="Times New Roman" w:hAnsi="Times New Roman"/>
          <w:sz w:val="28"/>
          <w:szCs w:val="28"/>
        </w:rPr>
        <w:t>2 молодые семьи</w:t>
      </w:r>
      <w:r>
        <w:rPr>
          <w:rFonts w:ascii="Times New Roman" w:hAnsi="Times New Roman"/>
          <w:sz w:val="28"/>
          <w:szCs w:val="28"/>
        </w:rPr>
        <w:t>;</w:t>
      </w:r>
    </w:p>
    <w:p w:rsidR="00595008" w:rsidRPr="003C4A4B" w:rsidRDefault="00595008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в 2010 году 3 молодые семьи получили свидетельства о выделении госуда</w:t>
      </w:r>
      <w:r w:rsidRPr="003C4A4B">
        <w:rPr>
          <w:rFonts w:ascii="Times New Roman" w:hAnsi="Times New Roman"/>
          <w:sz w:val="28"/>
          <w:szCs w:val="28"/>
        </w:rPr>
        <w:t>р</w:t>
      </w:r>
      <w:r w:rsidRPr="003C4A4B">
        <w:rPr>
          <w:rFonts w:ascii="Times New Roman" w:hAnsi="Times New Roman"/>
          <w:sz w:val="28"/>
          <w:szCs w:val="28"/>
        </w:rPr>
        <w:t>ственной помощи, и улучшили свои жилищные условия путем приобретения ж</w:t>
      </w:r>
      <w:r w:rsidRPr="003C4A4B">
        <w:rPr>
          <w:rFonts w:ascii="Times New Roman" w:hAnsi="Times New Roman"/>
          <w:sz w:val="28"/>
          <w:szCs w:val="28"/>
        </w:rPr>
        <w:t>и</w:t>
      </w:r>
      <w:r w:rsidRPr="003C4A4B">
        <w:rPr>
          <w:rFonts w:ascii="Times New Roman" w:hAnsi="Times New Roman"/>
          <w:sz w:val="28"/>
          <w:szCs w:val="28"/>
        </w:rPr>
        <w:t>лья;</w:t>
      </w:r>
    </w:p>
    <w:p w:rsidR="00595008" w:rsidRPr="003C4A4B" w:rsidRDefault="00595008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в 2011 году 2 молодые семьи получили свидетельства о выделении госуда</w:t>
      </w:r>
      <w:r w:rsidRPr="003C4A4B">
        <w:rPr>
          <w:rFonts w:ascii="Times New Roman" w:hAnsi="Times New Roman"/>
          <w:sz w:val="28"/>
          <w:szCs w:val="28"/>
        </w:rPr>
        <w:t>р</w:t>
      </w:r>
      <w:r w:rsidRPr="003C4A4B">
        <w:rPr>
          <w:rFonts w:ascii="Times New Roman" w:hAnsi="Times New Roman"/>
          <w:sz w:val="28"/>
          <w:szCs w:val="28"/>
        </w:rPr>
        <w:t>ственной помощи, и улучшили свои жилищные условия путем приобретения ж</w:t>
      </w:r>
      <w:r w:rsidRPr="003C4A4B">
        <w:rPr>
          <w:rFonts w:ascii="Times New Roman" w:hAnsi="Times New Roman"/>
          <w:sz w:val="28"/>
          <w:szCs w:val="28"/>
        </w:rPr>
        <w:t>и</w:t>
      </w:r>
      <w:r w:rsidRPr="003C4A4B">
        <w:rPr>
          <w:rFonts w:ascii="Times New Roman" w:hAnsi="Times New Roman"/>
          <w:sz w:val="28"/>
          <w:szCs w:val="28"/>
        </w:rPr>
        <w:t>лья,</w:t>
      </w:r>
    </w:p>
    <w:p w:rsidR="00595008" w:rsidRPr="003C4A4B" w:rsidRDefault="00595008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в 2012 году 2 молодые семьи получили свидетельства о выделении госуда</w:t>
      </w:r>
      <w:r w:rsidRPr="003C4A4B">
        <w:rPr>
          <w:rFonts w:ascii="Times New Roman" w:hAnsi="Times New Roman"/>
          <w:sz w:val="28"/>
          <w:szCs w:val="28"/>
        </w:rPr>
        <w:t>р</w:t>
      </w:r>
      <w:r w:rsidRPr="003C4A4B">
        <w:rPr>
          <w:rFonts w:ascii="Times New Roman" w:hAnsi="Times New Roman"/>
          <w:sz w:val="28"/>
          <w:szCs w:val="28"/>
        </w:rPr>
        <w:t>ственной помощи, и улучшили свои жилищные условия путем приобретения ж</w:t>
      </w:r>
      <w:r w:rsidRPr="003C4A4B">
        <w:rPr>
          <w:rFonts w:ascii="Times New Roman" w:hAnsi="Times New Roman"/>
          <w:sz w:val="28"/>
          <w:szCs w:val="28"/>
        </w:rPr>
        <w:t>и</w:t>
      </w:r>
      <w:r w:rsidRPr="003C4A4B">
        <w:rPr>
          <w:rFonts w:ascii="Times New Roman" w:hAnsi="Times New Roman"/>
          <w:sz w:val="28"/>
          <w:szCs w:val="28"/>
        </w:rPr>
        <w:t>лья.</w:t>
      </w:r>
    </w:p>
    <w:p w:rsidR="00595008" w:rsidRPr="003C4A4B" w:rsidRDefault="00595008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Практика реализации программ показывает, что государственная поддержка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семьями.</w:t>
      </w:r>
    </w:p>
    <w:p w:rsidR="00595008" w:rsidRPr="003C4A4B" w:rsidRDefault="00595008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Подобный интерес со стороны молодых семей к улучшению жилищных у</w:t>
      </w:r>
      <w:r w:rsidRPr="003C4A4B">
        <w:rPr>
          <w:rFonts w:ascii="Times New Roman" w:hAnsi="Times New Roman"/>
          <w:sz w:val="28"/>
          <w:szCs w:val="28"/>
        </w:rPr>
        <w:t>с</w:t>
      </w:r>
      <w:r w:rsidRPr="003C4A4B">
        <w:rPr>
          <w:rFonts w:ascii="Times New Roman" w:hAnsi="Times New Roman"/>
          <w:sz w:val="28"/>
          <w:szCs w:val="28"/>
        </w:rPr>
        <w:t>ловий подтверждает целесообразность продолжения реализации программы.</w:t>
      </w:r>
    </w:p>
    <w:p w:rsidR="00595008" w:rsidRPr="003C4A4B" w:rsidRDefault="00595008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Актуальность проблемы улучшения жилищных условий молодых семей о</w:t>
      </w:r>
      <w:r w:rsidRPr="003C4A4B">
        <w:rPr>
          <w:rFonts w:ascii="Times New Roman" w:hAnsi="Times New Roman"/>
          <w:sz w:val="28"/>
          <w:szCs w:val="28"/>
        </w:rPr>
        <w:t>п</w:t>
      </w:r>
      <w:r w:rsidRPr="003C4A4B">
        <w:rPr>
          <w:rFonts w:ascii="Times New Roman" w:hAnsi="Times New Roman"/>
          <w:sz w:val="28"/>
          <w:szCs w:val="28"/>
        </w:rPr>
        <w:t>ределяется низкой доступностью жилья и ипотечных жилищных кредитов. Как правило, молодые семьи не могут получить доступ на рынок жилья без бюдже</w:t>
      </w:r>
      <w:r w:rsidRPr="003C4A4B">
        <w:rPr>
          <w:rFonts w:ascii="Times New Roman" w:hAnsi="Times New Roman"/>
          <w:sz w:val="28"/>
          <w:szCs w:val="28"/>
        </w:rPr>
        <w:t>т</w:t>
      </w:r>
      <w:r w:rsidRPr="003C4A4B">
        <w:rPr>
          <w:rFonts w:ascii="Times New Roman" w:hAnsi="Times New Roman"/>
          <w:sz w:val="28"/>
          <w:szCs w:val="28"/>
        </w:rPr>
        <w:t>ной поддержки. Даже имея достаточный уровень дохода для получения ипотечн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го жилищного кредита, они не могут оплатить первоначальный взнос при получ</w:t>
      </w:r>
      <w:r w:rsidRPr="003C4A4B">
        <w:rPr>
          <w:rFonts w:ascii="Times New Roman" w:hAnsi="Times New Roman"/>
          <w:sz w:val="28"/>
          <w:szCs w:val="28"/>
        </w:rPr>
        <w:t>е</w:t>
      </w:r>
      <w:r w:rsidRPr="003C4A4B">
        <w:rPr>
          <w:rFonts w:ascii="Times New Roman" w:hAnsi="Times New Roman"/>
          <w:sz w:val="28"/>
          <w:szCs w:val="28"/>
        </w:rPr>
        <w:t>нии кредита. Молодые семьи в основном являются приобретателями первого в своей жизни жилья, а значит, не имеют в собственности жилого помещения, кот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рое можно было бы использовать в качестве обеспечения уплаты первоначальн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го взноса при получении ипотечного жилищного кредита или займа. К тому же, как правило, они еще не имеют возможности накопить на эти цели необходимые денежные средства. Однако данная категория населения имеет хорошие перспе</w:t>
      </w:r>
      <w:r w:rsidRPr="003C4A4B">
        <w:rPr>
          <w:rFonts w:ascii="Times New Roman" w:hAnsi="Times New Roman"/>
          <w:sz w:val="28"/>
          <w:szCs w:val="28"/>
        </w:rPr>
        <w:t>к</w:t>
      </w:r>
      <w:r w:rsidRPr="003C4A4B">
        <w:rPr>
          <w:rFonts w:ascii="Times New Roman" w:hAnsi="Times New Roman"/>
          <w:sz w:val="28"/>
          <w:szCs w:val="28"/>
        </w:rPr>
        <w:t>тивы роста заработной платы по мере повышения квалификации, и государстве</w:t>
      </w:r>
      <w:r w:rsidRPr="003C4A4B">
        <w:rPr>
          <w:rFonts w:ascii="Times New Roman" w:hAnsi="Times New Roman"/>
          <w:sz w:val="28"/>
          <w:szCs w:val="28"/>
        </w:rPr>
        <w:t>н</w:t>
      </w:r>
      <w:r w:rsidRPr="003C4A4B">
        <w:rPr>
          <w:rFonts w:ascii="Times New Roman" w:hAnsi="Times New Roman"/>
          <w:sz w:val="28"/>
          <w:szCs w:val="28"/>
        </w:rPr>
        <w:t>ная помощь в предоставлении средств на уплату первоначального взноса при п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лучении ипотечных жилищных кредитов или займов будет являться для них х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рошим стимулом дальнейшего профессионального роста.</w:t>
      </w:r>
    </w:p>
    <w:p w:rsidR="00595008" w:rsidRPr="003C4A4B" w:rsidRDefault="00595008" w:rsidP="003C4A4B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Поддержка молодых семей при решении жилищной проблемы станет осн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вой стабильных условий жизни для этой наиболее активной части населения, п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влияет на улучшение демографической ситуации в муниципальном образовании город Шарыпово Красноярского края. Возможность решения жилищной пробл</w:t>
      </w:r>
      <w:r w:rsidRPr="003C4A4B">
        <w:rPr>
          <w:rFonts w:ascii="Times New Roman" w:hAnsi="Times New Roman"/>
          <w:sz w:val="28"/>
          <w:szCs w:val="28"/>
        </w:rPr>
        <w:t>е</w:t>
      </w:r>
      <w:r w:rsidRPr="003C4A4B">
        <w:rPr>
          <w:rFonts w:ascii="Times New Roman" w:hAnsi="Times New Roman"/>
          <w:sz w:val="28"/>
          <w:szCs w:val="28"/>
        </w:rPr>
        <w:t>мы, в том числе, с привлечением средств ипотечного жилищного кредита или займа, создаст для молодежи стимул к повышению качества трудовой деятельн</w:t>
      </w:r>
      <w:r w:rsidRPr="003C4A4B">
        <w:rPr>
          <w:rFonts w:ascii="Times New Roman" w:hAnsi="Times New Roman"/>
          <w:sz w:val="28"/>
          <w:szCs w:val="28"/>
        </w:rPr>
        <w:t>о</w:t>
      </w:r>
      <w:r w:rsidRPr="003C4A4B">
        <w:rPr>
          <w:rFonts w:ascii="Times New Roman" w:hAnsi="Times New Roman"/>
          <w:sz w:val="28"/>
          <w:szCs w:val="28"/>
        </w:rPr>
        <w:t>сти, уровня квалификации в целях роста заработной платы. Решение жилищной проблемы молодых людей позволит сформировать экономически активный слой населения.</w:t>
      </w:r>
    </w:p>
    <w:p w:rsidR="00595008" w:rsidRPr="00A55EC7" w:rsidRDefault="00595008" w:rsidP="00A55EC7">
      <w:pPr>
        <w:pStyle w:val="ListParagraph"/>
        <w:widowControl w:val="0"/>
        <w:autoSpaceDE w:val="0"/>
        <w:autoSpaceDN w:val="0"/>
        <w:adjustRightInd w:val="0"/>
        <w:spacing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A55EC7">
        <w:rPr>
          <w:rFonts w:ascii="Times New Roman" w:hAnsi="Times New Roman"/>
          <w:sz w:val="28"/>
          <w:szCs w:val="28"/>
        </w:rPr>
        <w:t>В целях решения указанных проблем разработана настоящая Программа, реализация которой является важной составной частью социально-экономической политики, проводимой Пр</w:t>
      </w:r>
      <w:r>
        <w:rPr>
          <w:rFonts w:ascii="Times New Roman" w:hAnsi="Times New Roman"/>
          <w:sz w:val="28"/>
          <w:szCs w:val="28"/>
        </w:rPr>
        <w:t>авительством Красноярского края, муниципального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разования города Шарыпово.</w:t>
      </w:r>
    </w:p>
    <w:p w:rsidR="00595008" w:rsidRPr="00E4356A" w:rsidRDefault="00595008" w:rsidP="00272C09">
      <w:pPr>
        <w:pStyle w:val="ListParagraph"/>
        <w:spacing w:after="0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95008" w:rsidRDefault="00595008" w:rsidP="00CA733F">
      <w:pPr>
        <w:pStyle w:val="ListParagraph"/>
        <w:numPr>
          <w:ilvl w:val="0"/>
          <w:numId w:val="1"/>
        </w:numPr>
        <w:spacing w:after="0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Приоритеты в сфере реализации Программы, цели, задачи, прогноз развития.</w:t>
      </w:r>
    </w:p>
    <w:p w:rsidR="00595008" w:rsidRDefault="00595008" w:rsidP="009C7070">
      <w:pPr>
        <w:pStyle w:val="ListParagraph"/>
        <w:spacing w:after="0"/>
        <w:ind w:left="709"/>
        <w:rPr>
          <w:rFonts w:ascii="Times New Roman" w:hAnsi="Times New Roman"/>
          <w:sz w:val="28"/>
          <w:szCs w:val="28"/>
        </w:rPr>
      </w:pPr>
    </w:p>
    <w:p w:rsidR="00595008" w:rsidRDefault="00595008" w:rsidP="00CA733F">
      <w:pPr>
        <w:pStyle w:val="ListParagraph"/>
        <w:numPr>
          <w:ilvl w:val="1"/>
          <w:numId w:val="1"/>
        </w:numPr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Приоритеты муниципальной молодежной политики в сфере реализ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Программы</w:t>
      </w:r>
    </w:p>
    <w:p w:rsidR="00595008" w:rsidRDefault="00595008" w:rsidP="00CA733F">
      <w:pPr>
        <w:spacing w:after="0" w:line="226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CA733F">
        <w:rPr>
          <w:rFonts w:ascii="Times New Roman" w:hAnsi="Times New Roman"/>
          <w:color w:val="000000"/>
          <w:sz w:val="28"/>
          <w:szCs w:val="28"/>
        </w:rPr>
        <w:t>Приоритетом в реализации Программы является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595008" w:rsidRPr="00CA733F" w:rsidRDefault="00595008" w:rsidP="00CA733F">
      <w:pPr>
        <w:spacing w:after="0" w:line="226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CA733F">
        <w:rPr>
          <w:rFonts w:ascii="Times New Roman" w:hAnsi="Times New Roman"/>
          <w:sz w:val="28"/>
          <w:szCs w:val="28"/>
        </w:rPr>
        <w:t>повышение гражданской активности молодежи в решени</w:t>
      </w:r>
      <w:r>
        <w:rPr>
          <w:rFonts w:ascii="Times New Roman" w:hAnsi="Times New Roman"/>
          <w:sz w:val="28"/>
          <w:szCs w:val="28"/>
        </w:rPr>
        <w:t>и социально-экономических задач;</w:t>
      </w:r>
    </w:p>
    <w:p w:rsidR="00595008" w:rsidRPr="00CA733F" w:rsidRDefault="00595008" w:rsidP="00CA733F">
      <w:pPr>
        <w:pStyle w:val="10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733F">
        <w:rPr>
          <w:sz w:val="28"/>
          <w:szCs w:val="28"/>
        </w:rPr>
        <w:t>развитие механизмов поддержки молодежных инициатив, вертикали сопровождения от муниципальных конкурсов по поддержке молодежных инициатив до региональных и всероссийских;</w:t>
      </w:r>
    </w:p>
    <w:p w:rsidR="00595008" w:rsidRPr="00CA733F" w:rsidRDefault="00595008" w:rsidP="00CA733F">
      <w:pPr>
        <w:pStyle w:val="10"/>
        <w:numPr>
          <w:ilvl w:val="0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Pr="00CA733F">
        <w:rPr>
          <w:sz w:val="28"/>
          <w:szCs w:val="28"/>
        </w:rPr>
        <w:t>создание эффективных форм привлечения молодежных лидеров и их продвижения для трансляции системы ценностей</w:t>
      </w:r>
      <w:r>
        <w:rPr>
          <w:sz w:val="28"/>
          <w:szCs w:val="28"/>
        </w:rPr>
        <w:t>;</w:t>
      </w:r>
    </w:p>
    <w:p w:rsidR="00595008" w:rsidRPr="009C7070" w:rsidRDefault="00595008" w:rsidP="0033779F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A733F">
        <w:rPr>
          <w:rFonts w:ascii="Times New Roman" w:hAnsi="Times New Roman"/>
          <w:sz w:val="28"/>
          <w:szCs w:val="28"/>
        </w:rPr>
        <w:tab/>
      </w:r>
      <w:r w:rsidRPr="009C7070">
        <w:rPr>
          <w:rFonts w:ascii="Times New Roman" w:hAnsi="Times New Roman"/>
          <w:sz w:val="28"/>
          <w:szCs w:val="28"/>
        </w:rPr>
        <w:t>- создание условий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7070">
        <w:rPr>
          <w:rFonts w:ascii="Times New Roman" w:hAnsi="Times New Roman"/>
          <w:sz w:val="28"/>
          <w:szCs w:val="28"/>
        </w:rPr>
        <w:t>для успешной социализации и эффективной самореал</w:t>
      </w:r>
      <w:r w:rsidRPr="009C7070">
        <w:rPr>
          <w:rFonts w:ascii="Times New Roman" w:hAnsi="Times New Roman"/>
          <w:sz w:val="28"/>
          <w:szCs w:val="28"/>
        </w:rPr>
        <w:t>и</w:t>
      </w:r>
      <w:r w:rsidRPr="009C7070">
        <w:rPr>
          <w:rFonts w:ascii="Times New Roman" w:hAnsi="Times New Roman"/>
          <w:sz w:val="28"/>
          <w:szCs w:val="28"/>
        </w:rPr>
        <w:t>зации молодежи;</w:t>
      </w:r>
    </w:p>
    <w:p w:rsidR="00595008" w:rsidRDefault="00595008" w:rsidP="009C7070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C7070">
        <w:rPr>
          <w:rFonts w:ascii="Times New Roman" w:hAnsi="Times New Roman"/>
          <w:sz w:val="28"/>
          <w:szCs w:val="28"/>
        </w:rPr>
        <w:t>- обеспечение эффективной социализации молодежи, находящейся в тру</w:t>
      </w:r>
      <w:r w:rsidRPr="009C7070">
        <w:rPr>
          <w:rFonts w:ascii="Times New Roman" w:hAnsi="Times New Roman"/>
          <w:sz w:val="28"/>
          <w:szCs w:val="28"/>
        </w:rPr>
        <w:t>д</w:t>
      </w:r>
      <w:r w:rsidRPr="009C7070">
        <w:rPr>
          <w:rFonts w:ascii="Times New Roman" w:hAnsi="Times New Roman"/>
          <w:sz w:val="28"/>
          <w:szCs w:val="28"/>
        </w:rPr>
        <w:t>ной жизненной ситуации.</w:t>
      </w:r>
    </w:p>
    <w:p w:rsidR="00595008" w:rsidRPr="00C247ED" w:rsidRDefault="00595008" w:rsidP="00C247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7F40">
        <w:rPr>
          <w:rFonts w:ascii="Times New Roman" w:hAnsi="Times New Roman"/>
          <w:sz w:val="28"/>
          <w:szCs w:val="28"/>
        </w:rPr>
        <w:t>-</w:t>
      </w:r>
      <w:r w:rsidRPr="00C247ED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решение</w:t>
      </w:r>
      <w:r w:rsidRPr="00C247ED">
        <w:rPr>
          <w:rFonts w:ascii="Times New Roman" w:hAnsi="Times New Roman"/>
          <w:sz w:val="28"/>
          <w:szCs w:val="28"/>
        </w:rPr>
        <w:t xml:space="preserve"> жилищной проблемы молодых семей, признанных в установле</w:t>
      </w:r>
      <w:r w:rsidRPr="00C247ED">
        <w:rPr>
          <w:rFonts w:ascii="Times New Roman" w:hAnsi="Times New Roman"/>
          <w:sz w:val="28"/>
          <w:szCs w:val="28"/>
        </w:rPr>
        <w:t>н</w:t>
      </w:r>
      <w:r w:rsidRPr="00C247ED">
        <w:rPr>
          <w:rFonts w:ascii="Times New Roman" w:hAnsi="Times New Roman"/>
          <w:sz w:val="28"/>
          <w:szCs w:val="28"/>
        </w:rPr>
        <w:t xml:space="preserve">ном порядке нуждающимися в улучшении жилищных условий </w:t>
      </w:r>
    </w:p>
    <w:p w:rsidR="00595008" w:rsidRPr="00C247ED" w:rsidRDefault="00595008" w:rsidP="009C7070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95008" w:rsidRDefault="00595008" w:rsidP="0033779F">
      <w:pPr>
        <w:numPr>
          <w:ilvl w:val="1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733F">
        <w:rPr>
          <w:rFonts w:ascii="Times New Roman" w:hAnsi="Times New Roman"/>
          <w:sz w:val="28"/>
          <w:szCs w:val="28"/>
        </w:rPr>
        <w:t>Цели и задачи, описание ожидаемых конечных результатов Программы</w:t>
      </w:r>
    </w:p>
    <w:p w:rsidR="00595008" w:rsidRPr="00CA733F" w:rsidRDefault="00595008" w:rsidP="00CA733F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CA733F">
        <w:rPr>
          <w:rFonts w:ascii="Times New Roman" w:hAnsi="Times New Roman"/>
          <w:sz w:val="28"/>
          <w:szCs w:val="28"/>
        </w:rPr>
        <w:t>Цель программы:</w:t>
      </w:r>
    </w:p>
    <w:p w:rsidR="00595008" w:rsidRDefault="00595008" w:rsidP="00CA733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развития и реализации потенциала молодежи в инт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ресах муниципального образования города Шарыпово</w:t>
      </w:r>
    </w:p>
    <w:p w:rsidR="00595008" w:rsidRDefault="00595008" w:rsidP="00CA733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A733F">
        <w:rPr>
          <w:rFonts w:ascii="Times New Roman" w:hAnsi="Times New Roman"/>
          <w:sz w:val="28"/>
          <w:szCs w:val="28"/>
        </w:rPr>
        <w:t>Задачи программы:</w:t>
      </w:r>
    </w:p>
    <w:p w:rsidR="00595008" w:rsidRDefault="00595008" w:rsidP="00E02A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социализации и эффективной самореализации молодежи муниципального образования города Шарыпово;</w:t>
      </w:r>
    </w:p>
    <w:p w:rsidR="00595008" w:rsidRDefault="00595008" w:rsidP="00E02A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дальнейшего развития и совершенствования системы патриотического воспитания;</w:t>
      </w:r>
    </w:p>
    <w:p w:rsidR="00595008" w:rsidRPr="00151FEE" w:rsidRDefault="00595008" w:rsidP="00E02A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1FEE">
        <w:rPr>
          <w:rFonts w:ascii="Times New Roman" w:hAnsi="Times New Roman"/>
          <w:sz w:val="28"/>
          <w:szCs w:val="28"/>
        </w:rPr>
        <w:t>государственная поддержка в решении жилищной проблемы молодых с</w:t>
      </w:r>
      <w:r w:rsidRPr="00151FEE">
        <w:rPr>
          <w:rFonts w:ascii="Times New Roman" w:hAnsi="Times New Roman"/>
          <w:sz w:val="28"/>
          <w:szCs w:val="28"/>
        </w:rPr>
        <w:t>е</w:t>
      </w:r>
      <w:r w:rsidRPr="00151FEE">
        <w:rPr>
          <w:rFonts w:ascii="Times New Roman" w:hAnsi="Times New Roman"/>
          <w:sz w:val="28"/>
          <w:szCs w:val="28"/>
        </w:rPr>
        <w:t>мей, признанных в установленном порядке, нуждающимися в улучшении жили</w:t>
      </w:r>
      <w:r w:rsidRPr="00151FEE">
        <w:rPr>
          <w:rFonts w:ascii="Times New Roman" w:hAnsi="Times New Roman"/>
          <w:sz w:val="28"/>
          <w:szCs w:val="28"/>
        </w:rPr>
        <w:t>щ</w:t>
      </w:r>
      <w:r w:rsidRPr="00151FEE">
        <w:rPr>
          <w:rFonts w:ascii="Times New Roman" w:hAnsi="Times New Roman"/>
          <w:sz w:val="28"/>
          <w:szCs w:val="28"/>
        </w:rPr>
        <w:t>ных условий.</w:t>
      </w:r>
    </w:p>
    <w:p w:rsidR="00595008" w:rsidRDefault="00595008" w:rsidP="00CA73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733F">
        <w:rPr>
          <w:rFonts w:ascii="Times New Roman" w:hAnsi="Times New Roman"/>
          <w:sz w:val="28"/>
          <w:szCs w:val="28"/>
        </w:rPr>
        <w:t>Решение указанных задач обеспечивается через систему мероприятий, пр</w:t>
      </w:r>
      <w:r w:rsidRPr="00CA733F">
        <w:rPr>
          <w:rFonts w:ascii="Times New Roman" w:hAnsi="Times New Roman"/>
          <w:sz w:val="28"/>
          <w:szCs w:val="28"/>
        </w:rPr>
        <w:t>е</w:t>
      </w:r>
      <w:r w:rsidRPr="00CA733F">
        <w:rPr>
          <w:rFonts w:ascii="Times New Roman" w:hAnsi="Times New Roman"/>
          <w:sz w:val="28"/>
          <w:szCs w:val="28"/>
        </w:rPr>
        <w:t>дусмотренных в следующих подпрограммах:</w:t>
      </w:r>
    </w:p>
    <w:p w:rsidR="00595008" w:rsidRDefault="00595008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1 «Вовлечение молодежи в социальную практику» на 2012-2014 годы;</w:t>
      </w:r>
    </w:p>
    <w:p w:rsidR="00595008" w:rsidRPr="00AA24FF" w:rsidRDefault="00595008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2 «</w:t>
      </w:r>
      <w:r w:rsidRPr="00AA24FF">
        <w:rPr>
          <w:rFonts w:ascii="Times New Roman" w:hAnsi="Times New Roman"/>
          <w:sz w:val="28"/>
          <w:szCs w:val="28"/>
        </w:rPr>
        <w:t>Патриотическое воспитание молодежи города Шарып</w:t>
      </w:r>
      <w:r w:rsidRPr="00AA24FF">
        <w:rPr>
          <w:rFonts w:ascii="Times New Roman" w:hAnsi="Times New Roman"/>
          <w:sz w:val="28"/>
          <w:szCs w:val="28"/>
        </w:rPr>
        <w:t>о</w:t>
      </w:r>
      <w:r w:rsidRPr="00AA24FF">
        <w:rPr>
          <w:rFonts w:ascii="Times New Roman" w:hAnsi="Times New Roman"/>
          <w:sz w:val="28"/>
          <w:szCs w:val="28"/>
        </w:rPr>
        <w:t>во» на 2014-02016 годы;</w:t>
      </w:r>
    </w:p>
    <w:p w:rsidR="00595008" w:rsidRPr="00151FEE" w:rsidRDefault="00595008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1FEE">
        <w:rPr>
          <w:rFonts w:ascii="Times New Roman" w:hAnsi="Times New Roman"/>
          <w:sz w:val="28"/>
          <w:szCs w:val="28"/>
        </w:rPr>
        <w:t>Подпрограмма 3 «Обеспечение жильем молодых семей в городе Шарып</w:t>
      </w:r>
      <w:r w:rsidRPr="00151FEE">
        <w:rPr>
          <w:rFonts w:ascii="Times New Roman" w:hAnsi="Times New Roman"/>
          <w:sz w:val="28"/>
          <w:szCs w:val="28"/>
        </w:rPr>
        <w:t>о</w:t>
      </w:r>
      <w:r w:rsidRPr="00151FEE">
        <w:rPr>
          <w:rFonts w:ascii="Times New Roman" w:hAnsi="Times New Roman"/>
          <w:sz w:val="28"/>
          <w:szCs w:val="28"/>
        </w:rPr>
        <w:t>во» на 2014-2016 годы.</w:t>
      </w:r>
    </w:p>
    <w:p w:rsidR="00595008" w:rsidRDefault="00595008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595008" w:rsidRDefault="00595008" w:rsidP="0067106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91233">
        <w:rPr>
          <w:rFonts w:ascii="Times New Roman" w:hAnsi="Times New Roman"/>
          <w:sz w:val="28"/>
          <w:szCs w:val="28"/>
          <w:u w:val="single"/>
        </w:rPr>
        <w:t>Прогноз развития</w:t>
      </w:r>
    </w:p>
    <w:p w:rsidR="00595008" w:rsidRDefault="00595008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Своевременная и в полном объеме реализация Программы позволит:</w:t>
      </w:r>
    </w:p>
    <w:p w:rsidR="00595008" w:rsidRDefault="00595008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Увеличить д</w:t>
      </w:r>
      <w:r w:rsidRPr="00652D9C">
        <w:rPr>
          <w:rFonts w:ascii="Times New Roman CYR" w:hAnsi="Times New Roman CYR" w:cs="Times New Roman CYR"/>
          <w:sz w:val="28"/>
          <w:szCs w:val="28"/>
        </w:rPr>
        <w:t>ол</w:t>
      </w:r>
      <w:r>
        <w:rPr>
          <w:rFonts w:ascii="Times New Roman CYR" w:hAnsi="Times New Roman CYR" w:cs="Times New Roman CYR"/>
          <w:sz w:val="28"/>
          <w:szCs w:val="28"/>
        </w:rPr>
        <w:t>ю</w:t>
      </w:r>
      <w:r w:rsidRPr="00652D9C">
        <w:rPr>
          <w:rFonts w:ascii="Times New Roman CYR" w:hAnsi="Times New Roman CYR" w:cs="Times New Roman CYR"/>
          <w:sz w:val="28"/>
          <w:szCs w:val="28"/>
        </w:rPr>
        <w:t xml:space="preserve"> молодежи, получившей информационные услуги </w:t>
      </w:r>
      <w:r>
        <w:rPr>
          <w:rFonts w:ascii="Times New Roman CYR" w:hAnsi="Times New Roman CYR" w:cs="Times New Roman CYR"/>
          <w:sz w:val="28"/>
          <w:szCs w:val="28"/>
        </w:rPr>
        <w:t>до 15,5% в 2016 году</w:t>
      </w:r>
      <w:r w:rsidRPr="00652D9C">
        <w:rPr>
          <w:rFonts w:ascii="Times New Roman CYR" w:hAnsi="Times New Roman CYR" w:cs="Times New Roman CYR"/>
          <w:sz w:val="28"/>
          <w:szCs w:val="28"/>
        </w:rPr>
        <w:t>;</w:t>
      </w:r>
    </w:p>
    <w:p w:rsidR="00595008" w:rsidRPr="00652D9C" w:rsidRDefault="00595008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-Увеличить ко</w:t>
      </w:r>
      <w:r w:rsidRPr="00652D9C">
        <w:rPr>
          <w:rFonts w:ascii="Times New Roman CYR" w:hAnsi="Times New Roman CYR" w:cs="Times New Roman CYR"/>
          <w:sz w:val="28"/>
          <w:szCs w:val="28"/>
        </w:rPr>
        <w:t>личество созданных рабочих мест для несовершеннолетних граждан до 161</w:t>
      </w:r>
      <w:r>
        <w:rPr>
          <w:rFonts w:ascii="Times New Roman CYR" w:hAnsi="Times New Roman CYR" w:cs="Times New Roman CYR"/>
          <w:sz w:val="28"/>
          <w:szCs w:val="28"/>
        </w:rPr>
        <w:t>единиц</w:t>
      </w:r>
      <w:r w:rsidRPr="00652D9C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 2016 году</w:t>
      </w:r>
      <w:r w:rsidRPr="00652D9C">
        <w:rPr>
          <w:rFonts w:ascii="Times New Roman CYR" w:hAnsi="Times New Roman CYR" w:cs="Times New Roman CYR"/>
          <w:sz w:val="28"/>
          <w:szCs w:val="28"/>
        </w:rPr>
        <w:t>;</w:t>
      </w:r>
    </w:p>
    <w:p w:rsidR="00595008" w:rsidRPr="00652D9C" w:rsidRDefault="00595008" w:rsidP="00FA686F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-Сохранить к</w:t>
      </w:r>
      <w:r w:rsidRPr="00652D9C">
        <w:rPr>
          <w:rFonts w:ascii="Times New Roman CYR" w:hAnsi="Times New Roman CYR" w:cs="Times New Roman CYR"/>
          <w:sz w:val="28"/>
          <w:szCs w:val="28"/>
        </w:rPr>
        <w:t>оличество несовершеннолетних граждан, принявших участие в профильных палаточных лагерях на уровне 20 человек ежегодно до</w:t>
      </w:r>
      <w:r>
        <w:rPr>
          <w:rFonts w:ascii="Times New Roman CYR" w:hAnsi="Times New Roman CYR" w:cs="Times New Roman CYR"/>
          <w:sz w:val="28"/>
          <w:szCs w:val="28"/>
        </w:rPr>
        <w:t xml:space="preserve"> 2016 года</w:t>
      </w:r>
      <w:r w:rsidRPr="00652D9C">
        <w:rPr>
          <w:rFonts w:ascii="Times New Roman CYR" w:hAnsi="Times New Roman CYR" w:cs="Times New Roman CYR"/>
          <w:sz w:val="28"/>
          <w:szCs w:val="28"/>
        </w:rPr>
        <w:t>;</w:t>
      </w:r>
    </w:p>
    <w:p w:rsidR="00595008" w:rsidRDefault="00595008" w:rsidP="00FA686F">
      <w:pPr>
        <w:pStyle w:val="ConsPlusCell"/>
        <w:spacing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-Снизить уровень подростковой преступности </w:t>
      </w:r>
      <w:r w:rsidRPr="00C17A3A">
        <w:rPr>
          <w:rFonts w:ascii="Times New Roman CYR" w:hAnsi="Times New Roman CYR" w:cs="Times New Roman CYR"/>
          <w:sz w:val="28"/>
          <w:szCs w:val="28"/>
        </w:rPr>
        <w:t>до 5,0</w:t>
      </w:r>
      <w:r>
        <w:rPr>
          <w:rFonts w:ascii="Times New Roman CYR" w:hAnsi="Times New Roman CYR" w:cs="Times New Roman CYR"/>
          <w:sz w:val="28"/>
          <w:szCs w:val="28"/>
        </w:rPr>
        <w:t>% в 2016 году;</w:t>
      </w:r>
    </w:p>
    <w:p w:rsidR="00595008" w:rsidRDefault="00595008" w:rsidP="00FA686F">
      <w:pPr>
        <w:pStyle w:val="ConsPlusCell"/>
        <w:spacing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-Увеличить у</w:t>
      </w:r>
      <w:r w:rsidRPr="00BA51B1">
        <w:rPr>
          <w:rFonts w:ascii="Times New Roman" w:hAnsi="Times New Roman" w:cs="Times New Roman"/>
          <w:sz w:val="28"/>
          <w:szCs w:val="28"/>
        </w:rPr>
        <w:t xml:space="preserve">дельный вес молодых граждан, проживающих в городе </w:t>
      </w:r>
      <w:r>
        <w:rPr>
          <w:rFonts w:ascii="Times New Roman" w:hAnsi="Times New Roman" w:cs="Times New Roman"/>
          <w:sz w:val="28"/>
          <w:szCs w:val="28"/>
        </w:rPr>
        <w:t>Шарыпово,</w:t>
      </w:r>
      <w:r w:rsidRPr="00BA51B1">
        <w:rPr>
          <w:rFonts w:ascii="Times New Roman" w:hAnsi="Times New Roman" w:cs="Times New Roman"/>
          <w:sz w:val="28"/>
          <w:szCs w:val="28"/>
        </w:rPr>
        <w:t xml:space="preserve"> являющихся воспитанниками патриотических клубов, прошедших подготовку к военной службе  в Вооруженных Силах РФ, в их общей численности</w:t>
      </w:r>
      <w:r w:rsidRPr="00BA51B1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до 8,77% в 2016 году;</w:t>
      </w:r>
    </w:p>
    <w:p w:rsidR="00595008" w:rsidRPr="00BA51B1" w:rsidRDefault="00595008" w:rsidP="00FA6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-Сохранить у</w:t>
      </w:r>
      <w:r w:rsidRPr="00BA51B1">
        <w:rPr>
          <w:rFonts w:ascii="Times New Roman" w:hAnsi="Times New Roman"/>
          <w:sz w:val="28"/>
          <w:szCs w:val="28"/>
        </w:rPr>
        <w:t>дельный вес молодых граждан, вовлеченных в добровольч</w:t>
      </w:r>
      <w:r w:rsidRPr="00BA51B1">
        <w:rPr>
          <w:rFonts w:ascii="Times New Roman" w:hAnsi="Times New Roman"/>
          <w:sz w:val="28"/>
          <w:szCs w:val="28"/>
        </w:rPr>
        <w:t>е</w:t>
      </w:r>
      <w:r w:rsidRPr="00BA51B1">
        <w:rPr>
          <w:rFonts w:ascii="Times New Roman" w:hAnsi="Times New Roman"/>
          <w:sz w:val="28"/>
          <w:szCs w:val="28"/>
        </w:rPr>
        <w:t xml:space="preserve">скую деятельность, в их общей численности </w:t>
      </w:r>
      <w:r>
        <w:rPr>
          <w:rFonts w:ascii="Times New Roman" w:hAnsi="Times New Roman"/>
          <w:sz w:val="28"/>
          <w:szCs w:val="28"/>
        </w:rPr>
        <w:t>на уровне</w:t>
      </w:r>
      <w:r w:rsidRPr="00BA51B1">
        <w:rPr>
          <w:rFonts w:ascii="Times New Roman" w:hAnsi="Times New Roman"/>
          <w:sz w:val="28"/>
          <w:szCs w:val="28"/>
        </w:rPr>
        <w:t xml:space="preserve"> 1,83 %</w:t>
      </w:r>
      <w:r>
        <w:rPr>
          <w:rFonts w:ascii="Times New Roman" w:hAnsi="Times New Roman"/>
          <w:sz w:val="28"/>
          <w:szCs w:val="28"/>
        </w:rPr>
        <w:t xml:space="preserve"> ежегодно до 2016 года)</w:t>
      </w:r>
      <w:r w:rsidRPr="00BA51B1">
        <w:rPr>
          <w:rFonts w:ascii="Times New Roman" w:hAnsi="Times New Roman"/>
          <w:sz w:val="28"/>
          <w:szCs w:val="28"/>
        </w:rPr>
        <w:t>;</w:t>
      </w:r>
    </w:p>
    <w:p w:rsidR="00595008" w:rsidRPr="00151FEE" w:rsidRDefault="00595008" w:rsidP="00FA68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Сохранить у</w:t>
      </w:r>
      <w:r w:rsidRPr="00BA51B1">
        <w:rPr>
          <w:rFonts w:ascii="Times New Roman" w:hAnsi="Times New Roman"/>
          <w:sz w:val="28"/>
          <w:szCs w:val="28"/>
        </w:rPr>
        <w:t>дельный вес учащихся, вовлеченных в творческую и исслед</w:t>
      </w:r>
      <w:r w:rsidRPr="00BA51B1">
        <w:rPr>
          <w:rFonts w:ascii="Times New Roman" w:hAnsi="Times New Roman"/>
          <w:sz w:val="28"/>
          <w:szCs w:val="28"/>
        </w:rPr>
        <w:t>о</w:t>
      </w:r>
      <w:r w:rsidRPr="00BA51B1">
        <w:rPr>
          <w:rFonts w:ascii="Times New Roman" w:hAnsi="Times New Roman"/>
          <w:sz w:val="28"/>
          <w:szCs w:val="28"/>
        </w:rPr>
        <w:t xml:space="preserve">вательскую деятельность патриотической направленности </w:t>
      </w:r>
      <w:r>
        <w:rPr>
          <w:rFonts w:ascii="Times New Roman" w:hAnsi="Times New Roman"/>
          <w:sz w:val="28"/>
          <w:szCs w:val="28"/>
        </w:rPr>
        <w:t xml:space="preserve">на уровне 5,9% </w:t>
      </w:r>
      <w:r w:rsidRPr="00151FEE">
        <w:rPr>
          <w:rFonts w:ascii="Times New Roman" w:hAnsi="Times New Roman"/>
          <w:sz w:val="28"/>
          <w:szCs w:val="28"/>
        </w:rPr>
        <w:t>еж</w:t>
      </w:r>
      <w:r w:rsidRPr="00151FEE">
        <w:rPr>
          <w:rFonts w:ascii="Times New Roman" w:hAnsi="Times New Roman"/>
          <w:sz w:val="28"/>
          <w:szCs w:val="28"/>
        </w:rPr>
        <w:t>е</w:t>
      </w:r>
      <w:r w:rsidRPr="00151FEE">
        <w:rPr>
          <w:rFonts w:ascii="Times New Roman" w:hAnsi="Times New Roman"/>
          <w:sz w:val="28"/>
          <w:szCs w:val="28"/>
        </w:rPr>
        <w:t>годно до 2016 года.</w:t>
      </w:r>
    </w:p>
    <w:p w:rsidR="00595008" w:rsidRPr="00151FEE" w:rsidRDefault="00595008" w:rsidP="00151FE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жильем 10</w:t>
      </w:r>
      <w:r w:rsidRPr="00151FEE">
        <w:rPr>
          <w:rFonts w:ascii="Times New Roman" w:hAnsi="Times New Roman" w:cs="Times New Roman"/>
          <w:sz w:val="28"/>
          <w:szCs w:val="28"/>
        </w:rPr>
        <w:t xml:space="preserve"> молодых семей, нуждающихся в улучшении жили</w:t>
      </w:r>
      <w:r w:rsidRPr="00151FEE">
        <w:rPr>
          <w:rFonts w:ascii="Times New Roman" w:hAnsi="Times New Roman" w:cs="Times New Roman"/>
          <w:sz w:val="28"/>
          <w:szCs w:val="28"/>
        </w:rPr>
        <w:t>щ</w:t>
      </w:r>
      <w:r w:rsidRPr="00151FEE">
        <w:rPr>
          <w:rFonts w:ascii="Times New Roman" w:hAnsi="Times New Roman" w:cs="Times New Roman"/>
          <w:sz w:val="28"/>
          <w:szCs w:val="28"/>
        </w:rPr>
        <w:t>ных условий, в том числе по годам: 2014г. – 2 молодые семьи, 2015г. – 4 моло</w:t>
      </w:r>
      <w:r>
        <w:rPr>
          <w:rFonts w:ascii="Times New Roman" w:hAnsi="Times New Roman" w:cs="Times New Roman"/>
          <w:sz w:val="28"/>
          <w:szCs w:val="28"/>
        </w:rPr>
        <w:t>дые семьи, 2016г. – 4</w:t>
      </w:r>
      <w:r w:rsidRPr="00151FEE">
        <w:rPr>
          <w:rFonts w:ascii="Times New Roman" w:hAnsi="Times New Roman" w:cs="Times New Roman"/>
          <w:sz w:val="28"/>
          <w:szCs w:val="28"/>
        </w:rPr>
        <w:t xml:space="preserve"> молодых семей.</w:t>
      </w:r>
    </w:p>
    <w:p w:rsidR="00595008" w:rsidRDefault="00595008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5008" w:rsidRDefault="00595008" w:rsidP="00DC7F4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1DC1">
        <w:rPr>
          <w:rFonts w:ascii="Times New Roman" w:hAnsi="Times New Roman"/>
          <w:sz w:val="28"/>
          <w:szCs w:val="28"/>
        </w:rPr>
        <w:t>Механизмы реализации Программы:</w:t>
      </w:r>
    </w:p>
    <w:p w:rsidR="00595008" w:rsidRDefault="00595008" w:rsidP="00DC7F40">
      <w:pPr>
        <w:pStyle w:val="ListParagraph"/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Реализацию программы осуществляют</w:t>
      </w:r>
    </w:p>
    <w:p w:rsidR="00595008" w:rsidRPr="005945DF" w:rsidRDefault="00595008" w:rsidP="005945DF">
      <w:pPr>
        <w:pStyle w:val="ListParagraph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45DF">
        <w:rPr>
          <w:rFonts w:ascii="Times New Roman" w:hAnsi="Times New Roman"/>
          <w:sz w:val="28"/>
          <w:szCs w:val="28"/>
        </w:rPr>
        <w:t>отдел спорта, туризма и молодежной политики Администрации города Шарыпово;</w:t>
      </w:r>
    </w:p>
    <w:p w:rsidR="00595008" w:rsidRDefault="00595008" w:rsidP="005945DF">
      <w:pPr>
        <w:pStyle w:val="ListParagraph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45DF">
        <w:rPr>
          <w:rFonts w:ascii="Times New Roman" w:hAnsi="Times New Roman"/>
          <w:sz w:val="28"/>
          <w:szCs w:val="28"/>
        </w:rPr>
        <w:t>муниципальное бюджетное учреждение Молодежный центр «Информационное молодежное агентство» города Шарыпово;</w:t>
      </w:r>
    </w:p>
    <w:p w:rsidR="00595008" w:rsidRPr="005945DF" w:rsidRDefault="00595008" w:rsidP="005945DF">
      <w:pPr>
        <w:pStyle w:val="ListParagraph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B30F93">
        <w:rPr>
          <w:rFonts w:ascii="Times New Roman" w:hAnsi="Times New Roman"/>
          <w:sz w:val="28"/>
          <w:szCs w:val="28"/>
        </w:rPr>
        <w:t xml:space="preserve">омитет по управлению муниципальным имуществом и земельными отношениями Администрации города </w:t>
      </w:r>
      <w:r>
        <w:rPr>
          <w:rFonts w:ascii="Times New Roman" w:hAnsi="Times New Roman"/>
          <w:sz w:val="28"/>
          <w:szCs w:val="28"/>
        </w:rPr>
        <w:t>Шарыпово;</w:t>
      </w:r>
    </w:p>
    <w:p w:rsidR="00595008" w:rsidRPr="005945DF" w:rsidRDefault="00595008" w:rsidP="005945DF">
      <w:pPr>
        <w:pStyle w:val="ListParagraph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45DF">
        <w:rPr>
          <w:rFonts w:ascii="Times New Roman" w:hAnsi="Times New Roman"/>
          <w:sz w:val="28"/>
          <w:szCs w:val="28"/>
        </w:rPr>
        <w:t>Финансирование мероприятий подпрограммы осуществляется за счет средств бюджета города в соответствии с мероприятиями подпрограммы согласно приложению № 2 к подпрограмме (далее - мероприятия подпрограммы). Фина</w:t>
      </w:r>
      <w:r w:rsidRPr="005945DF">
        <w:rPr>
          <w:rFonts w:ascii="Times New Roman" w:hAnsi="Times New Roman"/>
          <w:sz w:val="28"/>
          <w:szCs w:val="28"/>
        </w:rPr>
        <w:t>н</w:t>
      </w:r>
      <w:r w:rsidRPr="005945DF">
        <w:rPr>
          <w:rFonts w:ascii="Times New Roman" w:hAnsi="Times New Roman"/>
          <w:sz w:val="28"/>
          <w:szCs w:val="28"/>
        </w:rPr>
        <w:t>сирование осуществляется в пределах средств, утвержденных решением горо</w:t>
      </w:r>
      <w:r w:rsidRPr="005945DF">
        <w:rPr>
          <w:rFonts w:ascii="Times New Roman" w:hAnsi="Times New Roman"/>
          <w:sz w:val="28"/>
          <w:szCs w:val="28"/>
        </w:rPr>
        <w:t>д</w:t>
      </w:r>
      <w:r w:rsidRPr="005945DF">
        <w:rPr>
          <w:rFonts w:ascii="Times New Roman" w:hAnsi="Times New Roman"/>
          <w:sz w:val="28"/>
          <w:szCs w:val="28"/>
        </w:rPr>
        <w:t>ского Совета о бюджете города Шарыпово на очередной финансовый год. Объ</w:t>
      </w:r>
      <w:r w:rsidRPr="005945DF">
        <w:rPr>
          <w:rFonts w:ascii="Times New Roman" w:hAnsi="Times New Roman"/>
          <w:sz w:val="28"/>
          <w:szCs w:val="28"/>
        </w:rPr>
        <w:t>е</w:t>
      </w:r>
      <w:r w:rsidRPr="005945DF">
        <w:rPr>
          <w:rFonts w:ascii="Times New Roman" w:hAnsi="Times New Roman"/>
          <w:sz w:val="28"/>
          <w:szCs w:val="28"/>
        </w:rPr>
        <w:t>мы финансирования подпрограммы уточняются ежегодно при рассмотрении бюджета.</w:t>
      </w:r>
    </w:p>
    <w:p w:rsidR="00595008" w:rsidRPr="005945DF" w:rsidRDefault="00595008" w:rsidP="005945DF">
      <w:pPr>
        <w:pStyle w:val="ListParagraph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45DF">
        <w:rPr>
          <w:rFonts w:ascii="Times New Roman" w:hAnsi="Times New Roman"/>
          <w:sz w:val="28"/>
          <w:szCs w:val="28"/>
        </w:rPr>
        <w:t>Главными распорядителями средств бюджета города является отдел    спорта, туризма и молодежной политики Администрации города Шарыпово.</w:t>
      </w:r>
    </w:p>
    <w:p w:rsidR="00595008" w:rsidRPr="005945DF" w:rsidRDefault="00595008" w:rsidP="005945DF">
      <w:pPr>
        <w:pStyle w:val="ListParagraph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45DF">
        <w:rPr>
          <w:rFonts w:ascii="Times New Roman" w:hAnsi="Times New Roman"/>
          <w:sz w:val="28"/>
          <w:szCs w:val="28"/>
        </w:rPr>
        <w:t>Мероприятия подпрограммы по каждой задаче, финансирование которых предусмотрено в соответствующем финансовом году, осуществляется путем предоставления муниципальным бюджетным учреждениям, являющимся исполнителями соответствующих мероприятий подпрограммы, субсидий из бюджета города на возмещение нормативных затрат, связанных с оказанием ими в соответствии с муниципальным заданием  выполнения работ, для реализации мероприятий подпрограммы, а также субсидий на цели, не связанные с финансовым обеспечением выполнения муниципального задания на оказание муниципальных услуг (выполнение работ), для реализации мероприятий подпрограммы.</w:t>
      </w:r>
    </w:p>
    <w:p w:rsidR="00595008" w:rsidRPr="005945DF" w:rsidRDefault="00595008" w:rsidP="005945DF">
      <w:pPr>
        <w:pStyle w:val="ListParagraph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45DF">
        <w:rPr>
          <w:rFonts w:ascii="Times New Roman" w:hAnsi="Times New Roman"/>
          <w:sz w:val="28"/>
          <w:szCs w:val="28"/>
        </w:rPr>
        <w:t>2. Отдел спорта, туризма и молодежной политики города Администрации Шарыпово осуществляет финансирование:</w:t>
      </w:r>
    </w:p>
    <w:p w:rsidR="00595008" w:rsidRPr="005945DF" w:rsidRDefault="00595008" w:rsidP="005945DF">
      <w:pPr>
        <w:pStyle w:val="ListParagraph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45DF">
        <w:rPr>
          <w:rFonts w:ascii="Times New Roman" w:hAnsi="Times New Roman"/>
          <w:sz w:val="28"/>
          <w:szCs w:val="28"/>
        </w:rPr>
        <w:t>МБУ МЦ «ИМА» путем предоставления субсидии из бюджета города на возмещение нормативных затрат, связанных с оказанием им в соответствии с муниципальным  заданием муниципальных  услуг (выполнением работ), на основании соглашения о порядке и условиях ее предоставления на финансовое обеспечение выполнения муниципального  задания для реализации мероприятий подпрограммы, и путем предоставления субсидии на цели, не связанные с финансовым обеспечением выполнения муниципального задания на оказание муниципальных  услуг (выполнение работ), на основании соглашения о порядке и условиях ее предоставления для реализации мероприятий подпрограммы.</w:t>
      </w:r>
    </w:p>
    <w:p w:rsidR="00595008" w:rsidRPr="005945DF" w:rsidRDefault="00595008" w:rsidP="005945DF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945DF">
        <w:rPr>
          <w:rFonts w:ascii="Times New Roman" w:hAnsi="Times New Roman"/>
          <w:sz w:val="28"/>
          <w:szCs w:val="28"/>
        </w:rPr>
        <w:t xml:space="preserve">Размещение заказов на поставки товаров, выполнение работ, оказание услуг осуществляется в соответствии с Федеральным </w:t>
      </w:r>
      <w:hyperlink r:id="rId5" w:history="1">
        <w:r w:rsidRPr="005945DF">
          <w:rPr>
            <w:rStyle w:val="Hyperlink"/>
            <w:rFonts w:ascii="Times New Roman" w:hAnsi="Times New Roman"/>
            <w:sz w:val="28"/>
            <w:szCs w:val="28"/>
          </w:rPr>
          <w:t>законом</w:t>
        </w:r>
      </w:hyperlink>
      <w:r w:rsidRPr="005945DF">
        <w:rPr>
          <w:rFonts w:ascii="Times New Roman" w:hAnsi="Times New Roman"/>
          <w:sz w:val="28"/>
          <w:szCs w:val="28"/>
        </w:rPr>
        <w:t xml:space="preserve"> от 05.04.2013 № 44-ФЗ «О размещении заказов на поставки товаров, выполнение работ, оказание услуг для государственных и муниципальных нужд».</w:t>
      </w:r>
    </w:p>
    <w:p w:rsidR="00595008" w:rsidRDefault="00595008" w:rsidP="00BE597C">
      <w:pPr>
        <w:pStyle w:val="BodyText"/>
        <w:ind w:firstLine="540"/>
        <w:rPr>
          <w:highlight w:val="green"/>
        </w:rPr>
      </w:pPr>
    </w:p>
    <w:p w:rsidR="00595008" w:rsidRDefault="00595008" w:rsidP="00A153B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A153B3">
        <w:rPr>
          <w:rFonts w:ascii="Times New Roman" w:hAnsi="Times New Roman"/>
          <w:sz w:val="28"/>
          <w:szCs w:val="28"/>
        </w:rPr>
        <w:t>Прогноз конечных результатов Программы</w:t>
      </w:r>
    </w:p>
    <w:p w:rsidR="00595008" w:rsidRPr="00A153B3" w:rsidRDefault="00595008" w:rsidP="00A153B3">
      <w:pPr>
        <w:pStyle w:val="ListParagraph"/>
        <w:widowControl w:val="0"/>
        <w:autoSpaceDE w:val="0"/>
        <w:autoSpaceDN w:val="0"/>
        <w:adjustRightInd w:val="0"/>
        <w:spacing w:after="0"/>
        <w:ind w:left="450"/>
        <w:rPr>
          <w:rFonts w:ascii="Times New Roman" w:hAnsi="Times New Roman"/>
          <w:sz w:val="28"/>
          <w:szCs w:val="28"/>
        </w:rPr>
      </w:pPr>
    </w:p>
    <w:p w:rsidR="00595008" w:rsidRPr="00EA5C73" w:rsidRDefault="00595008" w:rsidP="00A153B3">
      <w:pPr>
        <w:tabs>
          <w:tab w:val="num" w:pos="0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</w:t>
      </w:r>
      <w:r w:rsidRPr="00EA5C73">
        <w:rPr>
          <w:rFonts w:ascii="Times New Roman CYR" w:hAnsi="Times New Roman CYR" w:cs="Times New Roman CYR"/>
          <w:sz w:val="28"/>
          <w:szCs w:val="28"/>
        </w:rPr>
        <w:t xml:space="preserve">е менее 1600 поступивших обращений, не менее 1200 адресатам оказана </w:t>
      </w:r>
      <w:r>
        <w:rPr>
          <w:rFonts w:ascii="Times New Roman CYR" w:hAnsi="Times New Roman CYR" w:cs="Times New Roman CYR"/>
          <w:sz w:val="28"/>
          <w:szCs w:val="28"/>
        </w:rPr>
        <w:t xml:space="preserve">информационная </w:t>
      </w:r>
      <w:r w:rsidRPr="00EA5C73">
        <w:rPr>
          <w:rFonts w:ascii="Times New Roman CYR" w:hAnsi="Times New Roman CYR" w:cs="Times New Roman CYR"/>
          <w:sz w:val="28"/>
          <w:szCs w:val="28"/>
        </w:rPr>
        <w:t>поддержка/помощь;</w:t>
      </w:r>
    </w:p>
    <w:p w:rsidR="00595008" w:rsidRPr="00EA5C73" w:rsidRDefault="00595008" w:rsidP="00A153B3">
      <w:pPr>
        <w:tabs>
          <w:tab w:val="num" w:pos="0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A5C73">
        <w:rPr>
          <w:rFonts w:ascii="Times New Roman CYR" w:hAnsi="Times New Roman CYR" w:cs="Times New Roman CYR"/>
          <w:sz w:val="28"/>
          <w:szCs w:val="28"/>
        </w:rPr>
        <w:t>161 единица созданных рабочих мест (34 – отряд Главы, 98 – отряд ОАО «СУЭК», 29 – подростки, находящиеся в группе риска)</w:t>
      </w:r>
      <w:r>
        <w:rPr>
          <w:rFonts w:ascii="Times New Roman CYR" w:hAnsi="Times New Roman CYR" w:cs="Times New Roman CYR"/>
          <w:sz w:val="28"/>
          <w:szCs w:val="28"/>
        </w:rPr>
        <w:t xml:space="preserve"> ежегодно до 2016 года</w:t>
      </w:r>
      <w:r w:rsidRPr="00EA5C73">
        <w:rPr>
          <w:rFonts w:ascii="Times New Roman CYR" w:hAnsi="Times New Roman CYR" w:cs="Times New Roman CYR"/>
          <w:sz w:val="28"/>
          <w:szCs w:val="28"/>
        </w:rPr>
        <w:t>;</w:t>
      </w:r>
    </w:p>
    <w:p w:rsidR="00595008" w:rsidRPr="00EA5C73" w:rsidRDefault="00595008" w:rsidP="00A153B3">
      <w:pPr>
        <w:tabs>
          <w:tab w:val="num" w:pos="0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A5C73">
        <w:rPr>
          <w:rFonts w:ascii="Times New Roman CYR" w:hAnsi="Times New Roman CYR" w:cs="Times New Roman CYR"/>
          <w:sz w:val="28"/>
          <w:szCs w:val="28"/>
        </w:rPr>
        <w:t>20 несовершеннолетних граждан, отдохнувших в профильных палаточных лагерях</w:t>
      </w:r>
      <w:r>
        <w:rPr>
          <w:rFonts w:ascii="Times New Roman CYR" w:hAnsi="Times New Roman CYR" w:cs="Times New Roman CYR"/>
          <w:sz w:val="28"/>
          <w:szCs w:val="28"/>
        </w:rPr>
        <w:t xml:space="preserve"> ежегодно до 2016 года</w:t>
      </w:r>
      <w:r w:rsidRPr="00EA5C73">
        <w:rPr>
          <w:rFonts w:ascii="Times New Roman CYR" w:hAnsi="Times New Roman CYR" w:cs="Times New Roman CYR"/>
          <w:sz w:val="28"/>
          <w:szCs w:val="28"/>
        </w:rPr>
        <w:t>;</w:t>
      </w:r>
    </w:p>
    <w:p w:rsidR="00595008" w:rsidRDefault="00595008" w:rsidP="00A153B3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EA5C73">
        <w:rPr>
          <w:rFonts w:ascii="Times New Roman CYR" w:hAnsi="Times New Roman CYR" w:cs="Times New Roman CYR"/>
          <w:sz w:val="28"/>
          <w:szCs w:val="28"/>
        </w:rPr>
        <w:t>не менее 3 подростков сняты</w:t>
      </w:r>
      <w:r>
        <w:rPr>
          <w:rFonts w:ascii="Times New Roman CYR" w:hAnsi="Times New Roman CYR" w:cs="Times New Roman CYR"/>
          <w:sz w:val="28"/>
          <w:szCs w:val="28"/>
        </w:rPr>
        <w:t>х</w:t>
      </w:r>
      <w:r w:rsidRPr="00EA5C73">
        <w:rPr>
          <w:rFonts w:ascii="Times New Roman CYR" w:hAnsi="Times New Roman CYR" w:cs="Times New Roman CYR"/>
          <w:sz w:val="28"/>
          <w:szCs w:val="28"/>
        </w:rPr>
        <w:t xml:space="preserve"> с учета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595008" w:rsidRPr="00D266FE" w:rsidRDefault="00595008" w:rsidP="00A15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D266FE">
        <w:rPr>
          <w:rFonts w:ascii="Times New Roman" w:hAnsi="Times New Roman"/>
          <w:sz w:val="28"/>
          <w:szCs w:val="28"/>
        </w:rPr>
        <w:t>крепление материально-технической базы городского патриотического об</w:t>
      </w:r>
      <w:r w:rsidRPr="00D266FE">
        <w:rPr>
          <w:rFonts w:ascii="Times New Roman" w:hAnsi="Times New Roman"/>
          <w:sz w:val="28"/>
          <w:szCs w:val="28"/>
        </w:rPr>
        <w:t>ъ</w:t>
      </w:r>
      <w:r w:rsidRPr="00D266FE">
        <w:rPr>
          <w:rFonts w:ascii="Times New Roman" w:hAnsi="Times New Roman"/>
          <w:sz w:val="28"/>
          <w:szCs w:val="28"/>
        </w:rPr>
        <w:t>единения участвующего в патриотическом воспитании молодежи города Шар</w:t>
      </w:r>
      <w:r w:rsidRPr="00D266FE">
        <w:rPr>
          <w:rFonts w:ascii="Times New Roman" w:hAnsi="Times New Roman"/>
          <w:sz w:val="28"/>
          <w:szCs w:val="28"/>
        </w:rPr>
        <w:t>ы</w:t>
      </w:r>
      <w:r w:rsidRPr="00D266FE">
        <w:rPr>
          <w:rFonts w:ascii="Times New Roman" w:hAnsi="Times New Roman"/>
          <w:sz w:val="28"/>
          <w:szCs w:val="28"/>
        </w:rPr>
        <w:t xml:space="preserve">пово, с количеством воспитанников не менее 173 человек. </w:t>
      </w:r>
    </w:p>
    <w:p w:rsidR="00595008" w:rsidRDefault="00595008" w:rsidP="00A15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66FE">
        <w:rPr>
          <w:rFonts w:ascii="Times New Roman" w:hAnsi="Times New Roman"/>
          <w:sz w:val="28"/>
          <w:szCs w:val="28"/>
        </w:rPr>
        <w:t>вовлечение не менее чем 200 молодых граждан, проживающих в городе Ш</w:t>
      </w:r>
      <w:r w:rsidRPr="00D266FE">
        <w:rPr>
          <w:rFonts w:ascii="Times New Roman" w:hAnsi="Times New Roman"/>
          <w:sz w:val="28"/>
          <w:szCs w:val="28"/>
        </w:rPr>
        <w:t>а</w:t>
      </w:r>
      <w:r w:rsidRPr="00D266FE">
        <w:rPr>
          <w:rFonts w:ascii="Times New Roman" w:hAnsi="Times New Roman"/>
          <w:sz w:val="28"/>
          <w:szCs w:val="28"/>
        </w:rPr>
        <w:t>рыпово в добровольческую деятельность;</w:t>
      </w:r>
    </w:p>
    <w:p w:rsidR="00595008" w:rsidRDefault="00595008" w:rsidP="00A153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вовлечение не менее чем 270 учащихся ежегодно в творческую деятельность патриотической направленности;</w:t>
      </w:r>
    </w:p>
    <w:p w:rsidR="00595008" w:rsidRDefault="00595008" w:rsidP="006B283E">
      <w:pPr>
        <w:pStyle w:val="ConsPlusNonformat"/>
        <w:widowControl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обеспечение жильем 10</w:t>
      </w:r>
      <w:r w:rsidRPr="006B283E">
        <w:rPr>
          <w:rFonts w:ascii="Times New Roman" w:hAnsi="Times New Roman" w:cs="Times New Roman"/>
          <w:sz w:val="28"/>
          <w:szCs w:val="28"/>
        </w:rPr>
        <w:t xml:space="preserve"> молодых семей, нуждающихся в улучшении жили</w:t>
      </w:r>
      <w:r w:rsidRPr="006B283E">
        <w:rPr>
          <w:rFonts w:ascii="Times New Roman" w:hAnsi="Times New Roman" w:cs="Times New Roman"/>
          <w:sz w:val="28"/>
          <w:szCs w:val="28"/>
        </w:rPr>
        <w:t>щ</w:t>
      </w:r>
      <w:r w:rsidRPr="006B283E">
        <w:rPr>
          <w:rFonts w:ascii="Times New Roman" w:hAnsi="Times New Roman" w:cs="Times New Roman"/>
          <w:sz w:val="28"/>
          <w:szCs w:val="28"/>
        </w:rPr>
        <w:t>ных условий, в том числе по годам: 2014г. – 2 молодые семьи, 2015г. – 4 моло</w:t>
      </w:r>
      <w:r>
        <w:rPr>
          <w:rFonts w:ascii="Times New Roman" w:hAnsi="Times New Roman" w:cs="Times New Roman"/>
          <w:sz w:val="28"/>
          <w:szCs w:val="28"/>
        </w:rPr>
        <w:t>дые семьи, 2016г. – 4</w:t>
      </w:r>
      <w:r w:rsidRPr="006B283E">
        <w:rPr>
          <w:rFonts w:ascii="Times New Roman" w:hAnsi="Times New Roman" w:cs="Times New Roman"/>
          <w:sz w:val="28"/>
          <w:szCs w:val="28"/>
        </w:rPr>
        <w:t xml:space="preserve"> молодых семей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5008" w:rsidRDefault="00595008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5008" w:rsidRDefault="00595008" w:rsidP="005D1DC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5D1DC1">
        <w:rPr>
          <w:rFonts w:ascii="Times New Roman" w:hAnsi="Times New Roman"/>
          <w:sz w:val="28"/>
          <w:szCs w:val="28"/>
        </w:rPr>
        <w:t>Перечень подпрограмм с указанием сроков их реализации и ожидаемых р</w:t>
      </w:r>
      <w:r w:rsidRPr="005D1DC1">
        <w:rPr>
          <w:rFonts w:ascii="Times New Roman" w:hAnsi="Times New Roman"/>
          <w:sz w:val="28"/>
          <w:szCs w:val="28"/>
        </w:rPr>
        <w:t>е</w:t>
      </w:r>
      <w:r w:rsidRPr="005D1DC1">
        <w:rPr>
          <w:rFonts w:ascii="Times New Roman" w:hAnsi="Times New Roman"/>
          <w:sz w:val="28"/>
          <w:szCs w:val="28"/>
        </w:rPr>
        <w:t>зультатов</w:t>
      </w:r>
    </w:p>
    <w:p w:rsidR="00595008" w:rsidRDefault="00595008" w:rsidP="00A153B3">
      <w:pPr>
        <w:pStyle w:val="ListParagraph"/>
        <w:widowControl w:val="0"/>
        <w:autoSpaceDE w:val="0"/>
        <w:autoSpaceDN w:val="0"/>
        <w:adjustRightInd w:val="0"/>
        <w:spacing w:after="0"/>
        <w:ind w:left="450"/>
        <w:rPr>
          <w:rFonts w:ascii="Times New Roman" w:hAnsi="Times New Roman"/>
          <w:sz w:val="28"/>
          <w:szCs w:val="28"/>
        </w:rPr>
      </w:pPr>
    </w:p>
    <w:p w:rsidR="00595008" w:rsidRDefault="00595008" w:rsidP="005D1DC1">
      <w:pPr>
        <w:pStyle w:val="ListParagraph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включает в себя 3 подпрограммы, реализация мероприятий 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торых в комплексе призвана обеспечить достижение цели и решение програм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ных задач:</w:t>
      </w:r>
    </w:p>
    <w:p w:rsidR="00595008" w:rsidRDefault="00595008" w:rsidP="005D1DC1">
      <w:pPr>
        <w:pStyle w:val="ListParagraph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1 «Вовлечение молодежи в социальную практику» на 2012-2014 годы;</w:t>
      </w:r>
    </w:p>
    <w:p w:rsidR="00595008" w:rsidRDefault="00595008" w:rsidP="006B28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2 «</w:t>
      </w:r>
      <w:r w:rsidRPr="00117864">
        <w:rPr>
          <w:rFonts w:ascii="Times New Roman" w:hAnsi="Times New Roman"/>
          <w:sz w:val="28"/>
          <w:szCs w:val="28"/>
        </w:rPr>
        <w:t>Патриотическое воспитание молодежи города Шарып</w:t>
      </w:r>
      <w:r w:rsidRPr="00117864">
        <w:rPr>
          <w:rFonts w:ascii="Times New Roman" w:hAnsi="Times New Roman"/>
          <w:sz w:val="28"/>
          <w:szCs w:val="28"/>
        </w:rPr>
        <w:t>о</w:t>
      </w:r>
      <w:r w:rsidRPr="00117864">
        <w:rPr>
          <w:rFonts w:ascii="Times New Roman" w:hAnsi="Times New Roman"/>
          <w:sz w:val="28"/>
          <w:szCs w:val="28"/>
        </w:rPr>
        <w:t>во» на 2</w:t>
      </w:r>
      <w:r>
        <w:rPr>
          <w:rFonts w:ascii="Times New Roman" w:hAnsi="Times New Roman"/>
          <w:sz w:val="28"/>
          <w:szCs w:val="28"/>
        </w:rPr>
        <w:t>014-</w:t>
      </w:r>
      <w:r w:rsidRPr="00117864">
        <w:rPr>
          <w:rFonts w:ascii="Times New Roman" w:hAnsi="Times New Roman"/>
          <w:sz w:val="28"/>
          <w:szCs w:val="28"/>
        </w:rPr>
        <w:t>2016 годы</w:t>
      </w:r>
      <w:r>
        <w:rPr>
          <w:rFonts w:ascii="Times New Roman" w:hAnsi="Times New Roman"/>
          <w:sz w:val="28"/>
          <w:szCs w:val="28"/>
        </w:rPr>
        <w:t>;</w:t>
      </w:r>
    </w:p>
    <w:p w:rsidR="00595008" w:rsidRPr="006B283E" w:rsidRDefault="00595008" w:rsidP="006B28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283E">
        <w:rPr>
          <w:rFonts w:ascii="Times New Roman" w:hAnsi="Times New Roman"/>
          <w:sz w:val="28"/>
          <w:szCs w:val="28"/>
        </w:rPr>
        <w:t>Подпрограмма 3 «Обеспечение жильем молодых семей в городе Шарып</w:t>
      </w:r>
      <w:r w:rsidRPr="006B283E">
        <w:rPr>
          <w:rFonts w:ascii="Times New Roman" w:hAnsi="Times New Roman"/>
          <w:sz w:val="28"/>
          <w:szCs w:val="28"/>
        </w:rPr>
        <w:t>о</w:t>
      </w:r>
      <w:r w:rsidRPr="006B283E">
        <w:rPr>
          <w:rFonts w:ascii="Times New Roman" w:hAnsi="Times New Roman"/>
          <w:sz w:val="28"/>
          <w:szCs w:val="28"/>
        </w:rPr>
        <w:t>во» на 2014-2016 годы.</w:t>
      </w:r>
    </w:p>
    <w:p w:rsidR="00595008" w:rsidRDefault="00595008" w:rsidP="00E02AD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 подпрограммы позволит достичь в 2014-2016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дах следующих результатов:</w:t>
      </w:r>
    </w:p>
    <w:p w:rsidR="00595008" w:rsidRPr="00C70129" w:rsidRDefault="00595008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70129">
        <w:rPr>
          <w:rFonts w:ascii="Times New Roman" w:hAnsi="Times New Roman"/>
          <w:sz w:val="28"/>
          <w:szCs w:val="28"/>
        </w:rPr>
        <w:t>По подпрограмме 1 « Вовлечение молодежи в социальную практику» на 2012-2014 годы:</w:t>
      </w:r>
    </w:p>
    <w:p w:rsidR="00595008" w:rsidRPr="00C70129" w:rsidRDefault="00595008" w:rsidP="00C70129">
      <w:pPr>
        <w:suppressAutoHyphens/>
        <w:autoSpaceDE w:val="0"/>
        <w:autoSpaceDN w:val="0"/>
        <w:adjustRightInd w:val="0"/>
        <w:spacing w:after="0" w:line="10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C70129">
        <w:rPr>
          <w:rFonts w:ascii="Times New Roman" w:hAnsi="Times New Roman"/>
          <w:sz w:val="28"/>
          <w:szCs w:val="28"/>
        </w:rPr>
        <w:t>увеличить долю молодежи, получившей информационные услуги до 15,5% в 2016 году;</w:t>
      </w:r>
    </w:p>
    <w:p w:rsidR="00595008" w:rsidRPr="00C70129" w:rsidRDefault="00595008" w:rsidP="00C70129">
      <w:pPr>
        <w:suppressAutoHyphens/>
        <w:autoSpaceDE w:val="0"/>
        <w:autoSpaceDN w:val="0"/>
        <w:adjustRightInd w:val="0"/>
        <w:spacing w:after="0" w:line="10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C70129">
        <w:rPr>
          <w:rFonts w:ascii="Times New Roman" w:hAnsi="Times New Roman"/>
          <w:sz w:val="28"/>
          <w:szCs w:val="28"/>
        </w:rPr>
        <w:t>увеличить количество созданных рабочих мест для несовершеннолетних граждан до 161 в 2016 году;</w:t>
      </w:r>
    </w:p>
    <w:p w:rsidR="00595008" w:rsidRPr="00C70129" w:rsidRDefault="00595008" w:rsidP="00C70129">
      <w:pPr>
        <w:suppressAutoHyphens/>
        <w:autoSpaceDE w:val="0"/>
        <w:autoSpaceDN w:val="0"/>
        <w:adjustRightInd w:val="0"/>
        <w:spacing w:after="0" w:line="10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C70129">
        <w:rPr>
          <w:rFonts w:ascii="Times New Roman" w:hAnsi="Times New Roman"/>
          <w:sz w:val="28"/>
          <w:szCs w:val="28"/>
        </w:rPr>
        <w:t>сохранить количество несовершеннолетних граждан, принявших участие в профильных палаточных лагерях на уровне 20 ежегодно;</w:t>
      </w:r>
    </w:p>
    <w:p w:rsidR="00595008" w:rsidRDefault="00595008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 уровня подростковой преступности</w:t>
      </w:r>
      <w:r w:rsidRPr="00C70129">
        <w:rPr>
          <w:rFonts w:ascii="Times New Roman" w:hAnsi="Times New Roman"/>
          <w:sz w:val="28"/>
          <w:szCs w:val="28"/>
        </w:rPr>
        <w:t xml:space="preserve"> (с 5,3% в 2012 году до 5,0% в 2016 году)</w:t>
      </w:r>
      <w:r w:rsidRPr="00C70129">
        <w:rPr>
          <w:rFonts w:ascii="Times New Roman" w:hAnsi="Times New Roman"/>
          <w:color w:val="C00000"/>
          <w:sz w:val="28"/>
          <w:szCs w:val="28"/>
        </w:rPr>
        <w:t>.</w:t>
      </w:r>
    </w:p>
    <w:p w:rsidR="00595008" w:rsidRDefault="00595008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70129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подпрограмме 2 «</w:t>
      </w:r>
      <w:r w:rsidRPr="00117864">
        <w:rPr>
          <w:rFonts w:ascii="Times New Roman" w:hAnsi="Times New Roman"/>
          <w:sz w:val="28"/>
          <w:szCs w:val="28"/>
        </w:rPr>
        <w:t>Патриотическое воспитание молодежи города Шар</w:t>
      </w:r>
      <w:r w:rsidRPr="00117864">
        <w:rPr>
          <w:rFonts w:ascii="Times New Roman" w:hAnsi="Times New Roman"/>
          <w:sz w:val="28"/>
          <w:szCs w:val="28"/>
        </w:rPr>
        <w:t>ы</w:t>
      </w:r>
      <w:r w:rsidRPr="00117864">
        <w:rPr>
          <w:rFonts w:ascii="Times New Roman" w:hAnsi="Times New Roman"/>
          <w:sz w:val="28"/>
          <w:szCs w:val="28"/>
        </w:rPr>
        <w:t>пово» на 2014-02016 годы</w:t>
      </w:r>
      <w:r>
        <w:rPr>
          <w:rFonts w:ascii="Times New Roman" w:hAnsi="Times New Roman"/>
          <w:sz w:val="28"/>
          <w:szCs w:val="28"/>
        </w:rPr>
        <w:t>:</w:t>
      </w:r>
    </w:p>
    <w:p w:rsidR="00595008" w:rsidRPr="00BA51B1" w:rsidRDefault="00595008" w:rsidP="00A153B3">
      <w:pPr>
        <w:pStyle w:val="ConsPlusCel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Сохранить у</w:t>
      </w:r>
      <w:r w:rsidRPr="00BA51B1">
        <w:rPr>
          <w:rFonts w:ascii="Times New Roman" w:hAnsi="Times New Roman" w:cs="Times New Roman"/>
          <w:sz w:val="28"/>
          <w:szCs w:val="28"/>
        </w:rPr>
        <w:t>дельный вес молодых граждан, являющихся воспитанниками патриотических клубов, прошедших подготовку к военной службе  в Вооруженных Силах РФ, в их общей численности</w:t>
      </w:r>
      <w:r w:rsidRPr="00BA51B1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на уровне </w:t>
      </w:r>
      <w:r w:rsidRPr="00BA51B1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8,77% </w:t>
      </w: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ежегодно до 2016 года</w:t>
      </w:r>
      <w:r w:rsidRPr="00BA51B1">
        <w:rPr>
          <w:rFonts w:ascii="Times New Roman" w:hAnsi="Times New Roman" w:cs="Times New Roman"/>
          <w:kern w:val="0"/>
          <w:sz w:val="28"/>
          <w:szCs w:val="28"/>
          <w:lang w:eastAsia="ru-RU"/>
        </w:rPr>
        <w:t>;</w:t>
      </w:r>
    </w:p>
    <w:p w:rsidR="00595008" w:rsidRPr="00BA51B1" w:rsidRDefault="00595008" w:rsidP="00A153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Сохранить у</w:t>
      </w:r>
      <w:r w:rsidRPr="00BA51B1">
        <w:rPr>
          <w:rFonts w:ascii="Times New Roman" w:hAnsi="Times New Roman"/>
          <w:sz w:val="28"/>
          <w:szCs w:val="28"/>
        </w:rPr>
        <w:t>дельный вес молодых граждан, вовлеченных в добровольч</w:t>
      </w:r>
      <w:r w:rsidRPr="00BA51B1">
        <w:rPr>
          <w:rFonts w:ascii="Times New Roman" w:hAnsi="Times New Roman"/>
          <w:sz w:val="28"/>
          <w:szCs w:val="28"/>
        </w:rPr>
        <w:t>е</w:t>
      </w:r>
      <w:r w:rsidRPr="00BA51B1">
        <w:rPr>
          <w:rFonts w:ascii="Times New Roman" w:hAnsi="Times New Roman"/>
          <w:sz w:val="28"/>
          <w:szCs w:val="28"/>
        </w:rPr>
        <w:t xml:space="preserve">скую деятельность, в их общей численности </w:t>
      </w:r>
      <w:r>
        <w:rPr>
          <w:rFonts w:ascii="Times New Roman" w:hAnsi="Times New Roman"/>
          <w:sz w:val="28"/>
          <w:szCs w:val="28"/>
        </w:rPr>
        <w:t>на уровне</w:t>
      </w:r>
      <w:r w:rsidRPr="00BA51B1">
        <w:rPr>
          <w:rFonts w:ascii="Times New Roman" w:hAnsi="Times New Roman"/>
          <w:sz w:val="28"/>
          <w:szCs w:val="28"/>
        </w:rPr>
        <w:t xml:space="preserve"> 1,83 %</w:t>
      </w:r>
      <w:r>
        <w:rPr>
          <w:rFonts w:ascii="Times New Roman" w:hAnsi="Times New Roman"/>
          <w:sz w:val="28"/>
          <w:szCs w:val="28"/>
        </w:rPr>
        <w:t xml:space="preserve"> ежегодно до 2016 года</w:t>
      </w:r>
      <w:r w:rsidRPr="00BA51B1">
        <w:rPr>
          <w:rFonts w:ascii="Times New Roman" w:hAnsi="Times New Roman"/>
          <w:sz w:val="28"/>
          <w:szCs w:val="28"/>
        </w:rPr>
        <w:t>;</w:t>
      </w:r>
    </w:p>
    <w:p w:rsidR="00595008" w:rsidRDefault="00595008" w:rsidP="00A153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Сохранить у</w:t>
      </w:r>
      <w:r w:rsidRPr="00BA51B1">
        <w:rPr>
          <w:rFonts w:ascii="Times New Roman" w:hAnsi="Times New Roman"/>
          <w:sz w:val="28"/>
          <w:szCs w:val="28"/>
        </w:rPr>
        <w:t>дельный вес учащихся, вовлеченных в творческую и исследов</w:t>
      </w:r>
      <w:r w:rsidRPr="00BA51B1">
        <w:rPr>
          <w:rFonts w:ascii="Times New Roman" w:hAnsi="Times New Roman"/>
          <w:sz w:val="28"/>
          <w:szCs w:val="28"/>
        </w:rPr>
        <w:t>а</w:t>
      </w:r>
      <w:r w:rsidRPr="00BA51B1">
        <w:rPr>
          <w:rFonts w:ascii="Times New Roman" w:hAnsi="Times New Roman"/>
          <w:sz w:val="28"/>
          <w:szCs w:val="28"/>
        </w:rPr>
        <w:t xml:space="preserve">тельскую деятельность патриотической направленности </w:t>
      </w:r>
      <w:r>
        <w:rPr>
          <w:rFonts w:ascii="Times New Roman" w:hAnsi="Times New Roman"/>
          <w:sz w:val="28"/>
          <w:szCs w:val="28"/>
        </w:rPr>
        <w:t>на уровне 5,9% ежегодно до 2016 года.</w:t>
      </w:r>
    </w:p>
    <w:p w:rsidR="00595008" w:rsidRPr="006B283E" w:rsidRDefault="00595008" w:rsidP="00A153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283E">
        <w:rPr>
          <w:rFonts w:ascii="Times New Roman" w:hAnsi="Times New Roman"/>
          <w:sz w:val="28"/>
          <w:szCs w:val="28"/>
        </w:rPr>
        <w:t>По подпрограмме 3 «Обеспечение жильем молодых семей в городе Шар</w:t>
      </w:r>
      <w:r w:rsidRPr="006B283E">
        <w:rPr>
          <w:rFonts w:ascii="Times New Roman" w:hAnsi="Times New Roman"/>
          <w:sz w:val="28"/>
          <w:szCs w:val="28"/>
        </w:rPr>
        <w:t>ы</w:t>
      </w:r>
      <w:r w:rsidRPr="006B283E">
        <w:rPr>
          <w:rFonts w:ascii="Times New Roman" w:hAnsi="Times New Roman"/>
          <w:sz w:val="28"/>
          <w:szCs w:val="28"/>
        </w:rPr>
        <w:t>пово» на 2014-2016 годы.</w:t>
      </w:r>
    </w:p>
    <w:p w:rsidR="00595008" w:rsidRDefault="00595008" w:rsidP="00DC7F4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обеспечить жильем 10</w:t>
      </w:r>
      <w:r w:rsidRPr="006B283E">
        <w:rPr>
          <w:rFonts w:ascii="Times New Roman" w:hAnsi="Times New Roman" w:cs="Times New Roman"/>
          <w:sz w:val="28"/>
          <w:szCs w:val="28"/>
        </w:rPr>
        <w:t xml:space="preserve"> молодых семей, нуждающихся в улучшении жили</w:t>
      </w:r>
      <w:r w:rsidRPr="006B283E">
        <w:rPr>
          <w:rFonts w:ascii="Times New Roman" w:hAnsi="Times New Roman" w:cs="Times New Roman"/>
          <w:sz w:val="28"/>
          <w:szCs w:val="28"/>
        </w:rPr>
        <w:t>щ</w:t>
      </w:r>
      <w:r w:rsidRPr="006B283E">
        <w:rPr>
          <w:rFonts w:ascii="Times New Roman" w:hAnsi="Times New Roman" w:cs="Times New Roman"/>
          <w:sz w:val="28"/>
          <w:szCs w:val="28"/>
        </w:rPr>
        <w:t>ных условий, в том числе по годам: 2014г. – 2 молодые семьи, 2015г. – 4 моло</w:t>
      </w:r>
      <w:r>
        <w:rPr>
          <w:rFonts w:ascii="Times New Roman" w:hAnsi="Times New Roman" w:cs="Times New Roman"/>
          <w:sz w:val="28"/>
          <w:szCs w:val="28"/>
        </w:rPr>
        <w:t>дые семьи, 2016г. – 4</w:t>
      </w:r>
      <w:r w:rsidRPr="006B283E">
        <w:rPr>
          <w:rFonts w:ascii="Times New Roman" w:hAnsi="Times New Roman" w:cs="Times New Roman"/>
          <w:sz w:val="28"/>
          <w:szCs w:val="28"/>
        </w:rPr>
        <w:t xml:space="preserve"> молодых семей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5008" w:rsidRPr="00A153B3" w:rsidRDefault="00595008" w:rsidP="00C701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95008" w:rsidRPr="00DC7F40" w:rsidRDefault="00595008" w:rsidP="00DC7F4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7F40">
        <w:rPr>
          <w:rFonts w:ascii="Times New Roman" w:hAnsi="Times New Roman"/>
          <w:sz w:val="28"/>
          <w:szCs w:val="28"/>
        </w:rPr>
        <w:t>Перечень о распределении планируемых расходов по отдельным м</w:t>
      </w:r>
      <w:r w:rsidRPr="00DC7F40">
        <w:rPr>
          <w:rFonts w:ascii="Times New Roman" w:hAnsi="Times New Roman"/>
          <w:sz w:val="28"/>
          <w:szCs w:val="28"/>
        </w:rPr>
        <w:t>е</w:t>
      </w:r>
      <w:r w:rsidRPr="00DC7F40">
        <w:rPr>
          <w:rFonts w:ascii="Times New Roman" w:hAnsi="Times New Roman"/>
          <w:sz w:val="28"/>
          <w:szCs w:val="28"/>
        </w:rPr>
        <w:t xml:space="preserve">роприятиям программы представлена в приложении № 3 </w:t>
      </w:r>
      <w:r w:rsidRPr="00DC7F40">
        <w:rPr>
          <w:rFonts w:ascii="Times New Roman" w:hAnsi="Times New Roman"/>
          <w:sz w:val="28"/>
          <w:szCs w:val="28"/>
          <w:lang w:eastAsia="ru-RU"/>
        </w:rPr>
        <w:t>к муниципальной пр</w:t>
      </w:r>
      <w:r w:rsidRPr="00DC7F40">
        <w:rPr>
          <w:rFonts w:ascii="Times New Roman" w:hAnsi="Times New Roman"/>
          <w:sz w:val="28"/>
          <w:szCs w:val="28"/>
          <w:lang w:eastAsia="ru-RU"/>
        </w:rPr>
        <w:t>о</w:t>
      </w:r>
      <w:r w:rsidRPr="00DC7F40">
        <w:rPr>
          <w:rFonts w:ascii="Times New Roman" w:hAnsi="Times New Roman"/>
          <w:sz w:val="28"/>
          <w:szCs w:val="28"/>
          <w:lang w:eastAsia="ru-RU"/>
        </w:rPr>
        <w:t xml:space="preserve">грамме «Молодежь города Шарыпово в </w:t>
      </w:r>
      <w:r w:rsidRPr="00DC7F40">
        <w:rPr>
          <w:rFonts w:ascii="Times New Roman" w:hAnsi="Times New Roman"/>
          <w:sz w:val="28"/>
          <w:szCs w:val="28"/>
          <w:lang w:val="en-US" w:eastAsia="ru-RU"/>
        </w:rPr>
        <w:t>XXI</w:t>
      </w:r>
      <w:r w:rsidRPr="00DC7F40">
        <w:rPr>
          <w:rFonts w:ascii="Times New Roman" w:hAnsi="Times New Roman"/>
          <w:sz w:val="28"/>
          <w:szCs w:val="28"/>
          <w:lang w:eastAsia="ru-RU"/>
        </w:rPr>
        <w:t xml:space="preserve"> веке на 2014-2016 годы».</w:t>
      </w:r>
    </w:p>
    <w:p w:rsidR="00595008" w:rsidRDefault="00595008" w:rsidP="00DC7F40">
      <w:pPr>
        <w:pStyle w:val="ListParagraph"/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595008" w:rsidRDefault="00595008" w:rsidP="00DC7F4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7C0E">
        <w:rPr>
          <w:rFonts w:ascii="Times New Roman" w:hAnsi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</w:t>
      </w:r>
      <w:r w:rsidRPr="007A7C0E">
        <w:rPr>
          <w:rFonts w:ascii="Times New Roman" w:hAnsi="Times New Roman"/>
          <w:sz w:val="28"/>
          <w:szCs w:val="28"/>
          <w:lang w:eastAsia="ru-RU"/>
        </w:rPr>
        <w:t>бюджета</w:t>
      </w:r>
      <w:r>
        <w:rPr>
          <w:rFonts w:ascii="Times New Roman" w:hAnsi="Times New Roman"/>
          <w:sz w:val="28"/>
          <w:szCs w:val="28"/>
          <w:lang w:eastAsia="ru-RU"/>
        </w:rPr>
        <w:t xml:space="preserve"> города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 пред</w:t>
      </w:r>
      <w:r>
        <w:rPr>
          <w:rFonts w:ascii="Times New Roman" w:hAnsi="Times New Roman"/>
          <w:sz w:val="28"/>
          <w:szCs w:val="28"/>
          <w:lang w:eastAsia="ru-RU"/>
        </w:rPr>
        <w:t>ставлена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 в приложении № 4 к муниц</w:t>
      </w:r>
      <w:r w:rsidRPr="007A7C0E">
        <w:rPr>
          <w:rFonts w:ascii="Times New Roman" w:hAnsi="Times New Roman"/>
          <w:sz w:val="28"/>
          <w:szCs w:val="28"/>
          <w:lang w:eastAsia="ru-RU"/>
        </w:rPr>
        <w:t>и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пальной программе «Молодежь города Шарыпово в </w:t>
      </w:r>
      <w:r w:rsidRPr="007A7C0E">
        <w:rPr>
          <w:rFonts w:ascii="Times New Roman" w:hAnsi="Times New Roman"/>
          <w:sz w:val="28"/>
          <w:szCs w:val="28"/>
          <w:lang w:val="en-US" w:eastAsia="ru-RU"/>
        </w:rPr>
        <w:t>XXI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 веке на 2014-2016 годы»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95008" w:rsidRPr="007A7C0E" w:rsidRDefault="00595008" w:rsidP="007A7C0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595008" w:rsidRDefault="00595008" w:rsidP="00DC7F40">
      <w:pPr>
        <w:pStyle w:val="ListParagraph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Прогноз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 сводных показателей муниципальных  заданий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A7C0E">
        <w:rPr>
          <w:rFonts w:ascii="Times New Roman" w:hAnsi="Times New Roman"/>
          <w:sz w:val="28"/>
          <w:szCs w:val="28"/>
          <w:lang w:eastAsia="ru-RU"/>
        </w:rPr>
        <w:t>пред</w:t>
      </w:r>
      <w:r>
        <w:rPr>
          <w:rFonts w:ascii="Times New Roman" w:hAnsi="Times New Roman"/>
          <w:sz w:val="28"/>
          <w:szCs w:val="28"/>
          <w:lang w:eastAsia="ru-RU"/>
        </w:rPr>
        <w:t>ставлен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 в при</w:t>
      </w:r>
      <w:r>
        <w:rPr>
          <w:rFonts w:ascii="Times New Roman" w:hAnsi="Times New Roman"/>
          <w:sz w:val="28"/>
          <w:szCs w:val="28"/>
          <w:lang w:eastAsia="ru-RU"/>
        </w:rPr>
        <w:t>ложении № 5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 «Молодежь города Шарыпово в </w:t>
      </w:r>
      <w:r w:rsidRPr="007A7C0E">
        <w:rPr>
          <w:rFonts w:ascii="Times New Roman" w:hAnsi="Times New Roman"/>
          <w:sz w:val="28"/>
          <w:szCs w:val="28"/>
          <w:lang w:val="en-US" w:eastAsia="ru-RU"/>
        </w:rPr>
        <w:t>XXI</w:t>
      </w:r>
      <w:r w:rsidRPr="007A7C0E">
        <w:rPr>
          <w:rFonts w:ascii="Times New Roman" w:hAnsi="Times New Roman"/>
          <w:sz w:val="28"/>
          <w:szCs w:val="28"/>
          <w:lang w:eastAsia="ru-RU"/>
        </w:rPr>
        <w:t xml:space="preserve"> веке на 2014-2016 годы»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95008" w:rsidRPr="007A7C0E" w:rsidRDefault="00595008" w:rsidP="007A7C0E">
      <w:pPr>
        <w:pStyle w:val="ListParagraph"/>
        <w:spacing w:after="0"/>
        <w:ind w:left="450"/>
        <w:jc w:val="both"/>
        <w:rPr>
          <w:rFonts w:ascii="Times New Roman" w:hAnsi="Times New Roman"/>
          <w:sz w:val="28"/>
          <w:szCs w:val="28"/>
        </w:rPr>
      </w:pPr>
    </w:p>
    <w:p w:rsidR="00595008" w:rsidRPr="00CA733F" w:rsidRDefault="00595008" w:rsidP="00DC7F40">
      <w:pPr>
        <w:pStyle w:val="1"/>
        <w:numPr>
          <w:ilvl w:val="0"/>
          <w:numId w:val="3"/>
        </w:numPr>
        <w:tabs>
          <w:tab w:val="left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CA733F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CA733F">
        <w:rPr>
          <w:rFonts w:ascii="Times New Roman" w:hAnsi="Times New Roman" w:cs="Times New Roman"/>
          <w:sz w:val="28"/>
          <w:szCs w:val="28"/>
        </w:rPr>
        <w:t>приложении № 1</w:t>
      </w:r>
      <w:r w:rsidRPr="00CA73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CA733F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>
        <w:rPr>
          <w:rFonts w:ascii="Times New Roman" w:hAnsi="Times New Roman" w:cs="Times New Roman"/>
          <w:sz w:val="28"/>
          <w:szCs w:val="28"/>
        </w:rPr>
        <w:t xml:space="preserve">приложении № 2 </w:t>
      </w:r>
      <w:r w:rsidRPr="007A7C0E">
        <w:rPr>
          <w:rFonts w:ascii="Times New Roman" w:hAnsi="Times New Roman" w:cs="Times New Roman"/>
          <w:sz w:val="28"/>
          <w:szCs w:val="28"/>
          <w:lang w:eastAsia="ru-RU"/>
        </w:rPr>
        <w:t xml:space="preserve">к муниципальной программе «Молодежь города Шарыпово в </w:t>
      </w:r>
      <w:r w:rsidRPr="007A7C0E"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 w:rsidRPr="007A7C0E">
        <w:rPr>
          <w:rFonts w:ascii="Times New Roman" w:hAnsi="Times New Roman" w:cs="Times New Roman"/>
          <w:sz w:val="28"/>
          <w:szCs w:val="28"/>
          <w:lang w:eastAsia="ru-RU"/>
        </w:rPr>
        <w:t xml:space="preserve"> веке на 2014-2016 годы»</w:t>
      </w:r>
      <w:r w:rsidRPr="00CA73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008" w:rsidRPr="00CA733F" w:rsidRDefault="00595008" w:rsidP="00CA733F">
      <w:pPr>
        <w:spacing w:after="0"/>
        <w:rPr>
          <w:rFonts w:ascii="Times New Roman" w:hAnsi="Times New Roman"/>
          <w:sz w:val="28"/>
          <w:szCs w:val="28"/>
        </w:rPr>
      </w:pPr>
    </w:p>
    <w:p w:rsidR="00595008" w:rsidRDefault="00595008" w:rsidP="00DC7F40">
      <w:pPr>
        <w:pStyle w:val="ListParagraph"/>
        <w:numPr>
          <w:ilvl w:val="0"/>
          <w:numId w:val="3"/>
        </w:numPr>
        <w:spacing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и контроль за ходом выполнения программы</w:t>
      </w:r>
    </w:p>
    <w:p w:rsidR="00595008" w:rsidRPr="001966A8" w:rsidRDefault="00595008" w:rsidP="001966A8">
      <w:pPr>
        <w:pStyle w:val="ListParagraph"/>
        <w:rPr>
          <w:rFonts w:ascii="Times New Roman" w:hAnsi="Times New Roman"/>
          <w:sz w:val="28"/>
          <w:szCs w:val="28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10.1. </w:t>
      </w:r>
      <w:r w:rsidRPr="0061495E">
        <w:rPr>
          <w:rFonts w:ascii="Times New Roman" w:hAnsi="Times New Roman"/>
          <w:sz w:val="28"/>
          <w:szCs w:val="28"/>
        </w:rPr>
        <w:t>Текущее управление реализацией программы осуществляется ответс</w:t>
      </w:r>
      <w:r w:rsidRPr="0061495E">
        <w:rPr>
          <w:rFonts w:ascii="Times New Roman" w:hAnsi="Times New Roman"/>
          <w:sz w:val="28"/>
          <w:szCs w:val="28"/>
        </w:rPr>
        <w:t>т</w:t>
      </w:r>
      <w:r w:rsidRPr="0061495E">
        <w:rPr>
          <w:rFonts w:ascii="Times New Roman" w:hAnsi="Times New Roman"/>
          <w:sz w:val="28"/>
          <w:szCs w:val="28"/>
        </w:rPr>
        <w:t>венным исполнителем программы</w:t>
      </w:r>
      <w:r>
        <w:rPr>
          <w:rFonts w:ascii="Times New Roman" w:hAnsi="Times New Roman"/>
          <w:sz w:val="28"/>
          <w:szCs w:val="28"/>
        </w:rPr>
        <w:t xml:space="preserve"> – отделом СТиМП Администрации города Ш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рыпово</w:t>
      </w:r>
      <w:r w:rsidRPr="0061495E">
        <w:rPr>
          <w:rFonts w:ascii="Times New Roman" w:hAnsi="Times New Roman"/>
          <w:sz w:val="28"/>
          <w:szCs w:val="28"/>
        </w:rPr>
        <w:t>.</w:t>
      </w:r>
    </w:p>
    <w:p w:rsidR="00595008" w:rsidRPr="0061495E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 xml:space="preserve">Ответственный исполнитель программы несет ответственность </w:t>
      </w:r>
      <w:r>
        <w:rPr>
          <w:rFonts w:ascii="Times New Roman" w:hAnsi="Times New Roman"/>
          <w:sz w:val="28"/>
          <w:szCs w:val="28"/>
        </w:rPr>
        <w:br/>
      </w:r>
      <w:r w:rsidRPr="0061495E">
        <w:rPr>
          <w:rFonts w:ascii="Times New Roman" w:hAnsi="Times New Roman"/>
          <w:sz w:val="28"/>
          <w:szCs w:val="28"/>
        </w:rPr>
        <w:t>за ее реализацию, достижение конечного результата, целевое и эффективное и</w:t>
      </w:r>
      <w:r w:rsidRPr="0061495E">
        <w:rPr>
          <w:rFonts w:ascii="Times New Roman" w:hAnsi="Times New Roman"/>
          <w:sz w:val="28"/>
          <w:szCs w:val="28"/>
        </w:rPr>
        <w:t>с</w:t>
      </w:r>
      <w:r w:rsidRPr="0061495E">
        <w:rPr>
          <w:rFonts w:ascii="Times New Roman" w:hAnsi="Times New Roman"/>
          <w:sz w:val="28"/>
          <w:szCs w:val="28"/>
        </w:rPr>
        <w:t>пользование финансовых средств, выделяемых на выполнение программы.</w:t>
      </w:r>
    </w:p>
    <w:p w:rsidR="00595008" w:rsidRPr="0061495E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10.2.</w:t>
      </w:r>
      <w:r w:rsidRPr="0061495E">
        <w:rPr>
          <w:rFonts w:ascii="Times New Roman" w:hAnsi="Times New Roman"/>
          <w:sz w:val="28"/>
          <w:szCs w:val="28"/>
        </w:rPr>
        <w:t xml:space="preserve"> Ответственным исполнителем программы осуществляется:</w:t>
      </w:r>
    </w:p>
    <w:p w:rsidR="00595008" w:rsidRPr="0061495E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 xml:space="preserve">координация </w:t>
      </w:r>
      <w:r>
        <w:rPr>
          <w:rFonts w:ascii="Times New Roman" w:hAnsi="Times New Roman"/>
          <w:sz w:val="28"/>
          <w:szCs w:val="28"/>
        </w:rPr>
        <w:t xml:space="preserve">деятельности соисполнителей программы, в ходе реализации </w:t>
      </w:r>
      <w:r w:rsidRPr="0061495E">
        <w:rPr>
          <w:rFonts w:ascii="Times New Roman" w:hAnsi="Times New Roman"/>
          <w:sz w:val="28"/>
          <w:szCs w:val="28"/>
        </w:rPr>
        <w:t>отдельных мероприятий прог</w:t>
      </w:r>
      <w:r>
        <w:rPr>
          <w:rFonts w:ascii="Times New Roman" w:hAnsi="Times New Roman"/>
          <w:sz w:val="28"/>
          <w:szCs w:val="28"/>
        </w:rPr>
        <w:t>раммы и мероприятий подпрограмм</w:t>
      </w:r>
      <w:r w:rsidRPr="0061495E">
        <w:rPr>
          <w:rFonts w:ascii="Times New Roman" w:hAnsi="Times New Roman"/>
          <w:sz w:val="28"/>
          <w:szCs w:val="28"/>
        </w:rPr>
        <w:t>;</w:t>
      </w:r>
    </w:p>
    <w:p w:rsidR="00595008" w:rsidRPr="0061495E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 xml:space="preserve">непосредственный контроль за ходом реализации отдельных мероприятий программы и мероприятий подпрограмм, </w:t>
      </w:r>
      <w:r>
        <w:rPr>
          <w:rFonts w:ascii="Times New Roman" w:hAnsi="Times New Roman"/>
          <w:sz w:val="28"/>
          <w:szCs w:val="28"/>
        </w:rPr>
        <w:t>реализуемых</w:t>
      </w:r>
      <w:r w:rsidRPr="0061495E">
        <w:rPr>
          <w:rFonts w:ascii="Times New Roman" w:hAnsi="Times New Roman"/>
          <w:sz w:val="28"/>
          <w:szCs w:val="28"/>
        </w:rPr>
        <w:t xml:space="preserve"> ответственным исполнит</w:t>
      </w:r>
      <w:r w:rsidRPr="0061495E">
        <w:rPr>
          <w:rFonts w:ascii="Times New Roman" w:hAnsi="Times New Roman"/>
          <w:sz w:val="28"/>
          <w:szCs w:val="28"/>
        </w:rPr>
        <w:t>е</w:t>
      </w:r>
      <w:r w:rsidRPr="0061495E">
        <w:rPr>
          <w:rFonts w:ascii="Times New Roman" w:hAnsi="Times New Roman"/>
          <w:sz w:val="28"/>
          <w:szCs w:val="28"/>
        </w:rPr>
        <w:t>лем;</w:t>
      </w:r>
    </w:p>
    <w:p w:rsidR="00595008" w:rsidRPr="0061495E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>подготовка отчетов о реализации программы.</w:t>
      </w:r>
    </w:p>
    <w:p w:rsidR="00595008" w:rsidRPr="0061495E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10.3. </w:t>
      </w:r>
      <w:r w:rsidRPr="0061495E">
        <w:rPr>
          <w:rFonts w:ascii="Times New Roman" w:hAnsi="Times New Roman"/>
          <w:sz w:val="28"/>
          <w:szCs w:val="28"/>
        </w:rPr>
        <w:t>Соисполнителем программы осуществляется:</w:t>
      </w:r>
    </w:p>
    <w:p w:rsidR="00595008" w:rsidRPr="0061495E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 xml:space="preserve">отбор исполнителей </w:t>
      </w:r>
      <w:r>
        <w:rPr>
          <w:rFonts w:ascii="Times New Roman" w:hAnsi="Times New Roman"/>
          <w:sz w:val="28"/>
          <w:szCs w:val="28"/>
        </w:rPr>
        <w:t>отдельных</w:t>
      </w:r>
      <w:r w:rsidRPr="0061495E">
        <w:rPr>
          <w:rFonts w:ascii="Times New Roman" w:hAnsi="Times New Roman"/>
          <w:sz w:val="28"/>
          <w:szCs w:val="28"/>
        </w:rPr>
        <w:t xml:space="preserve"> мероприятий </w:t>
      </w:r>
      <w:r>
        <w:rPr>
          <w:rFonts w:ascii="Times New Roman" w:hAnsi="Times New Roman"/>
          <w:sz w:val="28"/>
          <w:szCs w:val="28"/>
        </w:rPr>
        <w:t xml:space="preserve">программы и мероприятий подпрограмм, реализуемых </w:t>
      </w:r>
      <w:r w:rsidRPr="0061495E">
        <w:rPr>
          <w:rFonts w:ascii="Times New Roman" w:hAnsi="Times New Roman"/>
          <w:sz w:val="28"/>
          <w:szCs w:val="28"/>
        </w:rPr>
        <w:t>соисполнителем;</w:t>
      </w:r>
    </w:p>
    <w:p w:rsidR="00595008" w:rsidRPr="0061495E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 xml:space="preserve">координация исполнения </w:t>
      </w:r>
      <w:r>
        <w:rPr>
          <w:rFonts w:ascii="Times New Roman" w:hAnsi="Times New Roman"/>
          <w:sz w:val="28"/>
          <w:szCs w:val="28"/>
        </w:rPr>
        <w:t xml:space="preserve">отдельных </w:t>
      </w:r>
      <w:r w:rsidRPr="0061495E">
        <w:rPr>
          <w:rFonts w:ascii="Times New Roman" w:hAnsi="Times New Roman"/>
          <w:sz w:val="28"/>
          <w:szCs w:val="28"/>
        </w:rPr>
        <w:t>мероприятий</w:t>
      </w:r>
      <w:r>
        <w:rPr>
          <w:rFonts w:ascii="Times New Roman" w:hAnsi="Times New Roman"/>
          <w:sz w:val="28"/>
          <w:szCs w:val="28"/>
        </w:rPr>
        <w:t xml:space="preserve"> программы и меропри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тий подпрограмм</w:t>
      </w:r>
      <w:r w:rsidRPr="0061495E">
        <w:rPr>
          <w:rFonts w:ascii="Times New Roman" w:hAnsi="Times New Roman"/>
          <w:sz w:val="28"/>
          <w:szCs w:val="28"/>
        </w:rPr>
        <w:t>, мониторинг их реализации;</w:t>
      </w:r>
    </w:p>
    <w:p w:rsidR="00595008" w:rsidRPr="0061495E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 xml:space="preserve">непосредственный контроль за ходом реализации </w:t>
      </w:r>
      <w:r>
        <w:rPr>
          <w:rFonts w:ascii="Times New Roman" w:hAnsi="Times New Roman"/>
          <w:sz w:val="28"/>
          <w:szCs w:val="28"/>
        </w:rPr>
        <w:t>отдельных</w:t>
      </w:r>
      <w:r w:rsidRPr="0061495E">
        <w:rPr>
          <w:rFonts w:ascii="Times New Roman" w:hAnsi="Times New Roman"/>
          <w:sz w:val="28"/>
          <w:szCs w:val="28"/>
        </w:rPr>
        <w:t xml:space="preserve"> мероприятий </w:t>
      </w:r>
      <w:r>
        <w:rPr>
          <w:rFonts w:ascii="Times New Roman" w:hAnsi="Times New Roman"/>
          <w:sz w:val="28"/>
          <w:szCs w:val="28"/>
        </w:rPr>
        <w:t>программы и мероприятий подпрограмм</w:t>
      </w:r>
      <w:r w:rsidRPr="0061495E">
        <w:rPr>
          <w:rFonts w:ascii="Times New Roman" w:hAnsi="Times New Roman"/>
          <w:sz w:val="28"/>
          <w:szCs w:val="28"/>
        </w:rPr>
        <w:t>;</w:t>
      </w:r>
    </w:p>
    <w:p w:rsidR="00595008" w:rsidRPr="0061495E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</w:rPr>
        <w:t xml:space="preserve">подготовка отчетов о реализации </w:t>
      </w:r>
      <w:r>
        <w:rPr>
          <w:rFonts w:ascii="Times New Roman" w:hAnsi="Times New Roman"/>
          <w:sz w:val="28"/>
          <w:szCs w:val="28"/>
        </w:rPr>
        <w:t>отдельных</w:t>
      </w:r>
      <w:r w:rsidRPr="0061495E">
        <w:rPr>
          <w:rFonts w:ascii="Times New Roman" w:hAnsi="Times New Roman"/>
          <w:sz w:val="28"/>
          <w:szCs w:val="28"/>
        </w:rPr>
        <w:t xml:space="preserve"> мероприятий </w:t>
      </w:r>
      <w:r>
        <w:rPr>
          <w:rFonts w:ascii="Times New Roman" w:hAnsi="Times New Roman"/>
          <w:sz w:val="28"/>
          <w:szCs w:val="28"/>
        </w:rPr>
        <w:t>программы и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роприятий подпрограмм</w:t>
      </w:r>
      <w:r w:rsidRPr="0061495E">
        <w:rPr>
          <w:rFonts w:ascii="Times New Roman" w:hAnsi="Times New Roman"/>
          <w:sz w:val="28"/>
          <w:szCs w:val="28"/>
        </w:rPr>
        <w:t xml:space="preserve"> и направление их ответственному исполнителю.</w:t>
      </w:r>
    </w:p>
    <w:p w:rsidR="00595008" w:rsidRPr="0061495E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10.4. </w:t>
      </w:r>
      <w:r w:rsidRPr="0061495E">
        <w:rPr>
          <w:rFonts w:ascii="Times New Roman" w:hAnsi="Times New Roman"/>
          <w:sz w:val="28"/>
          <w:szCs w:val="28"/>
        </w:rPr>
        <w:t>Реализация отдельных мероприятий программы и мероприятий по</w:t>
      </w:r>
      <w:r w:rsidRPr="0061495E">
        <w:rPr>
          <w:rFonts w:ascii="Times New Roman" w:hAnsi="Times New Roman"/>
          <w:sz w:val="28"/>
          <w:szCs w:val="28"/>
        </w:rPr>
        <w:t>д</w:t>
      </w:r>
      <w:r w:rsidRPr="0061495E">
        <w:rPr>
          <w:rFonts w:ascii="Times New Roman" w:hAnsi="Times New Roman"/>
          <w:sz w:val="28"/>
          <w:szCs w:val="28"/>
        </w:rPr>
        <w:t xml:space="preserve">программ осуществляется посредством размещения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61495E">
        <w:rPr>
          <w:rFonts w:ascii="Times New Roman" w:hAnsi="Times New Roman"/>
          <w:sz w:val="28"/>
          <w:szCs w:val="28"/>
        </w:rPr>
        <w:t xml:space="preserve"> заказа на поставки товаров, выполнение работ, оказание услуг для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61495E">
        <w:rPr>
          <w:rFonts w:ascii="Times New Roman" w:hAnsi="Times New Roman"/>
          <w:sz w:val="28"/>
          <w:szCs w:val="28"/>
        </w:rPr>
        <w:t xml:space="preserve"> нужд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города Шарыпово Красноярского края  и нужд иных заказчиков, предполагая </w:t>
      </w:r>
      <w:r w:rsidRPr="0061495E">
        <w:rPr>
          <w:rFonts w:ascii="Times New Roman" w:hAnsi="Times New Roman"/>
          <w:sz w:val="28"/>
          <w:szCs w:val="28"/>
        </w:rPr>
        <w:t xml:space="preserve">субсидии 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61495E">
        <w:rPr>
          <w:rFonts w:ascii="Times New Roman" w:hAnsi="Times New Roman"/>
          <w:sz w:val="28"/>
          <w:szCs w:val="28"/>
        </w:rPr>
        <w:t>автономным или бю</w:t>
      </w:r>
      <w:r w:rsidRPr="0061495E">
        <w:rPr>
          <w:rFonts w:ascii="Times New Roman" w:hAnsi="Times New Roman"/>
          <w:sz w:val="28"/>
          <w:szCs w:val="28"/>
        </w:rPr>
        <w:t>д</w:t>
      </w:r>
      <w:r w:rsidRPr="0061495E">
        <w:rPr>
          <w:rFonts w:ascii="Times New Roman" w:hAnsi="Times New Roman"/>
          <w:sz w:val="28"/>
          <w:szCs w:val="28"/>
        </w:rPr>
        <w:t>жетным учреждениям, субсидии иным юридическим лицам, бюджетны</w:t>
      </w:r>
      <w:r>
        <w:rPr>
          <w:rFonts w:ascii="Times New Roman" w:hAnsi="Times New Roman"/>
          <w:sz w:val="28"/>
          <w:szCs w:val="28"/>
        </w:rPr>
        <w:t>х</w:t>
      </w:r>
      <w:r w:rsidRPr="0061495E">
        <w:rPr>
          <w:rFonts w:ascii="Times New Roman" w:hAnsi="Times New Roman"/>
          <w:sz w:val="28"/>
          <w:szCs w:val="28"/>
        </w:rPr>
        <w:t xml:space="preserve"> инвест</w:t>
      </w:r>
      <w:r w:rsidRPr="0061495E">
        <w:rPr>
          <w:rFonts w:ascii="Times New Roman" w:hAnsi="Times New Roman"/>
          <w:sz w:val="28"/>
          <w:szCs w:val="28"/>
        </w:rPr>
        <w:t>и</w:t>
      </w:r>
      <w:r w:rsidRPr="0061495E">
        <w:rPr>
          <w:rFonts w:ascii="Times New Roman" w:hAnsi="Times New Roman"/>
          <w:sz w:val="28"/>
          <w:szCs w:val="28"/>
        </w:rPr>
        <w:t xml:space="preserve">ции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61495E">
        <w:rPr>
          <w:rFonts w:ascii="Times New Roman" w:hAnsi="Times New Roman"/>
          <w:sz w:val="28"/>
          <w:szCs w:val="28"/>
        </w:rPr>
        <w:t xml:space="preserve"> унитарным предприятиям</w:t>
      </w:r>
      <w:r>
        <w:rPr>
          <w:rFonts w:ascii="Times New Roman" w:hAnsi="Times New Roman"/>
          <w:sz w:val="28"/>
          <w:szCs w:val="28"/>
        </w:rPr>
        <w:t xml:space="preserve"> и в иных формах</w:t>
      </w:r>
      <w:r w:rsidRPr="0061495E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Российской Федерации. </w:t>
      </w:r>
    </w:p>
    <w:p w:rsidR="00595008" w:rsidRPr="0061495E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10.5. </w:t>
      </w:r>
      <w:r w:rsidRPr="0061495E">
        <w:rPr>
          <w:rFonts w:ascii="Times New Roman" w:hAnsi="Times New Roman"/>
          <w:sz w:val="28"/>
          <w:szCs w:val="28"/>
        </w:rPr>
        <w:t xml:space="preserve">Ответственный исполнитель </w:t>
      </w:r>
      <w:r w:rsidRPr="0061495E">
        <w:rPr>
          <w:rFonts w:ascii="Times New Roman" w:hAnsi="Times New Roman"/>
          <w:sz w:val="28"/>
          <w:szCs w:val="28"/>
          <w:lang w:eastAsia="ru-RU"/>
        </w:rPr>
        <w:t xml:space="preserve">для обеспечения мониторинга и анализа хода реализации программы организует ведение и представление ежеквартальной отчетности (за первый, второй и третий кварталы). </w:t>
      </w:r>
    </w:p>
    <w:p w:rsidR="00595008" w:rsidRPr="0045623D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1495E">
        <w:rPr>
          <w:rFonts w:ascii="Times New Roman" w:hAnsi="Times New Roman"/>
          <w:sz w:val="28"/>
          <w:szCs w:val="28"/>
          <w:lang w:eastAsia="ru-RU"/>
        </w:rPr>
        <w:t xml:space="preserve">Соисполнители программы </w:t>
      </w:r>
      <w:r>
        <w:rPr>
          <w:rFonts w:ascii="Times New Roman" w:hAnsi="Times New Roman"/>
          <w:sz w:val="28"/>
          <w:szCs w:val="28"/>
          <w:lang w:eastAsia="ru-RU"/>
        </w:rPr>
        <w:t>до 5 числа</w:t>
      </w:r>
      <w:r w:rsidRPr="006149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5E79">
        <w:rPr>
          <w:rFonts w:ascii="Times New Roman" w:hAnsi="Times New Roman"/>
          <w:color w:val="000000"/>
          <w:sz w:val="28"/>
          <w:szCs w:val="28"/>
          <w:lang w:eastAsia="ru-RU"/>
        </w:rPr>
        <w:t>второго месяца, следующего за о</w:t>
      </w:r>
      <w:r w:rsidRPr="00435E79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435E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четным, </w:t>
      </w:r>
      <w:r w:rsidRPr="0061495E">
        <w:rPr>
          <w:rFonts w:ascii="Times New Roman" w:hAnsi="Times New Roman"/>
          <w:sz w:val="28"/>
          <w:szCs w:val="28"/>
          <w:lang w:eastAsia="ru-RU"/>
        </w:rPr>
        <w:t xml:space="preserve">представляют информацию </w:t>
      </w:r>
      <w:r>
        <w:rPr>
          <w:rFonts w:ascii="Times New Roman" w:hAnsi="Times New Roman"/>
          <w:sz w:val="28"/>
          <w:szCs w:val="28"/>
          <w:lang w:eastAsia="ru-RU"/>
        </w:rPr>
        <w:t xml:space="preserve">ответственному исполнителю программы </w:t>
      </w:r>
      <w:r w:rsidRPr="0061495E">
        <w:rPr>
          <w:rFonts w:ascii="Times New Roman" w:hAnsi="Times New Roman"/>
          <w:sz w:val="28"/>
          <w:szCs w:val="28"/>
          <w:lang w:eastAsia="ru-RU"/>
        </w:rPr>
        <w:t xml:space="preserve">о реализации подпрограмм и отдельных мероприятий программы, </w:t>
      </w:r>
      <w:r>
        <w:rPr>
          <w:rFonts w:ascii="Times New Roman" w:hAnsi="Times New Roman"/>
          <w:sz w:val="28"/>
          <w:szCs w:val="28"/>
          <w:lang w:eastAsia="ru-RU"/>
        </w:rPr>
        <w:t>реализуемых</w:t>
      </w:r>
      <w:r w:rsidRPr="0061495E">
        <w:rPr>
          <w:rFonts w:ascii="Times New Roman" w:hAnsi="Times New Roman"/>
          <w:sz w:val="28"/>
          <w:szCs w:val="28"/>
          <w:lang w:eastAsia="ru-RU"/>
        </w:rPr>
        <w:t xml:space="preserve"> с</w:t>
      </w:r>
      <w:r w:rsidRPr="0061495E">
        <w:rPr>
          <w:rFonts w:ascii="Times New Roman" w:hAnsi="Times New Roman"/>
          <w:sz w:val="28"/>
          <w:szCs w:val="28"/>
          <w:lang w:eastAsia="ru-RU"/>
        </w:rPr>
        <w:t>о</w:t>
      </w:r>
      <w:r w:rsidRPr="0061495E">
        <w:rPr>
          <w:rFonts w:ascii="Times New Roman" w:hAnsi="Times New Roman"/>
          <w:sz w:val="28"/>
          <w:szCs w:val="28"/>
          <w:lang w:eastAsia="ru-RU"/>
        </w:rPr>
        <w:t>исполнителем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5E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форме согласно приложениям </w:t>
      </w:r>
      <w:r w:rsidRPr="00435E79">
        <w:rPr>
          <w:rFonts w:ascii="Times New Roman" w:hAnsi="Times New Roman"/>
          <w:sz w:val="28"/>
          <w:szCs w:val="28"/>
        </w:rPr>
        <w:t xml:space="preserve">8 - 11 </w:t>
      </w:r>
      <w:r w:rsidRPr="0045623D">
        <w:rPr>
          <w:rFonts w:ascii="Times New Roman" w:hAnsi="Times New Roman"/>
          <w:sz w:val="28"/>
          <w:szCs w:val="28"/>
        </w:rPr>
        <w:t>Порядка утвержденного Постановлением Администрации города от 30.07.2013 года № 171</w:t>
      </w:r>
      <w:r>
        <w:rPr>
          <w:rFonts w:ascii="Times New Roman" w:hAnsi="Times New Roman"/>
          <w:sz w:val="28"/>
          <w:szCs w:val="28"/>
        </w:rPr>
        <w:t>.</w:t>
      </w:r>
    </w:p>
    <w:p w:rsidR="00595008" w:rsidRPr="0045623D" w:rsidRDefault="00595008" w:rsidP="004562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10.6. Отчеты о реализации программы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представляются </w:t>
      </w:r>
      <w:r w:rsidRPr="0061495E">
        <w:rPr>
          <w:rFonts w:ascii="Times New Roman" w:hAnsi="Times New Roman"/>
          <w:sz w:val="28"/>
          <w:szCs w:val="28"/>
        </w:rPr>
        <w:t>ответственным и</w:t>
      </w:r>
      <w:r w:rsidRPr="0061495E">
        <w:rPr>
          <w:rFonts w:ascii="Times New Roman" w:hAnsi="Times New Roman"/>
          <w:sz w:val="28"/>
          <w:szCs w:val="28"/>
        </w:rPr>
        <w:t>с</w:t>
      </w:r>
      <w:r w:rsidRPr="0061495E">
        <w:rPr>
          <w:rFonts w:ascii="Times New Roman" w:hAnsi="Times New Roman"/>
          <w:sz w:val="28"/>
          <w:szCs w:val="28"/>
        </w:rPr>
        <w:t>полнителем</w:t>
      </w:r>
      <w:r w:rsidRPr="0061495E">
        <w:rPr>
          <w:rFonts w:ascii="Times New Roman" w:hAnsi="Times New Roman"/>
          <w:color w:val="000000"/>
          <w:sz w:val="28"/>
          <w:szCs w:val="28"/>
        </w:rPr>
        <w:t xml:space="preserve"> программы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одновременно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отдел экономики и планирования Адм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нистрации города Шарыпово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финансовое управление Администрации </w:t>
      </w:r>
      <w:r w:rsidRPr="00435E79">
        <w:rPr>
          <w:rFonts w:ascii="Times New Roman" w:hAnsi="Times New Roman"/>
          <w:color w:val="000000"/>
          <w:sz w:val="28"/>
          <w:szCs w:val="28"/>
          <w:lang w:eastAsia="ru-RU"/>
        </w:rPr>
        <w:t>города Шарыпово ежеквартально не позднее 10 числа второго месяца, следующего за о</w:t>
      </w:r>
      <w:r w:rsidRPr="00435E79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435E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четным, по форме согласно приложениям </w:t>
      </w:r>
      <w:r w:rsidRPr="00435E79">
        <w:rPr>
          <w:rFonts w:ascii="Times New Roman" w:hAnsi="Times New Roman"/>
          <w:sz w:val="28"/>
          <w:szCs w:val="28"/>
        </w:rPr>
        <w:t xml:space="preserve">8 - 11 </w:t>
      </w:r>
      <w:r w:rsidRPr="0045623D">
        <w:rPr>
          <w:rFonts w:ascii="Times New Roman" w:hAnsi="Times New Roman"/>
          <w:sz w:val="28"/>
          <w:szCs w:val="28"/>
        </w:rPr>
        <w:t>Порядка утвержденного Пост</w:t>
      </w:r>
      <w:r w:rsidRPr="0045623D">
        <w:rPr>
          <w:rFonts w:ascii="Times New Roman" w:hAnsi="Times New Roman"/>
          <w:sz w:val="28"/>
          <w:szCs w:val="28"/>
        </w:rPr>
        <w:t>а</w:t>
      </w:r>
      <w:r w:rsidRPr="0045623D">
        <w:rPr>
          <w:rFonts w:ascii="Times New Roman" w:hAnsi="Times New Roman"/>
          <w:sz w:val="28"/>
          <w:szCs w:val="28"/>
        </w:rPr>
        <w:t>новлением Администрации города от 30.07.2013 года № 171</w:t>
      </w:r>
      <w:r>
        <w:rPr>
          <w:rFonts w:ascii="Times New Roman" w:hAnsi="Times New Roman"/>
          <w:sz w:val="28"/>
          <w:szCs w:val="28"/>
        </w:rPr>
        <w:t>.</w:t>
      </w:r>
    </w:p>
    <w:p w:rsidR="00595008" w:rsidRPr="0061495E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10.7. 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Годовой отчет о ходе реализации программы формируется </w:t>
      </w:r>
      <w:r w:rsidRPr="0061495E">
        <w:rPr>
          <w:rFonts w:ascii="Times New Roman" w:hAnsi="Times New Roman"/>
          <w:sz w:val="28"/>
          <w:szCs w:val="28"/>
        </w:rPr>
        <w:t>ответстве</w:t>
      </w:r>
      <w:r w:rsidRPr="0061495E">
        <w:rPr>
          <w:rFonts w:ascii="Times New Roman" w:hAnsi="Times New Roman"/>
          <w:sz w:val="28"/>
          <w:szCs w:val="28"/>
        </w:rPr>
        <w:t>н</w:t>
      </w:r>
      <w:r w:rsidRPr="0061495E">
        <w:rPr>
          <w:rFonts w:ascii="Times New Roman" w:hAnsi="Times New Roman"/>
          <w:sz w:val="28"/>
          <w:szCs w:val="28"/>
        </w:rPr>
        <w:t>ным исполнителем</w:t>
      </w:r>
      <w:r>
        <w:rPr>
          <w:rFonts w:ascii="Times New Roman" w:hAnsi="Times New Roman"/>
          <w:sz w:val="28"/>
          <w:szCs w:val="28"/>
        </w:rPr>
        <w:t xml:space="preserve"> программы</w:t>
      </w:r>
      <w:r w:rsidRPr="0061495E">
        <w:rPr>
          <w:rFonts w:ascii="Times New Roman" w:hAnsi="Times New Roman"/>
          <w:sz w:val="28"/>
          <w:szCs w:val="28"/>
        </w:rPr>
        <w:t xml:space="preserve"> 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>с учетом информации, полученной от соисполн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>телей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программы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Согласованный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соисполнителями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программы 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>годовой отчет представляе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ся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отдел экономики и планирования Администрации города Шарыпово </w:t>
      </w:r>
      <w:r w:rsidRPr="0061495E">
        <w:rPr>
          <w:rFonts w:ascii="Times New Roman" w:hAnsi="Times New Roman"/>
          <w:color w:val="000000"/>
          <w:sz w:val="28"/>
          <w:szCs w:val="28"/>
          <w:lang w:eastAsia="ru-RU"/>
        </w:rPr>
        <w:t>до 1 марта года, следующего за отчетным.</w:t>
      </w: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  <w:sectPr w:rsidR="00595008" w:rsidSect="00DC7F40">
          <w:pgSz w:w="11906" w:h="16838"/>
          <w:pgMar w:top="1134" w:right="567" w:bottom="851" w:left="1418" w:header="709" w:footer="709" w:gutter="0"/>
          <w:cols w:space="708"/>
          <w:docGrid w:linePitch="360"/>
        </w:sectPr>
      </w:pPr>
    </w:p>
    <w:tbl>
      <w:tblPr>
        <w:tblW w:w="15497" w:type="dxa"/>
        <w:tblInd w:w="91" w:type="dxa"/>
        <w:tblLayout w:type="fixed"/>
        <w:tblLook w:val="0000"/>
      </w:tblPr>
      <w:tblGrid>
        <w:gridCol w:w="737"/>
        <w:gridCol w:w="4500"/>
        <w:gridCol w:w="1080"/>
        <w:gridCol w:w="1307"/>
        <w:gridCol w:w="1573"/>
        <w:gridCol w:w="1260"/>
        <w:gridCol w:w="1260"/>
        <w:gridCol w:w="1260"/>
        <w:gridCol w:w="1260"/>
        <w:gridCol w:w="1260"/>
      </w:tblGrid>
      <w:tr w:rsidR="00595008" w:rsidRPr="00F44254" w:rsidTr="00F44254">
        <w:trPr>
          <w:trHeight w:val="40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 1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к Паспорту муниципальной программы "Молодежь города Шар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пово в XXI веке на 2014 - 2016 годы"</w:t>
            </w:r>
          </w:p>
        </w:tc>
      </w:tr>
      <w:tr w:rsidR="00595008" w:rsidRPr="00F44254" w:rsidTr="00F44254">
        <w:trPr>
          <w:trHeight w:val="129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5008" w:rsidRPr="00F44254" w:rsidTr="00F44254">
        <w:trPr>
          <w:trHeight w:val="10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4254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4254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750"/>
        </w:trPr>
        <w:tc>
          <w:tcPr>
            <w:tcW w:w="154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95008" w:rsidRPr="00F44254" w:rsidTr="00F44254">
        <w:trPr>
          <w:trHeight w:val="40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4254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4254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4254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405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Цели, задачи, показатели результатов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Вес показ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теля резул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тати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ности 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и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формации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</w:tr>
      <w:tr w:rsidR="00595008" w:rsidRPr="00F44254" w:rsidTr="00F44254">
        <w:trPr>
          <w:trHeight w:val="675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5008" w:rsidRPr="00F44254" w:rsidTr="00F44254">
        <w:trPr>
          <w:trHeight w:val="675"/>
        </w:trPr>
        <w:tc>
          <w:tcPr>
            <w:tcW w:w="154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Цель: Создание условий для развития и реализаци и потенциала молодежи интересах муниципального образования города Шарыпово</w:t>
            </w:r>
          </w:p>
        </w:tc>
      </w:tr>
      <w:tr w:rsidR="00595008" w:rsidRPr="00F44254" w:rsidTr="00F44254">
        <w:trPr>
          <w:trHeight w:val="81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поддержанных социально-экономических проектов, реализуемых молод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жью города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Ведомственная отче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95008" w:rsidRPr="00F44254" w:rsidTr="00F44254">
        <w:trPr>
          <w:trHeight w:val="121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удельный вес молодых граждан, проживающих в городе, вовл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ченных в реализацию социально-экономических проектов гор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Ведомственная отче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2,73</w:t>
            </w:r>
          </w:p>
        </w:tc>
      </w:tr>
      <w:tr w:rsidR="00595008" w:rsidRPr="00F44254" w:rsidTr="00F44254">
        <w:trPr>
          <w:trHeight w:val="162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удельный вес благополучателей – граждан, пр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жива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щих в городе, получающих безвозмездные услуги от участников м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лодежных социально-экономических проектов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Ведомственная отче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5,21</w:t>
            </w:r>
          </w:p>
        </w:tc>
      </w:tr>
      <w:tr w:rsidR="00595008" w:rsidRPr="00F44254" w:rsidTr="00F44254">
        <w:trPr>
          <w:trHeight w:val="645"/>
        </w:trPr>
        <w:tc>
          <w:tcPr>
            <w:tcW w:w="154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Задача 1.Создание условий успешной социализации и эффективной самореализации молодежи города Шарыпово</w:t>
            </w:r>
          </w:p>
        </w:tc>
      </w:tr>
      <w:tr w:rsidR="00595008" w:rsidRPr="00F44254" w:rsidTr="00F44254">
        <w:trPr>
          <w:trHeight w:val="630"/>
        </w:trPr>
        <w:tc>
          <w:tcPr>
            <w:tcW w:w="154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Подпрограмма 1 «Вовлечение молодежи города Шарыпово в социальную практику на 2014-2016 годы»</w:t>
            </w:r>
          </w:p>
        </w:tc>
      </w:tr>
      <w:tr w:rsidR="00595008" w:rsidRPr="00F44254" w:rsidTr="00F44254">
        <w:trPr>
          <w:trHeight w:val="81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Доля молодежи, получившей информационные услуги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ведомственная отчет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13,09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14,93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14,99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595008" w:rsidRPr="00F44254" w:rsidTr="00F44254">
        <w:trPr>
          <w:trHeight w:val="81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созданных рабочих мест для нес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верше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нолетних граждан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ведомственная отчет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161</w:t>
            </w:r>
          </w:p>
        </w:tc>
      </w:tr>
      <w:tr w:rsidR="00595008" w:rsidRPr="00F44254" w:rsidTr="00F44254">
        <w:trPr>
          <w:trHeight w:val="81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несовершеннолетних граждан, пр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нявших участие в профильных палаточных лаг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рях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чел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ведомственная отчет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595008" w:rsidRPr="00F44254" w:rsidTr="00F44254">
        <w:trPr>
          <w:trHeight w:val="81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количества правонарушений, сове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шаемых несове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шеннолетними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ведомственная отчет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95008" w:rsidRPr="00F44254" w:rsidTr="00F44254">
        <w:trPr>
          <w:trHeight w:val="405"/>
        </w:trPr>
        <w:tc>
          <w:tcPr>
            <w:tcW w:w="154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Задача 2. Создание условий для  дальнейшего развития и совершенствования системы  патриотического воспитания</w:t>
            </w:r>
          </w:p>
        </w:tc>
      </w:tr>
      <w:tr w:rsidR="00595008" w:rsidRPr="00F44254" w:rsidTr="00F44254">
        <w:trPr>
          <w:trHeight w:val="405"/>
        </w:trPr>
        <w:tc>
          <w:tcPr>
            <w:tcW w:w="154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Подпрограмма 2 «Патриотическое воспитание молодежи города Шарыпово на 2012 - 2014 годы» </w:t>
            </w:r>
          </w:p>
        </w:tc>
      </w:tr>
      <w:tr w:rsidR="00595008" w:rsidRPr="00F44254" w:rsidTr="00F44254">
        <w:trPr>
          <w:trHeight w:val="154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08" w:rsidRPr="00F44254" w:rsidRDefault="00595008" w:rsidP="00F442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Удельный вес молодых граждан, проживающих в гор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де Шарыпово являющихся воспитанниками патриот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ческих клубов, прошедших подготовку к военной службе  в Вооруженных Силах РФ, в их общей числе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Ведомственная отче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5,33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8,77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8,77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8,77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8,77</w:t>
            </w:r>
          </w:p>
        </w:tc>
      </w:tr>
      <w:tr w:rsidR="00595008" w:rsidRPr="00F44254" w:rsidTr="00F44254">
        <w:trPr>
          <w:trHeight w:val="88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08" w:rsidRPr="00F44254" w:rsidRDefault="00595008" w:rsidP="00F442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Удельный вес молодых граждан, вовлеченных в добровольческую деятельность, в их общей чи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ленности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Ведомственная отче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1,83</w:t>
            </w:r>
          </w:p>
        </w:tc>
      </w:tr>
      <w:tr w:rsidR="00595008" w:rsidRPr="00F44254" w:rsidTr="00F44254">
        <w:trPr>
          <w:trHeight w:val="121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08" w:rsidRPr="00F44254" w:rsidRDefault="00595008" w:rsidP="00F442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Удельный вес учащихся, вовлечен-ных в творч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скую и исследователь-скую деятельность патри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тической н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правленности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Ведомственная отче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</w:tr>
      <w:tr w:rsidR="00595008" w:rsidRPr="00F44254" w:rsidTr="00F44254">
        <w:trPr>
          <w:trHeight w:val="405"/>
        </w:trPr>
        <w:tc>
          <w:tcPr>
            <w:tcW w:w="154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Задача 3. Государственная поддержка в решении жилищной  проблемы молодых семей, признанных в установленном порядке нуждающимися в улучшении  жили</w:t>
            </w: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щ</w:t>
            </w: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ных условий                         </w:t>
            </w:r>
          </w:p>
        </w:tc>
      </w:tr>
      <w:tr w:rsidR="00595008" w:rsidRPr="00F44254" w:rsidTr="00F44254">
        <w:trPr>
          <w:trHeight w:val="405"/>
        </w:trPr>
        <w:tc>
          <w:tcPr>
            <w:tcW w:w="154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Подпрограмма 3 « Обеспечение жильем молодых семей в Красноярском крае на 2014-2016 годы» </w:t>
            </w:r>
          </w:p>
        </w:tc>
      </w:tr>
      <w:tr w:rsidR="00595008" w:rsidRPr="00F44254" w:rsidTr="00F44254">
        <w:trPr>
          <w:trHeight w:val="162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доля  молодых семей, улучшивших жилищные  условия за счет полученных социальных выплат, к общему к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личеству молодых семей, состоящих на учете  нуждающихся в улучшении жили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щ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ных условий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Ведомственная отче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5,33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595008" w:rsidRPr="00F44254" w:rsidTr="00F44254">
        <w:trPr>
          <w:trHeight w:val="364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доля молодых семей, получивших свидетельства о выделении социальных выплат на приобрет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ние или строительство жилья и реализовавших свое право  на улучшение жилищных условий за счет средств   социальной выплаты, в общем к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личестве молодых  семей, получивших свид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тельства о выделении социальной выплаты на приобретение или строительство жилья, - пр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тендентов на получение социальной выплаты в текущем году на конец пл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нируемого года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Ведомственная отче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</w:tr>
      <w:tr w:rsidR="00595008" w:rsidRPr="00F44254" w:rsidTr="00F44254">
        <w:trPr>
          <w:trHeight w:val="1125"/>
        </w:trPr>
        <w:tc>
          <w:tcPr>
            <w:tcW w:w="5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ОСТиМП Администрации города Шарыпово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Л.А. Когд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44254"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15137" w:type="dxa"/>
        <w:tblInd w:w="91" w:type="dxa"/>
        <w:tblLayout w:type="fixed"/>
        <w:tblLook w:val="0000"/>
      </w:tblPr>
      <w:tblGrid>
        <w:gridCol w:w="737"/>
        <w:gridCol w:w="4500"/>
        <w:gridCol w:w="1080"/>
        <w:gridCol w:w="900"/>
        <w:gridCol w:w="900"/>
        <w:gridCol w:w="900"/>
        <w:gridCol w:w="1080"/>
        <w:gridCol w:w="1092"/>
        <w:gridCol w:w="1068"/>
        <w:gridCol w:w="900"/>
        <w:gridCol w:w="1080"/>
        <w:gridCol w:w="900"/>
      </w:tblGrid>
      <w:tr w:rsidR="00595008" w:rsidRPr="00F44254" w:rsidTr="00F44254">
        <w:trPr>
          <w:trHeight w:val="166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1" w:name="RANGE!A1:L10"/>
            <w:bookmarkEnd w:id="1"/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к  Паспорту муниципальной программы «Молодежь города Шарып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во в XXI веке</w:t>
            </w:r>
            <w:r w:rsidRPr="00F44254">
              <w:rPr>
                <w:sz w:val="20"/>
                <w:szCs w:val="20"/>
                <w:lang w:eastAsia="ru-RU"/>
              </w:rPr>
              <w:t>»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на 2014 - 2016 годы»</w:t>
            </w:r>
          </w:p>
        </w:tc>
      </w:tr>
      <w:tr w:rsidR="00595008" w:rsidRPr="00F44254" w:rsidTr="00F44254">
        <w:trPr>
          <w:trHeight w:val="555"/>
        </w:trPr>
        <w:tc>
          <w:tcPr>
            <w:tcW w:w="1513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Целевые показатели на долгосрочный период</w:t>
            </w:r>
          </w:p>
        </w:tc>
      </w:tr>
      <w:tr w:rsidR="00595008" w:rsidRPr="00F44254" w:rsidTr="00F44254">
        <w:trPr>
          <w:trHeight w:val="375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5008" w:rsidRPr="00F44254" w:rsidTr="00F44254">
        <w:trPr>
          <w:trHeight w:val="735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Цель, целевые показатели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Плановый период </w:t>
            </w:r>
          </w:p>
        </w:tc>
        <w:tc>
          <w:tcPr>
            <w:tcW w:w="39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Долгосрочый период</w:t>
            </w:r>
          </w:p>
        </w:tc>
      </w:tr>
      <w:tr w:rsidR="00595008" w:rsidRPr="00F44254" w:rsidTr="00F44254">
        <w:trPr>
          <w:trHeight w:val="555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595008" w:rsidRPr="00F44254" w:rsidTr="00F44254">
        <w:trPr>
          <w:trHeight w:val="870"/>
        </w:trPr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Цель: Создание условий для развития потенциала молодежи и его реализации в интересах муниципального образования города Шарыпово  </w:t>
            </w:r>
          </w:p>
        </w:tc>
      </w:tr>
      <w:tr w:rsidR="00595008" w:rsidRPr="00F44254" w:rsidTr="00F44254">
        <w:trPr>
          <w:trHeight w:val="93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поддержанных социально-экономических проектов, реализуемых молод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жью города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95008" w:rsidRPr="00F44254" w:rsidTr="00F44254">
        <w:trPr>
          <w:trHeight w:val="138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удельный вес молодых граждан, проживающих в городе, в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влеченных в реализацию социально-экономических прое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тов города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2,73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2,73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2,73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2,73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2,73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2,73</w:t>
            </w:r>
          </w:p>
        </w:tc>
      </w:tr>
      <w:tr w:rsidR="00595008" w:rsidRPr="00F44254" w:rsidTr="00F44254">
        <w:trPr>
          <w:trHeight w:val="135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удельный вес благополучателей – граждан, пр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живающих в городе, получающих безвозмездные услуги от участников молодежных социально-экономических проектов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5,21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5,21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5,21</w:t>
            </w:r>
          </w:p>
        </w:tc>
      </w:tr>
      <w:tr w:rsidR="00595008" w:rsidRPr="00F44254" w:rsidTr="00F44254">
        <w:trPr>
          <w:trHeight w:val="1095"/>
        </w:trPr>
        <w:tc>
          <w:tcPr>
            <w:tcW w:w="52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Начальник ОСТиМП Администрации города Шарыпово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Л.А. Когданина</w:t>
            </w:r>
          </w:p>
        </w:tc>
      </w:tr>
    </w:tbl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15549" w:type="dxa"/>
        <w:tblInd w:w="91" w:type="dxa"/>
        <w:tblLayout w:type="fixed"/>
        <w:tblLook w:val="0000"/>
      </w:tblPr>
      <w:tblGrid>
        <w:gridCol w:w="552"/>
        <w:gridCol w:w="1723"/>
        <w:gridCol w:w="3682"/>
        <w:gridCol w:w="1800"/>
        <w:gridCol w:w="720"/>
        <w:gridCol w:w="720"/>
        <w:gridCol w:w="1080"/>
        <w:gridCol w:w="720"/>
        <w:gridCol w:w="1244"/>
        <w:gridCol w:w="1032"/>
        <w:gridCol w:w="1032"/>
        <w:gridCol w:w="1244"/>
      </w:tblGrid>
      <w:tr w:rsidR="00595008" w:rsidRPr="00F44254" w:rsidTr="00F44254">
        <w:trPr>
          <w:trHeight w:val="300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7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Приложение №3 к муниципальной программе "Молодежь города Шарыпово в XXI веке на 2014-2016 годы"</w:t>
            </w:r>
          </w:p>
        </w:tc>
      </w:tr>
      <w:tr w:rsidR="00595008" w:rsidRPr="00F44254" w:rsidTr="00F44254">
        <w:trPr>
          <w:trHeight w:val="37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27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95008" w:rsidRPr="00F44254" w:rsidTr="00F44254">
        <w:trPr>
          <w:trHeight w:val="300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595008" w:rsidRPr="00F44254" w:rsidTr="00F44254">
        <w:trPr>
          <w:trHeight w:val="780"/>
        </w:trPr>
        <w:tc>
          <w:tcPr>
            <w:tcW w:w="1554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Информация о распределении планируемых расходов по отдельным мероприятиям программы, подпрограммам муниципальной программы "Молодежь города Ш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рыпово в XXI веке на 2014-2016 годы" </w:t>
            </w:r>
          </w:p>
        </w:tc>
      </w:tr>
      <w:tr w:rsidR="00595008" w:rsidRPr="00F44254" w:rsidTr="00F44254">
        <w:trPr>
          <w:trHeight w:val="30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Статус (муниц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пальная пр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грамма, в том числе ведомс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венная целевая программа)</w:t>
            </w:r>
          </w:p>
        </w:tc>
        <w:tc>
          <w:tcPr>
            <w:tcW w:w="36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муниципальной пр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граммы, в том числе ведомственной целевой программы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Расходы (тыс.руб.)</w:t>
            </w:r>
          </w:p>
        </w:tc>
      </w:tr>
      <w:tr w:rsidR="00595008" w:rsidRPr="00F44254" w:rsidTr="00F44254">
        <w:trPr>
          <w:trHeight w:val="264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РэПр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Итого за период </w:t>
            </w:r>
          </w:p>
        </w:tc>
      </w:tr>
      <w:tr w:rsidR="00595008" w:rsidRPr="00F44254" w:rsidTr="00F44254">
        <w:trPr>
          <w:trHeight w:val="100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"Молодежь города Шарыпово XXI веке на 2014-2016 годы"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расходные обяз</w:t>
            </w: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тельства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5 563,27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5 678,59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5 678,59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16 920,45</w:t>
            </w:r>
          </w:p>
        </w:tc>
      </w:tr>
      <w:tr w:rsidR="00595008" w:rsidRPr="00F44254" w:rsidTr="00F4425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"Вовлечение молодежи города Ш</w:t>
            </w: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рыпово в социальную практику на 2012 - 2014 годы"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расходные обяз</w:t>
            </w: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тельства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4 756,77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4 872,09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4 872,09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14 500,95</w:t>
            </w:r>
          </w:p>
        </w:tc>
      </w:tr>
      <w:tr w:rsidR="00595008" w:rsidRPr="00F44254" w:rsidTr="00F44254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15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Организация и поддержка деятел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ь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ности м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лодежного общественного Совета при Главе города в рамках подпрограммы "Вовлечение мол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дежи в социальную практику"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отдел СТиМП Адм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нистрации города Шар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пово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0718550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20,00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20,00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20,00 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60,00  </w:t>
            </w:r>
          </w:p>
        </w:tc>
      </w:tr>
      <w:tr w:rsidR="00595008" w:rsidRPr="00F44254" w:rsidTr="00F44254">
        <w:trPr>
          <w:trHeight w:val="12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Реализация мероприятий по труд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вому воспитанию несовершенн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летних в рамках подпрограммы "Вовлечение молодежи в социал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ь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ную практику"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отдел СТиМП Адм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нистрации города Шар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пово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0718555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315,05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315,05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315,05 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945,15  </w:t>
            </w:r>
          </w:p>
        </w:tc>
      </w:tr>
      <w:tr w:rsidR="00595008" w:rsidRPr="00F44254" w:rsidTr="00F44254">
        <w:trPr>
          <w:trHeight w:val="9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Муниципальный  конкурс грант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вых программ в рамках подпр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граммы "Вовлечение молодежи в социальную практику"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отдел СТиМП Адм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нистрации города Шар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пово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0718554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500,00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500,00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500,00 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1 500,00  </w:t>
            </w:r>
          </w:p>
        </w:tc>
      </w:tr>
      <w:tr w:rsidR="00595008" w:rsidRPr="00F44254" w:rsidTr="00F44254">
        <w:trPr>
          <w:trHeight w:val="90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1.4.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6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Мероприятия, направленные на ре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лизацию молодежной политики в рамках подпр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граммы "Вовлечение молодежи в социал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ь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ную практику"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отдел СТиМП Адм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нистрации города Шар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пово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0718551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286,30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286,30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286,30 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858,90  </w:t>
            </w:r>
          </w:p>
        </w:tc>
      </w:tr>
      <w:tr w:rsidR="00595008" w:rsidRPr="00F44254" w:rsidTr="00F44254">
        <w:trPr>
          <w:trHeight w:val="9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отдел СТиМП Адм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нистрации города Шар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пово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0718551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74,15 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74,15  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74,15 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222,45  </w:t>
            </w:r>
          </w:p>
        </w:tc>
      </w:tr>
      <w:tr w:rsidR="00595008" w:rsidRPr="00F44254" w:rsidTr="00F44254">
        <w:trPr>
          <w:trHeight w:val="9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nil"/>
              <w:right w:val="nil"/>
            </w:tcBorders>
            <w:shd w:val="clear" w:color="auto" w:fill="FF8080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Организация работы с детьми и м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лодежью муниципального образ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вания город Шарыпово по проф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лактике потребления нарк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тических средств и алкоголя в рамках по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программы "Вовлечение молодежи в соц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альную практику"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80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отдел СТиМП Адм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нистрации города Шар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пово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0718576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170,30  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170,30  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170,30  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510,90  </w:t>
            </w:r>
          </w:p>
        </w:tc>
      </w:tr>
      <w:tr w:rsidR="00595008" w:rsidRPr="00F44254" w:rsidTr="00F44254">
        <w:trPr>
          <w:trHeight w:val="9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Обеспечение деятельности (оказ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ние услуг) подведомственных мол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дежных центров в рамках подпр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граммы "Вовлечение мол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дежи в социальную практику"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отдел СТиМП Адм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нистрации города Шар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пово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033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0718552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2 475,85  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2 591,17  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2 591,17  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7 658,19  </w:t>
            </w:r>
          </w:p>
        </w:tc>
      </w:tr>
      <w:tr w:rsidR="00595008" w:rsidRPr="00F44254" w:rsidTr="00F44254">
        <w:trPr>
          <w:trHeight w:val="9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Региональные выплаты и выплаты, обеспечивающие уровень зарабо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ной платы р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ботников бюджетной сферы не ниже размера минимал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ь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ной заработной платы (минимальн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го размера оплаты труда) в рамках подпрограммы "Вовлечение мол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дежи в социальную практику"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отдел СТиМП Адм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нистрации города Шар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пово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0711021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50,00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50,00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50,00 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150,00  </w:t>
            </w:r>
          </w:p>
        </w:tc>
      </w:tr>
      <w:tr w:rsidR="00595008" w:rsidRPr="00F44254" w:rsidTr="00F44254">
        <w:trPr>
          <w:trHeight w:val="9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Поддержка деятельности муниц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пальных молодежных центров в рамках подпрогра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мы "Вовлечение молодежи в социальную практику" за счет бюджета города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отдел СТиМП Адм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нистрации города Шар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пово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0718553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95,42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95,42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95,42 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286,26  </w:t>
            </w:r>
          </w:p>
        </w:tc>
      </w:tr>
      <w:tr w:rsidR="00595008" w:rsidRPr="00F44254" w:rsidTr="00F44254">
        <w:trPr>
          <w:trHeight w:val="900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1.9.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6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Поддержка деятельности муниц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пальных молодежных центров в рамках подпрогра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мы "Вовлечение молодежи в социальную практику"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8080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отдел СТиМП Адм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нистрации города Шар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ы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пово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0717456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611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692,73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692,73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692,73 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2 078,19  </w:t>
            </w:r>
          </w:p>
        </w:tc>
      </w:tr>
      <w:tr w:rsidR="00595008" w:rsidRPr="00F44254" w:rsidTr="00F44254">
        <w:trPr>
          <w:trHeight w:val="900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0717456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612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76,97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76,97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76,97 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230,91  </w:t>
            </w:r>
          </w:p>
        </w:tc>
      </w:tr>
      <w:tr w:rsidR="00595008" w:rsidRPr="00F44254" w:rsidTr="00F44254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"Патриотическое воспитание мол</w:t>
            </w: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дежи гор</w:t>
            </w: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да Шарыпово на 2012 - 2014 годы"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расходные обяз</w:t>
            </w: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тельства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306,50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306,50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306,50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919,50</w:t>
            </w:r>
          </w:p>
        </w:tc>
      </w:tr>
      <w:tr w:rsidR="00595008" w:rsidRPr="00F44254" w:rsidTr="00F44254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108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bottom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Развитие добровольчества в рамках деятельности муниципальных мол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дежных центров в рамках подпрогра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мы "Патриотическое воспитание мол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дежи города Шарыпово" за счет бю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жета города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отдел СТиМП Админ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страции города Шар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0728557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3,00  </w:t>
            </w:r>
          </w:p>
        </w:tc>
      </w:tr>
      <w:tr w:rsidR="00595008" w:rsidRPr="00F44254" w:rsidTr="00F44254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Поддержка молодежного патриотич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ского объ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динения "Щит" в рамках подпрограммы "Патриотическое восп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тание молодежи города Ш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рыпово"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отдел СТиМП Админ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страции города Шар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0728558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300,00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300,00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300,00 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900,00  </w:t>
            </w:r>
          </w:p>
        </w:tc>
      </w:tr>
      <w:tr w:rsidR="00595008" w:rsidRPr="00F44254" w:rsidTr="00F44254">
        <w:trPr>
          <w:trHeight w:val="10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Мероприятия, направленные на реал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зацию м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лодежной политики в рамках подпрограммы "Патриотическое восп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тание молодежи города Шарыпово"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отдел СТиМП Админ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страции города Шар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0728551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4,50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4,50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4,50 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13,50  </w:t>
            </w:r>
          </w:p>
        </w:tc>
      </w:tr>
      <w:tr w:rsidR="00595008" w:rsidRPr="00F44254" w:rsidTr="00F44254">
        <w:trPr>
          <w:trHeight w:val="12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Развитие системы патриотического воспитания в рамках деятельности м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ниципальных молоде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ных центров в рамках подпрограммы "Патри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тическое воспитание молодежи города Шарып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во" за счет бюджета города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отдел СТиМП Админ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страции города Шар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0728556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1,00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1,00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1,00 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3,00  </w:t>
            </w:r>
          </w:p>
        </w:tc>
      </w:tr>
      <w:tr w:rsidR="00595008" w:rsidRPr="00F44254" w:rsidTr="00F44254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"Обеспечение жильем молодых семей в Красноярском крае на 2012-2014 годы"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расходные обяз</w:t>
            </w: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тельства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</w:tr>
      <w:tr w:rsidR="00595008" w:rsidRPr="00F44254" w:rsidTr="00F44254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15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жильем молодых семей, проживающих на территории муниц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пального образ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вания город Шарыпово Красноярского края в рамках подпр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граммы «Обеспечение жильем молодых семей в городе Шарыпово»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Комитет по управлению м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ниципальным имущ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ством и земельными о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ношениями А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министрации г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рода Шар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0738559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</w:tr>
      <w:tr w:rsidR="00595008" w:rsidRPr="00F44254" w:rsidTr="00F44254">
        <w:trPr>
          <w:trHeight w:val="153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Предоставление субсидий муниципал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ным о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разованиям на предоставление социальных в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плат молодым семьям на приобретение (стро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тельство)  жилья в рамках подпрограммы « Обеспечение жильем молодых семей в городе Шар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пово»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Комитет по управлению м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ниципальным имущ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ством и земельными о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ношениями А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министрации г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рода Шар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0737438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95008" w:rsidRPr="00F44254" w:rsidTr="00F44254">
        <w:trPr>
          <w:trHeight w:val="43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595008" w:rsidRPr="00F44254" w:rsidTr="00F44254">
        <w:trPr>
          <w:trHeight w:val="660"/>
        </w:trPr>
        <w:tc>
          <w:tcPr>
            <w:tcW w:w="59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5008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 xml:space="preserve">Начальник отдела СТиМП </w:t>
            </w:r>
          </w:p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Администрации города Шарып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lang w:eastAsia="ru-RU"/>
              </w:rPr>
              <w:t>во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3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lang w:eastAsia="ru-RU"/>
              </w:rPr>
              <w:t>Л.А. Когданина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15617" w:type="dxa"/>
        <w:tblInd w:w="91" w:type="dxa"/>
        <w:tblLook w:val="0000"/>
      </w:tblPr>
      <w:tblGrid>
        <w:gridCol w:w="1817"/>
        <w:gridCol w:w="3680"/>
        <w:gridCol w:w="4300"/>
        <w:gridCol w:w="1540"/>
        <w:gridCol w:w="1460"/>
        <w:gridCol w:w="1420"/>
        <w:gridCol w:w="1400"/>
      </w:tblGrid>
      <w:tr w:rsidR="00595008" w:rsidRPr="00F44254" w:rsidTr="00F44254">
        <w:trPr>
          <w:trHeight w:val="300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Приложение № 4 к муниципальной программе "Молодежь города Шарыпово в XXI веке на 2014-2016 годы"</w:t>
            </w:r>
          </w:p>
        </w:tc>
      </w:tr>
      <w:tr w:rsidR="00595008" w:rsidRPr="00F44254" w:rsidTr="00F44254">
        <w:trPr>
          <w:trHeight w:val="225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95008" w:rsidRPr="00F44254" w:rsidTr="00F44254">
        <w:trPr>
          <w:trHeight w:val="1395"/>
        </w:trPr>
        <w:tc>
          <w:tcPr>
            <w:tcW w:w="156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Информация о ресурсном обеспечении и прогнозной оценке расходов на реализацию муниципальнной программы "Молодежь города Шарыпово края в XXI веке на 2014-2016 годы" с учетом источников финансирования, в том числе средств краевого бюджета и бюджета города Шарыпово</w:t>
            </w:r>
          </w:p>
        </w:tc>
      </w:tr>
      <w:tr w:rsidR="00595008" w:rsidRPr="00F44254" w:rsidTr="00F44254">
        <w:trPr>
          <w:trHeight w:val="225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муниципальной пр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граммы, подпрограммы муниципальной программы</w:t>
            </w:r>
          </w:p>
        </w:tc>
        <w:tc>
          <w:tcPr>
            <w:tcW w:w="4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5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Оценка расходов (тыс.руб.), годы</w:t>
            </w:r>
          </w:p>
        </w:tc>
      </w:tr>
      <w:tr w:rsidR="00595008" w:rsidRPr="00F44254" w:rsidTr="00F44254">
        <w:trPr>
          <w:trHeight w:val="510"/>
        </w:trPr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Итого на п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риод</w:t>
            </w:r>
          </w:p>
        </w:tc>
      </w:tr>
      <w:tr w:rsidR="00595008" w:rsidRPr="00F44254" w:rsidTr="00F44254">
        <w:trPr>
          <w:trHeight w:val="51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Муниципальная пр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грамма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"Молодежь города Шарыпово в XXI веке на 2014-2016 годы"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6 363,27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6 478,59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6 478,59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19 320,45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769,70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769,70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769,70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2 309,10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2 400,00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бюджет города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4 793,57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4 908,89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4 908,89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14 611,35</w:t>
            </w:r>
          </w:p>
        </w:tc>
      </w:tr>
      <w:tr w:rsidR="00595008" w:rsidRPr="00F44254" w:rsidTr="00F44254">
        <w:trPr>
          <w:trHeight w:val="52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спорта, туризма и молодежной пол</w:t>
            </w: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тики Администрации города Шарыпово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бюджет города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4 293,57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4 408,89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4 408,89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13 111,35</w:t>
            </w:r>
          </w:p>
        </w:tc>
      </w:tr>
      <w:tr w:rsidR="00595008" w:rsidRPr="00F44254" w:rsidTr="00F44254">
        <w:trPr>
          <w:trHeight w:val="51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Администрации города Шарыпово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бюджет города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51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управление образованием Администрации города Шарыпово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бюджет города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8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комитет по управлению муниципальным имуществом и земельными отношениями Администрации горпода Шарыпово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1 500,00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бюджет города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76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"Вовлечение молодежи города Ш</w:t>
            </w: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рыпово в социальную практику на 2014-2016 годы"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5 256,77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5 372,09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5 372,09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16 000,95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769,7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769,70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769,70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2 309,10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бюджет города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3 987,07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4 102,39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4 102,39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12 191,85</w:t>
            </w:r>
          </w:p>
        </w:tc>
      </w:tr>
      <w:tr w:rsidR="00595008" w:rsidRPr="00F44254" w:rsidTr="00F44254">
        <w:trPr>
          <w:trHeight w:val="51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"Патриотическое воспитание мол</w:t>
            </w: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дежи города Шарыпово на 2014-2016 годы"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606,50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606,50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606,50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1 819,50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бюджет города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306,50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306,50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306,50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919,50</w:t>
            </w:r>
          </w:p>
        </w:tc>
      </w:tr>
      <w:tr w:rsidR="00595008" w:rsidRPr="00F44254" w:rsidTr="00F44254">
        <w:trPr>
          <w:trHeight w:val="51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"Обеспечение жильем молодых семей в городе Шарыпово на 2014-2016 г</w:t>
            </w: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ды"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2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бюджет города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1 500,00</w:t>
            </w:r>
          </w:p>
        </w:tc>
      </w:tr>
      <w:tr w:rsidR="00595008" w:rsidRPr="00F44254" w:rsidTr="00F44254">
        <w:trPr>
          <w:trHeight w:val="225"/>
        </w:trPr>
        <w:tc>
          <w:tcPr>
            <w:tcW w:w="549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Начальник отдела СТиМП Администрации города Шарыпово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95008" w:rsidRPr="00F44254" w:rsidTr="00F44254">
        <w:trPr>
          <w:trHeight w:val="225"/>
        </w:trPr>
        <w:tc>
          <w:tcPr>
            <w:tcW w:w="549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4425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Л.А. Когданина</w:t>
            </w:r>
          </w:p>
        </w:tc>
      </w:tr>
    </w:tbl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15730" w:type="dxa"/>
        <w:tblInd w:w="91" w:type="dxa"/>
        <w:tblLayout w:type="fixed"/>
        <w:tblLook w:val="0000"/>
      </w:tblPr>
      <w:tblGrid>
        <w:gridCol w:w="3617"/>
        <w:gridCol w:w="1281"/>
        <w:gridCol w:w="1281"/>
        <w:gridCol w:w="1281"/>
        <w:gridCol w:w="1120"/>
        <w:gridCol w:w="1120"/>
        <w:gridCol w:w="1297"/>
        <w:gridCol w:w="1260"/>
        <w:gridCol w:w="1281"/>
        <w:gridCol w:w="1096"/>
        <w:gridCol w:w="1096"/>
      </w:tblGrid>
      <w:tr w:rsidR="00595008" w:rsidRPr="00F44254" w:rsidTr="00F44254">
        <w:trPr>
          <w:trHeight w:val="780"/>
        </w:trPr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 5 к муниципальной программе "Молодежь города Шар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пово в XXI веке на 2014-2016 годы"</w:t>
            </w:r>
          </w:p>
        </w:tc>
      </w:tr>
      <w:tr w:rsidR="00595008" w:rsidRPr="00F44254" w:rsidTr="00F44254">
        <w:trPr>
          <w:trHeight w:val="255"/>
        </w:trPr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5008" w:rsidRPr="00F44254" w:rsidTr="00F44254">
        <w:trPr>
          <w:trHeight w:val="255"/>
        </w:trPr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5008" w:rsidRPr="00F44254" w:rsidTr="00F44254">
        <w:trPr>
          <w:trHeight w:val="300"/>
        </w:trPr>
        <w:tc>
          <w:tcPr>
            <w:tcW w:w="1573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Прогноз сводных показателей муниципальных заданий </w:t>
            </w:r>
          </w:p>
        </w:tc>
      </w:tr>
      <w:tr w:rsidR="00595008" w:rsidRPr="00F44254" w:rsidTr="00F44254">
        <w:trPr>
          <w:trHeight w:val="675"/>
        </w:trPr>
        <w:tc>
          <w:tcPr>
            <w:tcW w:w="3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услуги, показателя об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ъ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ема услуги (раб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ты)</w:t>
            </w:r>
          </w:p>
        </w:tc>
        <w:tc>
          <w:tcPr>
            <w:tcW w:w="60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показателя объема услуги (работы)</w:t>
            </w:r>
          </w:p>
        </w:tc>
        <w:tc>
          <w:tcPr>
            <w:tcW w:w="60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города на оказание муниципальной услуги (р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боты), тыс. руб.</w:t>
            </w:r>
          </w:p>
        </w:tc>
      </w:tr>
      <w:tr w:rsidR="00595008" w:rsidRPr="00F44254" w:rsidTr="00F44254">
        <w:trPr>
          <w:trHeight w:val="630"/>
        </w:trPr>
        <w:tc>
          <w:tcPr>
            <w:tcW w:w="3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отчетный финансовый год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2012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текущий финансовый год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2013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очередной финансовый год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2014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первый год пл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нового периода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2015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второй год пл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нового периода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2016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отчетный ф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нансовый год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2012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текущий финанс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вый год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2013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очередной финансовый год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2014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первый год пл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нового периода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2015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второй год пл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нового периода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2016</w:t>
            </w:r>
          </w:p>
        </w:tc>
      </w:tr>
      <w:tr w:rsidR="00595008" w:rsidRPr="00F44254" w:rsidTr="00F44254">
        <w:trPr>
          <w:trHeight w:val="645"/>
        </w:trPr>
        <w:tc>
          <w:tcPr>
            <w:tcW w:w="3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5008" w:rsidRPr="00F44254" w:rsidTr="00F44254">
        <w:trPr>
          <w:trHeight w:val="270"/>
        </w:trPr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595008" w:rsidRPr="00F44254" w:rsidTr="00F44254">
        <w:trPr>
          <w:trHeight w:val="255"/>
        </w:trPr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услуги (работы) и ее соде</w:t>
            </w: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жание:</w:t>
            </w:r>
          </w:p>
        </w:tc>
        <w:tc>
          <w:tcPr>
            <w:tcW w:w="121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Отдых и оздоровление молодых граждан, через организацию походов и палаточных лагерей</w:t>
            </w:r>
          </w:p>
        </w:tc>
      </w:tr>
      <w:tr w:rsidR="00595008" w:rsidRPr="00F44254" w:rsidTr="00F44254">
        <w:trPr>
          <w:trHeight w:val="255"/>
        </w:trPr>
        <w:tc>
          <w:tcPr>
            <w:tcW w:w="3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Показатель объема услуги (раб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ты):</w:t>
            </w:r>
          </w:p>
        </w:tc>
        <w:tc>
          <w:tcPr>
            <w:tcW w:w="121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участников палаточных лагерей</w:t>
            </w:r>
          </w:p>
        </w:tc>
      </w:tr>
      <w:tr w:rsidR="00595008" w:rsidRPr="00F44254" w:rsidTr="00F44254">
        <w:trPr>
          <w:trHeight w:val="465"/>
        </w:trPr>
        <w:tc>
          <w:tcPr>
            <w:tcW w:w="3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участников походов</w:t>
            </w:r>
          </w:p>
        </w:tc>
      </w:tr>
      <w:tr w:rsidR="00595008" w:rsidRPr="00F44254" w:rsidTr="00F44254">
        <w:trPr>
          <w:trHeight w:val="330"/>
        </w:trPr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21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"Вовлечение молодежи города Шарыпово в социальную практику на 2012-2014 годы"</w:t>
            </w:r>
          </w:p>
        </w:tc>
      </w:tr>
      <w:tr w:rsidR="00595008" w:rsidRPr="00F44254" w:rsidTr="00F44254">
        <w:trPr>
          <w:trHeight w:val="330"/>
        </w:trPr>
        <w:tc>
          <w:tcPr>
            <w:tcW w:w="3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краевых и городских пр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грамм летнего отдыха и озд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ровления детей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595008" w:rsidRPr="00F44254" w:rsidTr="00F44254">
        <w:trPr>
          <w:trHeight w:val="270"/>
        </w:trPr>
        <w:tc>
          <w:tcPr>
            <w:tcW w:w="3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5008" w:rsidRPr="00F44254" w:rsidTr="00F44254">
        <w:trPr>
          <w:trHeight w:val="255"/>
        </w:trPr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услуги (работы) и ее соде</w:t>
            </w: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жание:</w:t>
            </w:r>
          </w:p>
        </w:tc>
        <w:tc>
          <w:tcPr>
            <w:tcW w:w="121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Организация временных рабочих мест для подростков</w:t>
            </w:r>
          </w:p>
        </w:tc>
      </w:tr>
      <w:tr w:rsidR="00595008" w:rsidRPr="00F44254" w:rsidTr="00F44254">
        <w:trPr>
          <w:trHeight w:val="255"/>
        </w:trPr>
        <w:tc>
          <w:tcPr>
            <w:tcW w:w="3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Показатель объема услуги (раб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ты):</w:t>
            </w:r>
          </w:p>
        </w:tc>
        <w:tc>
          <w:tcPr>
            <w:tcW w:w="121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зарегистрированных обращений</w:t>
            </w:r>
          </w:p>
        </w:tc>
      </w:tr>
      <w:tr w:rsidR="00595008" w:rsidRPr="00F44254" w:rsidTr="00F44254">
        <w:trPr>
          <w:trHeight w:val="300"/>
        </w:trPr>
        <w:tc>
          <w:tcPr>
            <w:tcW w:w="3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оказанных консультаций</w:t>
            </w:r>
          </w:p>
        </w:tc>
      </w:tr>
      <w:tr w:rsidR="00595008" w:rsidRPr="00F44254" w:rsidTr="00F44254">
        <w:trPr>
          <w:trHeight w:val="315"/>
        </w:trPr>
        <w:tc>
          <w:tcPr>
            <w:tcW w:w="3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Число трудоустроенных</w:t>
            </w:r>
          </w:p>
        </w:tc>
      </w:tr>
      <w:tr w:rsidR="00595008" w:rsidRPr="00F44254" w:rsidTr="00F44254">
        <w:trPr>
          <w:trHeight w:val="615"/>
        </w:trPr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21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"Вовлечение молодежи города Шарыпово в социальную практику на 2012-2014 годы"</w:t>
            </w:r>
          </w:p>
        </w:tc>
      </w:tr>
      <w:tr w:rsidR="00595008" w:rsidRPr="00F44254" w:rsidTr="00F44254">
        <w:trPr>
          <w:trHeight w:val="510"/>
        </w:trPr>
        <w:tc>
          <w:tcPr>
            <w:tcW w:w="3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программ трудового восп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тания через отрганизацию молодежн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го отряда Главы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1 642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1 642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1 642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1 642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1 642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1 467,15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1 533,25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270"/>
        </w:trPr>
        <w:tc>
          <w:tcPr>
            <w:tcW w:w="3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трудоустройства подр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стков в стройотр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ды ОАО "СУЭК"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1 642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1 642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1 642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1 642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1 642</w:t>
            </w: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5008" w:rsidRPr="00F44254" w:rsidTr="00F44254">
        <w:trPr>
          <w:trHeight w:val="285"/>
        </w:trPr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трудовой занятости по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ростков, наход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щихся в группе риска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5008" w:rsidRPr="00F44254" w:rsidTr="00F44254">
        <w:trPr>
          <w:trHeight w:val="300"/>
        </w:trPr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услуги (работы) и ее соде</w:t>
            </w: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жание:</w:t>
            </w:r>
          </w:p>
        </w:tc>
        <w:tc>
          <w:tcPr>
            <w:tcW w:w="121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Реализация мероприятий в области молодежной политики</w:t>
            </w:r>
          </w:p>
        </w:tc>
      </w:tr>
      <w:tr w:rsidR="00595008" w:rsidRPr="00F44254" w:rsidTr="00F44254">
        <w:trPr>
          <w:trHeight w:val="360"/>
        </w:trPr>
        <w:tc>
          <w:tcPr>
            <w:tcW w:w="3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Показатель объема услуги (раб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ты):</w:t>
            </w:r>
          </w:p>
        </w:tc>
        <w:tc>
          <w:tcPr>
            <w:tcW w:w="121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вовлеченных в мероприятия</w:t>
            </w:r>
          </w:p>
        </w:tc>
      </w:tr>
      <w:tr w:rsidR="00595008" w:rsidRPr="00F44254" w:rsidTr="00F44254">
        <w:trPr>
          <w:trHeight w:val="360"/>
        </w:trPr>
        <w:tc>
          <w:tcPr>
            <w:tcW w:w="3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проведенных мероприятий</w:t>
            </w:r>
          </w:p>
        </w:tc>
      </w:tr>
      <w:tr w:rsidR="00595008" w:rsidRPr="00F44254" w:rsidTr="00F44254">
        <w:trPr>
          <w:trHeight w:val="255"/>
        </w:trPr>
        <w:tc>
          <w:tcPr>
            <w:tcW w:w="3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3 051,99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4 134,00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255"/>
        </w:trPr>
        <w:tc>
          <w:tcPr>
            <w:tcW w:w="3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5008" w:rsidRPr="00F44254" w:rsidTr="00F44254">
        <w:trPr>
          <w:trHeight w:val="255"/>
        </w:trPr>
        <w:tc>
          <w:tcPr>
            <w:tcW w:w="15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595008" w:rsidRPr="00F44254" w:rsidTr="00F44254">
        <w:trPr>
          <w:trHeight w:val="270"/>
        </w:trPr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21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"Вовлечение молодежи города Шарыпово в социальную практику на 2012-2014 годы"</w:t>
            </w:r>
          </w:p>
        </w:tc>
      </w:tr>
      <w:tr w:rsidR="00595008" w:rsidRPr="00F44254" w:rsidTr="00F44254">
        <w:trPr>
          <w:trHeight w:val="255"/>
        </w:trPr>
        <w:tc>
          <w:tcPr>
            <w:tcW w:w="3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поддержка деятельн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сти молодежного общественного Сов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та при Главе города; Орган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зация и проведение Дня молодежи; Приобре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тение оборудования для проведения молодежных мер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приятий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149,15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129,15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4 756,77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4 756,77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4 756,77</w:t>
            </w:r>
          </w:p>
        </w:tc>
      </w:tr>
      <w:tr w:rsidR="00595008" w:rsidRPr="00F44254" w:rsidTr="00F44254">
        <w:trPr>
          <w:trHeight w:val="555"/>
        </w:trPr>
        <w:tc>
          <w:tcPr>
            <w:tcW w:w="3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5008" w:rsidRPr="00F44254" w:rsidTr="00F44254">
        <w:trPr>
          <w:trHeight w:val="840"/>
        </w:trPr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субсидии из бю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жета города на возмещение норм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тивных затрат в соответствие с муниципал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ным заданием муниципал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ных услуг МБУ МЦ "ИМА"</w:t>
            </w:r>
          </w:p>
        </w:tc>
        <w:tc>
          <w:tcPr>
            <w:tcW w:w="60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5008" w:rsidRPr="00F44254" w:rsidTr="00F44254">
        <w:trPr>
          <w:trHeight w:val="345"/>
        </w:trPr>
        <w:tc>
          <w:tcPr>
            <w:tcW w:w="3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1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"Патриотическое воспитание молодежи города Шарыпово на 2012-2014 годы"</w:t>
            </w:r>
          </w:p>
        </w:tc>
      </w:tr>
      <w:tr w:rsidR="00595008" w:rsidRPr="00F44254" w:rsidTr="00F44254">
        <w:trPr>
          <w:trHeight w:val="300"/>
        </w:trPr>
        <w:tc>
          <w:tcPr>
            <w:tcW w:w="3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Поддержка патриотического объед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нения "Щит"; Мы граждане Р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сии!; Военно-полевые сборы патриотическ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го объединения "Щит"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306,5</w:t>
            </w:r>
          </w:p>
        </w:tc>
      </w:tr>
      <w:tr w:rsidR="00595008" w:rsidRPr="00F44254" w:rsidTr="00F44254">
        <w:trPr>
          <w:trHeight w:val="300"/>
        </w:trPr>
        <w:tc>
          <w:tcPr>
            <w:tcW w:w="3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5008" w:rsidRPr="00F44254" w:rsidTr="00F44254">
        <w:trPr>
          <w:trHeight w:val="255"/>
        </w:trPr>
        <w:tc>
          <w:tcPr>
            <w:tcW w:w="3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субсидии из бю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жета города на возмещение норм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тивных затрат в соответствие с муниципал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ным заданием муниципал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ных услуг МБУ МЦ "ИМА"</w:t>
            </w:r>
          </w:p>
        </w:tc>
        <w:tc>
          <w:tcPr>
            <w:tcW w:w="60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2 598,34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3 700,35</w:t>
            </w:r>
          </w:p>
        </w:tc>
        <w:tc>
          <w:tcPr>
            <w:tcW w:w="34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5008" w:rsidRPr="00F44254" w:rsidTr="00F44254">
        <w:trPr>
          <w:trHeight w:val="255"/>
        </w:trPr>
        <w:tc>
          <w:tcPr>
            <w:tcW w:w="3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3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5008" w:rsidRPr="00F44254" w:rsidTr="00F44254">
        <w:trPr>
          <w:trHeight w:val="540"/>
        </w:trPr>
        <w:tc>
          <w:tcPr>
            <w:tcW w:w="3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 кр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ев.субсидия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кр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ев.субсидия</w:t>
            </w:r>
          </w:p>
        </w:tc>
        <w:tc>
          <w:tcPr>
            <w:tcW w:w="3473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5008" w:rsidRPr="00F44254" w:rsidTr="00F44254">
        <w:trPr>
          <w:trHeight w:val="870"/>
        </w:trPr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Начальник отдела СТиМП </w:t>
            </w:r>
          </w:p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города Ш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рыпово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5008" w:rsidRPr="00F44254" w:rsidRDefault="00595008" w:rsidP="00F4425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95008" w:rsidRPr="00F44254" w:rsidRDefault="00595008" w:rsidP="00F4425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4254">
              <w:rPr>
                <w:rFonts w:ascii="Times New Roman" w:hAnsi="Times New Roman"/>
                <w:sz w:val="20"/>
                <w:szCs w:val="20"/>
                <w:lang w:eastAsia="ru-RU"/>
              </w:rPr>
              <w:t>Л.А. Когданина</w:t>
            </w:r>
          </w:p>
        </w:tc>
      </w:tr>
    </w:tbl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95008" w:rsidRPr="0061495E" w:rsidRDefault="00595008" w:rsidP="001966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595008" w:rsidRPr="0061495E" w:rsidSect="00F44254">
      <w:pgSz w:w="16838" w:h="11906" w:orient="landscape"/>
      <w:pgMar w:top="1418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4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9232B64"/>
    <w:multiLevelType w:val="multilevel"/>
    <w:tmpl w:val="519669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39204821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1C4B"/>
    <w:rsid w:val="000025EB"/>
    <w:rsid w:val="00006282"/>
    <w:rsid w:val="00036066"/>
    <w:rsid w:val="00091233"/>
    <w:rsid w:val="0009325F"/>
    <w:rsid w:val="000C0809"/>
    <w:rsid w:val="000C46F5"/>
    <w:rsid w:val="000F5F39"/>
    <w:rsid w:val="00117864"/>
    <w:rsid w:val="00141BB4"/>
    <w:rsid w:val="00151FEE"/>
    <w:rsid w:val="001966A8"/>
    <w:rsid w:val="00272C09"/>
    <w:rsid w:val="002A7A9A"/>
    <w:rsid w:val="002F3C60"/>
    <w:rsid w:val="002F681E"/>
    <w:rsid w:val="00317C82"/>
    <w:rsid w:val="00335235"/>
    <w:rsid w:val="0033779F"/>
    <w:rsid w:val="0034742E"/>
    <w:rsid w:val="00397164"/>
    <w:rsid w:val="003C4A4B"/>
    <w:rsid w:val="003D0ED0"/>
    <w:rsid w:val="003E335B"/>
    <w:rsid w:val="003F03F4"/>
    <w:rsid w:val="003F3BA6"/>
    <w:rsid w:val="00435E79"/>
    <w:rsid w:val="00444AEE"/>
    <w:rsid w:val="0045623D"/>
    <w:rsid w:val="0046724E"/>
    <w:rsid w:val="00471CF3"/>
    <w:rsid w:val="0047618D"/>
    <w:rsid w:val="005260C1"/>
    <w:rsid w:val="005568EA"/>
    <w:rsid w:val="00570ED1"/>
    <w:rsid w:val="005945DF"/>
    <w:rsid w:val="00595008"/>
    <w:rsid w:val="005D1DC1"/>
    <w:rsid w:val="0061495E"/>
    <w:rsid w:val="006257DE"/>
    <w:rsid w:val="00642516"/>
    <w:rsid w:val="00652D9C"/>
    <w:rsid w:val="0067106D"/>
    <w:rsid w:val="006B283E"/>
    <w:rsid w:val="006C1EE5"/>
    <w:rsid w:val="006C301C"/>
    <w:rsid w:val="006C44EA"/>
    <w:rsid w:val="006E0CDF"/>
    <w:rsid w:val="006F710A"/>
    <w:rsid w:val="007161B8"/>
    <w:rsid w:val="007579F1"/>
    <w:rsid w:val="007751AC"/>
    <w:rsid w:val="007A7C0E"/>
    <w:rsid w:val="007C07FD"/>
    <w:rsid w:val="007C77D0"/>
    <w:rsid w:val="007D0F8A"/>
    <w:rsid w:val="0080229C"/>
    <w:rsid w:val="008152DE"/>
    <w:rsid w:val="00894270"/>
    <w:rsid w:val="008C46EA"/>
    <w:rsid w:val="008D49C4"/>
    <w:rsid w:val="008D7D92"/>
    <w:rsid w:val="008E0D1C"/>
    <w:rsid w:val="00906BBB"/>
    <w:rsid w:val="00927826"/>
    <w:rsid w:val="00934C14"/>
    <w:rsid w:val="0095687C"/>
    <w:rsid w:val="00961183"/>
    <w:rsid w:val="00981AC2"/>
    <w:rsid w:val="009A78C2"/>
    <w:rsid w:val="009B3129"/>
    <w:rsid w:val="009C00CC"/>
    <w:rsid w:val="009C21F2"/>
    <w:rsid w:val="009C7070"/>
    <w:rsid w:val="009E2325"/>
    <w:rsid w:val="009F4D5C"/>
    <w:rsid w:val="00A153B3"/>
    <w:rsid w:val="00A46A00"/>
    <w:rsid w:val="00A55EC7"/>
    <w:rsid w:val="00A81C4B"/>
    <w:rsid w:val="00A924F6"/>
    <w:rsid w:val="00A94758"/>
    <w:rsid w:val="00AA24FF"/>
    <w:rsid w:val="00AA29E2"/>
    <w:rsid w:val="00AC5240"/>
    <w:rsid w:val="00AD3429"/>
    <w:rsid w:val="00AF7CBA"/>
    <w:rsid w:val="00B07B31"/>
    <w:rsid w:val="00B30F93"/>
    <w:rsid w:val="00BA2BF6"/>
    <w:rsid w:val="00BA51B1"/>
    <w:rsid w:val="00BA6328"/>
    <w:rsid w:val="00BC0902"/>
    <w:rsid w:val="00BC1E6F"/>
    <w:rsid w:val="00BE597C"/>
    <w:rsid w:val="00C0424B"/>
    <w:rsid w:val="00C17A3A"/>
    <w:rsid w:val="00C247ED"/>
    <w:rsid w:val="00C70129"/>
    <w:rsid w:val="00C77EDD"/>
    <w:rsid w:val="00C87F8F"/>
    <w:rsid w:val="00CA733F"/>
    <w:rsid w:val="00CB222C"/>
    <w:rsid w:val="00CB3D5C"/>
    <w:rsid w:val="00CB587F"/>
    <w:rsid w:val="00CC1A21"/>
    <w:rsid w:val="00CD2962"/>
    <w:rsid w:val="00CD2B38"/>
    <w:rsid w:val="00CD3577"/>
    <w:rsid w:val="00CE025B"/>
    <w:rsid w:val="00D10B03"/>
    <w:rsid w:val="00D2164B"/>
    <w:rsid w:val="00D266FE"/>
    <w:rsid w:val="00D3495F"/>
    <w:rsid w:val="00D34CF5"/>
    <w:rsid w:val="00D673EA"/>
    <w:rsid w:val="00DC7F40"/>
    <w:rsid w:val="00DD130B"/>
    <w:rsid w:val="00DF48FE"/>
    <w:rsid w:val="00E02ADC"/>
    <w:rsid w:val="00E11D3E"/>
    <w:rsid w:val="00E2679D"/>
    <w:rsid w:val="00E41829"/>
    <w:rsid w:val="00E4356A"/>
    <w:rsid w:val="00E44592"/>
    <w:rsid w:val="00EA5C73"/>
    <w:rsid w:val="00EA6EE4"/>
    <w:rsid w:val="00EB6DE3"/>
    <w:rsid w:val="00EC3001"/>
    <w:rsid w:val="00EC3426"/>
    <w:rsid w:val="00ED2CA2"/>
    <w:rsid w:val="00F21AB9"/>
    <w:rsid w:val="00F44254"/>
    <w:rsid w:val="00F64E7B"/>
    <w:rsid w:val="00F86D5B"/>
    <w:rsid w:val="00FA686F"/>
    <w:rsid w:val="00FB49C8"/>
    <w:rsid w:val="00FF3632"/>
    <w:rsid w:val="00FF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C0902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A733F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A733F"/>
    <w:pPr>
      <w:keepNext/>
      <w:numPr>
        <w:ilvl w:val="1"/>
        <w:numId w:val="2"/>
      </w:numPr>
      <w:suppressAutoHyphens/>
      <w:spacing w:before="240" w:after="60" w:line="240" w:lineRule="auto"/>
      <w:jc w:val="both"/>
      <w:outlineLvl w:val="1"/>
    </w:pPr>
    <w:rPr>
      <w:rFonts w:ascii="Arial" w:eastAsia="Times New Roman" w:hAnsi="Arial"/>
      <w:b/>
      <w:i/>
      <w:sz w:val="28"/>
      <w:szCs w:val="20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733F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733F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A733F"/>
    <w:pPr>
      <w:keepNext/>
      <w:numPr>
        <w:ilvl w:val="4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A733F"/>
    <w:pPr>
      <w:keepNext/>
      <w:numPr>
        <w:ilvl w:val="5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5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A733F"/>
    <w:pPr>
      <w:keepNext/>
      <w:numPr>
        <w:ilvl w:val="6"/>
        <w:numId w:val="2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6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733F"/>
    <w:pPr>
      <w:keepNext/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A733F"/>
    <w:pPr>
      <w:keepNext/>
      <w:numPr>
        <w:ilvl w:val="8"/>
        <w:numId w:val="2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A733F"/>
    <w:rPr>
      <w:rFonts w:ascii="Arial" w:hAnsi="Arial" w:cs="Times New Roman"/>
      <w:b/>
      <w:i/>
      <w:sz w:val="20"/>
      <w:szCs w:val="20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A733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A733F"/>
    <w:rPr>
      <w:rFonts w:ascii="Times New Roman" w:hAnsi="Times New Roman" w:cs="Times New Roman"/>
      <w:b/>
      <w:sz w:val="20"/>
      <w:szCs w:val="20"/>
      <w:lang w:eastAsia="ar-SA" w:bidi="ar-SA"/>
    </w:rPr>
  </w:style>
  <w:style w:type="table" w:styleId="TableGrid">
    <w:name w:val="Table Grid"/>
    <w:basedOn w:val="TableNormal"/>
    <w:uiPriority w:val="99"/>
    <w:rsid w:val="00EC342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8D49C4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46724E"/>
    <w:pPr>
      <w:widowControl w:val="0"/>
      <w:suppressAutoHyphens/>
      <w:spacing w:line="100" w:lineRule="atLeast"/>
    </w:pPr>
    <w:rPr>
      <w:rFonts w:eastAsia="SimSun" w:cs="font184"/>
      <w:kern w:val="1"/>
      <w:lang w:eastAsia="ar-SA"/>
    </w:rPr>
  </w:style>
  <w:style w:type="character" w:styleId="CommentReference">
    <w:name w:val="annotation reference"/>
    <w:basedOn w:val="DefaultParagraphFont"/>
    <w:uiPriority w:val="99"/>
    <w:rsid w:val="0046724E"/>
    <w:rPr>
      <w:rFonts w:cs="Times New Roman"/>
      <w:sz w:val="16"/>
    </w:rPr>
  </w:style>
  <w:style w:type="paragraph" w:styleId="ListParagraph">
    <w:name w:val="List Paragraph"/>
    <w:basedOn w:val="Normal"/>
    <w:uiPriority w:val="99"/>
    <w:qFormat/>
    <w:rsid w:val="00EA6EE4"/>
    <w:pPr>
      <w:ind w:left="720"/>
      <w:contextualSpacing/>
    </w:pPr>
  </w:style>
  <w:style w:type="paragraph" w:customStyle="1" w:styleId="ConsPlusTitle">
    <w:name w:val="ConsPlusTitle"/>
    <w:uiPriority w:val="99"/>
    <w:rsid w:val="00AD3429"/>
    <w:pPr>
      <w:widowControl w:val="0"/>
      <w:suppressAutoHyphens/>
      <w:spacing w:line="100" w:lineRule="atLeast"/>
    </w:pPr>
    <w:rPr>
      <w:rFonts w:eastAsia="SimSun" w:cs="font184"/>
      <w:b/>
      <w:bCs/>
      <w:kern w:val="1"/>
      <w:lang w:eastAsia="ar-SA"/>
    </w:rPr>
  </w:style>
  <w:style w:type="character" w:customStyle="1" w:styleId="A1">
    <w:name w:val="A1"/>
    <w:uiPriority w:val="99"/>
    <w:rsid w:val="00AD3429"/>
    <w:rPr>
      <w:color w:val="000000"/>
      <w:sz w:val="22"/>
    </w:rPr>
  </w:style>
  <w:style w:type="paragraph" w:customStyle="1" w:styleId="Default">
    <w:name w:val="Default"/>
    <w:uiPriority w:val="99"/>
    <w:rsid w:val="00AD34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">
    <w:name w:val="Текст1"/>
    <w:basedOn w:val="Normal"/>
    <w:uiPriority w:val="99"/>
    <w:rsid w:val="00CA733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0">
    <w:name w:val="Абзац списка1"/>
    <w:basedOn w:val="Normal"/>
    <w:uiPriority w:val="99"/>
    <w:rsid w:val="00CA733F"/>
    <w:pPr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submenu-table">
    <w:name w:val="submenu-table"/>
    <w:basedOn w:val="DefaultParagraphFont"/>
    <w:uiPriority w:val="99"/>
    <w:rsid w:val="0067106D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BE597C"/>
    <w:pPr>
      <w:tabs>
        <w:tab w:val="left" w:pos="75"/>
      </w:tabs>
      <w:spacing w:after="0" w:line="240" w:lineRule="auto"/>
      <w:jc w:val="both"/>
    </w:pPr>
    <w:rPr>
      <w:rFonts w:ascii="Times New Roman" w:eastAsia="Times New Roman" w:hAnsi="Times New Roman"/>
      <w:bCs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E597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apple-style-span">
    <w:name w:val="apple-style-span"/>
    <w:basedOn w:val="DefaultParagraphFont"/>
    <w:uiPriority w:val="99"/>
    <w:rsid w:val="00BE597C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BE597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87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7F8F"/>
    <w:rPr>
      <w:rFonts w:ascii="Tahoma" w:hAnsi="Tahoma" w:cs="Tahoma"/>
      <w:sz w:val="16"/>
      <w:szCs w:val="16"/>
    </w:rPr>
  </w:style>
  <w:style w:type="paragraph" w:customStyle="1" w:styleId="a">
    <w:name w:val="Заголовок"/>
    <w:basedOn w:val="Normal"/>
    <w:next w:val="BodyText"/>
    <w:uiPriority w:val="99"/>
    <w:rsid w:val="00117864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151FE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7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B0FA41F05B4312C08B4F7CC544CEE3EABBDE98A7CB4317A426ECDD882yBw5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161</TotalTime>
  <Pages>25</Pages>
  <Words>6357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ОСТиМП</dc:creator>
  <cp:keywords/>
  <dc:description/>
  <cp:lastModifiedBy>Admin</cp:lastModifiedBy>
  <cp:revision>42</cp:revision>
  <cp:lastPrinted>2013-12-02T01:57:00Z</cp:lastPrinted>
  <dcterms:created xsi:type="dcterms:W3CDTF">2013-09-10T05:23:00Z</dcterms:created>
  <dcterms:modified xsi:type="dcterms:W3CDTF">2013-12-04T07:39:00Z</dcterms:modified>
</cp:coreProperties>
</file>